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3C3" w:rsidRPr="0016172E" w:rsidRDefault="004D4613" w:rsidP="00CA3590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rFonts w:ascii="Arial" w:hAnsi="Arial" w:cs="Arial"/>
          <w:szCs w:val="22"/>
        </w:rPr>
      </w:pPr>
      <w:bookmarkStart w:id="0" w:name="_GoBack"/>
      <w:bookmarkEnd w:id="0"/>
      <w:r w:rsidRPr="0016172E">
        <w:rPr>
          <w:rFonts w:ascii="Arial" w:hAnsi="Arial" w:cs="Arial"/>
          <w:noProof/>
          <w:szCs w:val="22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342900</wp:posOffset>
                </wp:positionV>
                <wp:extent cx="5086350" cy="927100"/>
                <wp:effectExtent l="0" t="0" r="254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6350" cy="927100"/>
                          <a:chOff x="1031" y="1391"/>
                          <a:chExt cx="9536" cy="1738"/>
                        </a:xfrm>
                      </wpg:grpSpPr>
                      <pic:pic xmlns:pic="http://schemas.openxmlformats.org/drawingml/2006/picture">
                        <pic:nvPicPr>
                          <pic:cNvPr id="2" name="Picture 7" descr="logo NIVEL zwart-w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1" y="1391"/>
                            <a:ext cx="1976" cy="1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8" descr="CKZ-Deflogo-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1" y="1572"/>
                            <a:ext cx="3420" cy="1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9" descr="NVV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91" y="1571"/>
                            <a:ext cx="2880" cy="1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0855D" id="Group 6" o:spid="_x0000_s1026" style="position:absolute;margin-left:18pt;margin-top:27pt;width:400.5pt;height:73pt;z-index:-251658752" coordorigin="1031,1391" coordsize="9536,173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XnHxj8X2mh+ELrSI7rbqupReXHEihiIicO&#10;zZ+6pXcoPXJ46Ej0evj/AMfa7b+JfHOq6tari2mlCxHJ+dEUIG5AI3BQ2COM47UmNHN0UUUigqey&#10;vLjTr+3vrWTy7m2lWaJ8A7XUgg4PB5A61BRQB9s6XqEWraTZalArrDdwJPGsgAYK6hgDgkZwfWrd&#10;ecfA/Uft3w3ht/K2fYbqW33bs78kS56cf6zGOeme+K9Hqi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vi&#10;bVNPl0nVr3TZ2RprSd4JGjJKlkYqSMgHGR6V9s188fHrw49n4ktdfhhxbX8QimkG4/vk4G7PC5Ta&#10;AAedjHHBJTGjyKiiikUFFFFAH0P+z7eW7+EtTsVkzcw33nOmDwjxqFOenJjf8vcV67Xz3+z5qEsf&#10;iXVtNCp5M9mJ2Yg7g0bhVA5xjErZ47D8foSqRLCiiigQ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Yfi/wvaeMP&#10;Ddzo903l+ZhopwgZoZByGAP4g4wSCRkZrcooA+JtT0y90bUp9O1G3e3u7dtkkT9Qf5EEYII4III4&#10;qpXsHx+0KW38Q2GuR26C1uoBBJIiHJmQk5c4xkoVA5yQh7LXj9SUFFFFAzufg9/yVTRf+2//AKIk&#10;r6rr4/8Ah/eXFj8QvD81tJska+ihJwD8jsEcc+qsR+NfYFNEsKKKKYg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ON+Kmkf2x8N9YjVITLbxC6RpR9zyyGYqcHDFA6j/ex0Jr5Nr7Z1TT4tW0m902dnWG7geCRo&#10;yAwV1KkjIIzg+lfE1JlIKKKKQzc8Ff8AI+eHf+wnbf8Ao1a+yK+N/BX/ACPnh3/sJ23/AKNWvsim&#10;iWFFFFMQ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Xw3X3JXw3SY0FFFFIo3PBX/I+eHf+wnbf+jVr7Ir4&#10;/wDh/Z3F98QvD8NtHvkW+imIyB8iMHc8+iqT+FfYFNEsKKKKYg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IL28t9OsLi+upPLtraJppXwTtRQSTgcngHpXxFX2J46nit/AHiF5pUjQ6dOgZ2ABZkKqOe5JAA7k&#10;gV8d0mNBRRRSKO5+D3/JVNF/7b/+iJK+q6+X/glp8t78S7SeNkCWUE08gYnJUqY8DjrmRfTgGvqC&#10;miWFFFFMQ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HDfGH/kletf8AbD/0fHXypX0B+0LqPlaDo2meVn7R&#10;dPceZu+75a7cYxznzeueNvvx8/0mUgooopDPa/2eLO3e/wBfvmjzcwxQwo+Twjlywx05Mafl7mve&#10;a8b/AGetO8rQdZ1Pzc/aLpLfy9v3fLXdnOec+b0xxt9+PZKpEsKKKKB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MXxw1H7d8SJrfytn2G1it927O/IMuenH+sxjnpnvivOK3PGXiD/hKfF+payI/LjuZf3Sl&#10;cERqAqZGT821RnBxnOKw6koKKK0vD2nxat4l0rTZ2dYbu8hgkaMgMFdwpIyCM4PpQM+nfhLpjaX8&#10;NNISW3SGadXuX24zIHYlGJHUlNnXkAAdsV2tRwQRW0EcEESRQxKEjjjUKqKBgAAcAAdqkqi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sbxdPLbeC9dngleKaLTrh45I2KsjCNiCCOQQe9bNYfjX/AJEPxF/2&#10;DLn/ANFNQB8b0UUVJYV6P8EdIu774iW9/Cn+jafFJJO5Bx86MiqCBjcS2cHHCt6V5xX0l8BtMa08&#10;Cz3sluiPe3jvHKMbpI1AUZI5wHEmAfUnvy0JnqVFFFMk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qjrWn&#10;f2xoOo6Z5vk/bLWS38zbu2b1K5xkZxnpmr1FAHw3RV7WtO/sfXtR0zzfO+x3Ulv5m3bv2MVzjJxn&#10;HTNUaksvaNpF3r2s2elWKbrm6lEaZBIXPVjgEhQMknHABNfZ9lZ2+nWFvY2sfl21tEsMSZJ2ooAA&#10;yeTwB1rw34AeHEmu9R8R3EO7yMWtq52kByMyEDqGClBnjh2HPOPeaaJYUUUUx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QXt5b6dYXF9dSeXbW0TTSvgnaigknA5PAPSp680+NHimy0nwbc6MLt01TUVVY4o&#10;W+YR7xvZsHhCAy/7WSMEBsAHzNU9lZ3Go39vY2sfmXNzKsMSZA3OxAAyeByR1qCvWfgR4Zlv/E8v&#10;iGQOlrpqskbDIEkzqVx0wQELEjIILJ2NSUe7eGdCt/DPhuw0a2bdHaxBS+CN7nl2wScZYk4zxnFa&#10;tFFUS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alt="logo NIVEL zwart-wit" style="position:absolute;left:8591;top:1391;width:1976;height:17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2+fSbCAAAA2gAAAA8AAABkcnMvZG93bnJldi54bWxEj81qwzAQhO+BvIPYQC4hkRtKCG7kYAKF&#10;kh7a/N0Xa2sZWysjqbH79lWhkOMwM98wu/1oO3EnHxrHCp5WGQjiyumGawXXy+tyCyJEZI2dY1Lw&#10;QwH2xXSyw1y7gU90P8daJAiHHBWYGPtcylAZshhWridO3pfzFmOSvpba45DgtpPrLNtIiw2nBYM9&#10;HQxV7fnbKmgWH+/mONBn+XxtT8aXt4EPN6Xms7F8ARFpjI/wf/tNK1jD35V0A2Tx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vn0mwgAAANoAAAAPAAAAAAAAAAAAAAAAAJ8C&#10;AABkcnMvZG93bnJldi54bWxQSwUGAAAAAAQABAD3AAAAjgMAAAAA&#10;">
                  <v:imagedata r:id="rId15" o:title="logo NIVEL zwart-wit"/>
                </v:shape>
                <v:shape id="Picture 8" o:spid="_x0000_s1028" type="#_x0000_t75" alt="CKZ-Deflogo-kleur" style="position:absolute;left:1031;top:1572;width:3420;height:1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wzFDDAAAA2gAAAA8AAABkcnMvZG93bnJldi54bWxEj9FqAjEURN+F/kO4Bd/cbC20ZTWKtVos&#10;QsHVD7hubndDNzdLEnX7940g+DjMzBlmOu9tK87kg3Gs4CnLQRBXThuuFRz269EbiBCRNbaOScEf&#10;BZjPHgZTLLS78I7OZaxFgnAoUEETY1dIGaqGLIbMdcTJ+3HeYkzS11J7vCS4beU4z1+kRcNpocGO&#10;lg1Vv+XJKgimfK+O7Zc2r9vP3WolT4sP/63U8LFfTEBE6uM9fGtvtIJnuF5JN0DO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DMUMMAAADaAAAADwAAAAAAAAAAAAAAAACf&#10;AgAAZHJzL2Rvd25yZXYueG1sUEsFBgAAAAAEAAQA9wAAAI8DAAAAAA==&#10;">
                  <v:imagedata r:id="rId16" o:title="CKZ-Deflogo-kleur"/>
                </v:shape>
                <v:shape id="Picture 9" o:spid="_x0000_s1029" type="#_x0000_t75" alt="NVVS logo" style="position:absolute;left:4991;top:1571;width:2880;height:15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iY5DDAAAA2gAAAA8AAABkcnMvZG93bnJldi54bWxEj9FqwkAURN8F/2G5hb5I3ShibZqNSKso&#10;fWvaD7jN3iah2bthdxujX+8Kgo/DzJxhsvVgWtGT841lBbNpAoK4tLrhSsH31+5pBcIHZI2tZVJw&#10;Ig/rfDzKMNX2yJ/UF6ESEcI+RQV1CF0qpS9rMuintiOO3q91BkOUrpLa4THCTSvnSbKUBhuOCzV2&#10;9FZT+Vf8GwXtavLSnz+c3Cfvzc9+vsPZ8xaVenwYNq8gAg3hHr61D1rBAq5X4g2Q+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yJjkMMAAADaAAAADwAAAAAAAAAAAAAAAACf&#10;AgAAZHJzL2Rvd25yZXYueG1sUEsFBgAAAAAEAAQA9wAAAI8DAAAAAA==&#10;">
                  <v:imagedata r:id="rId17" o:title="NVVS logo"/>
                </v:shape>
              </v:group>
            </w:pict>
          </mc:Fallback>
        </mc:AlternateContent>
      </w:r>
      <w:r w:rsidR="001B0A30" w:rsidRPr="0016172E">
        <w:rPr>
          <w:rFonts w:ascii="Arial" w:hAnsi="Arial" w:cs="Arial"/>
          <w:szCs w:val="22"/>
        </w:rPr>
        <w:t xml:space="preserve"> </w:t>
      </w:r>
      <w:r w:rsidR="00DB23C3" w:rsidRPr="0016172E">
        <w:rPr>
          <w:rFonts w:ascii="Arial" w:hAnsi="Arial" w:cs="Arial"/>
          <w:szCs w:val="22"/>
        </w:rPr>
        <w:tab/>
      </w:r>
      <w:r w:rsidR="00DB23C3" w:rsidRPr="0016172E">
        <w:rPr>
          <w:rFonts w:ascii="Arial" w:hAnsi="Arial" w:cs="Arial"/>
          <w:szCs w:val="22"/>
        </w:rPr>
        <w:tab/>
      </w:r>
      <w:r w:rsidR="00DB23C3" w:rsidRPr="0016172E">
        <w:rPr>
          <w:rFonts w:ascii="Arial" w:hAnsi="Arial" w:cs="Arial"/>
          <w:szCs w:val="22"/>
        </w:rPr>
        <w:tab/>
      </w:r>
      <w:r w:rsidR="00DB23C3" w:rsidRPr="0016172E">
        <w:rPr>
          <w:rFonts w:ascii="Arial" w:hAnsi="Arial" w:cs="Arial"/>
          <w:szCs w:val="22"/>
        </w:rPr>
        <w:tab/>
      </w:r>
      <w:r w:rsidR="00DB23C3" w:rsidRPr="0016172E">
        <w:rPr>
          <w:rFonts w:ascii="Arial" w:hAnsi="Arial" w:cs="Arial"/>
          <w:szCs w:val="22"/>
        </w:rPr>
        <w:tab/>
      </w:r>
      <w:r w:rsidR="00DB23C3" w:rsidRPr="0016172E">
        <w:rPr>
          <w:rFonts w:ascii="Arial" w:hAnsi="Arial" w:cs="Arial"/>
          <w:szCs w:val="22"/>
        </w:rPr>
        <w:tab/>
      </w:r>
      <w:r w:rsidR="001B0A30" w:rsidRPr="0016172E">
        <w:rPr>
          <w:rFonts w:ascii="Arial" w:hAnsi="Arial" w:cs="Arial"/>
          <w:szCs w:val="22"/>
        </w:rPr>
        <w:t xml:space="preserve"> </w:t>
      </w: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rFonts w:ascii="Arial" w:hAnsi="Arial" w:cs="Arial"/>
          <w:szCs w:val="22"/>
        </w:rPr>
      </w:pP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rFonts w:ascii="Arial" w:hAnsi="Arial" w:cs="Arial"/>
          <w:szCs w:val="22"/>
        </w:rPr>
      </w:pP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rFonts w:ascii="Arial" w:hAnsi="Arial" w:cs="Arial"/>
          <w:szCs w:val="22"/>
        </w:rPr>
      </w:pP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rFonts w:ascii="Arial" w:hAnsi="Arial" w:cs="Arial"/>
          <w:szCs w:val="22"/>
        </w:rPr>
      </w:pP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rFonts w:ascii="Arial" w:hAnsi="Arial" w:cs="Arial"/>
          <w:szCs w:val="22"/>
        </w:rPr>
      </w:pP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rFonts w:ascii="Arial" w:hAnsi="Arial" w:cs="Arial"/>
          <w:sz w:val="40"/>
          <w:szCs w:val="40"/>
        </w:rPr>
      </w:pP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rFonts w:ascii="Arial" w:hAnsi="Arial" w:cs="Arial"/>
          <w:b/>
          <w:sz w:val="40"/>
          <w:szCs w:val="40"/>
        </w:rPr>
      </w:pPr>
    </w:p>
    <w:p w:rsidR="00AF549A" w:rsidRPr="0016172E" w:rsidRDefault="00AF549A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AF549A" w:rsidRPr="0016172E" w:rsidRDefault="00AF549A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AF549A" w:rsidRPr="0016172E" w:rsidRDefault="00AF549A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AF549A" w:rsidRPr="0016172E" w:rsidRDefault="00AF549A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AF549A" w:rsidRPr="0016172E" w:rsidRDefault="00AF549A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 w:rsidRPr="0016172E">
        <w:rPr>
          <w:rFonts w:ascii="Arial" w:hAnsi="Arial" w:cs="Arial"/>
          <w:b/>
          <w:sz w:val="40"/>
          <w:szCs w:val="40"/>
        </w:rPr>
        <w:t>Vragenlijst</w:t>
      </w: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 w:rsidRPr="0016172E">
        <w:rPr>
          <w:rFonts w:ascii="Arial" w:hAnsi="Arial" w:cs="Arial"/>
          <w:b/>
          <w:sz w:val="40"/>
          <w:szCs w:val="40"/>
        </w:rPr>
        <w:t xml:space="preserve">Ervaringen met de zorg in </w:t>
      </w:r>
      <w:r w:rsidR="00643B26" w:rsidRPr="0016172E">
        <w:rPr>
          <w:rFonts w:ascii="Arial" w:hAnsi="Arial" w:cs="Arial"/>
          <w:b/>
          <w:sz w:val="40"/>
          <w:szCs w:val="40"/>
        </w:rPr>
        <w:t>audiologische c</w:t>
      </w:r>
      <w:r w:rsidRPr="0016172E">
        <w:rPr>
          <w:rFonts w:ascii="Arial" w:hAnsi="Arial" w:cs="Arial"/>
          <w:b/>
          <w:sz w:val="40"/>
          <w:szCs w:val="40"/>
        </w:rPr>
        <w:t>entra</w:t>
      </w: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40"/>
          <w:szCs w:val="40"/>
        </w:rPr>
      </w:pPr>
    </w:p>
    <w:p w:rsidR="00A873A1" w:rsidRPr="0016172E" w:rsidRDefault="00A873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40"/>
          <w:szCs w:val="40"/>
        </w:rPr>
      </w:pPr>
    </w:p>
    <w:p w:rsidR="00DB23C3" w:rsidRPr="0016172E" w:rsidRDefault="00643B26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360" w:lineRule="auto"/>
        <w:jc w:val="center"/>
        <w:rPr>
          <w:rFonts w:ascii="Arial" w:hAnsi="Arial" w:cs="Arial"/>
          <w:sz w:val="24"/>
        </w:rPr>
      </w:pPr>
      <w:r w:rsidRPr="0016172E">
        <w:rPr>
          <w:rFonts w:ascii="Arial" w:hAnsi="Arial" w:cs="Arial"/>
          <w:sz w:val="24"/>
        </w:rPr>
        <w:t>Bestemd voor personen die een a</w:t>
      </w:r>
      <w:r w:rsidR="00DB23C3" w:rsidRPr="0016172E">
        <w:rPr>
          <w:rFonts w:ascii="Arial" w:hAnsi="Arial" w:cs="Arial"/>
          <w:sz w:val="24"/>
        </w:rPr>
        <w:t xml:space="preserve">udiologisch </w:t>
      </w:r>
      <w:r w:rsidRPr="0016172E">
        <w:rPr>
          <w:rFonts w:ascii="Arial" w:hAnsi="Arial" w:cs="Arial"/>
          <w:sz w:val="24"/>
        </w:rPr>
        <w:t>c</w:t>
      </w:r>
      <w:r w:rsidR="00DB23C3" w:rsidRPr="0016172E">
        <w:rPr>
          <w:rFonts w:ascii="Arial" w:hAnsi="Arial" w:cs="Arial"/>
          <w:sz w:val="24"/>
        </w:rPr>
        <w:t>entrum hebben bezocht</w:t>
      </w: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24"/>
        </w:rPr>
      </w:pPr>
    </w:p>
    <w:p w:rsidR="00DB23C3" w:rsidRPr="0016172E" w:rsidRDefault="00643B26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24"/>
        </w:rPr>
      </w:pPr>
      <w:r w:rsidRPr="0016172E">
        <w:rPr>
          <w:rFonts w:ascii="Arial" w:hAnsi="Arial" w:cs="Arial"/>
          <w:sz w:val="24"/>
        </w:rPr>
        <w:t xml:space="preserve">CQ-index </w:t>
      </w:r>
      <w:r w:rsidR="00AF549A" w:rsidRPr="0016172E">
        <w:rPr>
          <w:rFonts w:ascii="Arial" w:hAnsi="Arial" w:cs="Arial"/>
          <w:sz w:val="24"/>
        </w:rPr>
        <w:t>a</w:t>
      </w:r>
      <w:r w:rsidRPr="0016172E">
        <w:rPr>
          <w:rFonts w:ascii="Arial" w:hAnsi="Arial" w:cs="Arial"/>
          <w:sz w:val="24"/>
        </w:rPr>
        <w:t>udiologische c</w:t>
      </w:r>
      <w:r w:rsidR="00DB23C3" w:rsidRPr="0016172E">
        <w:rPr>
          <w:rFonts w:ascii="Arial" w:hAnsi="Arial" w:cs="Arial"/>
          <w:sz w:val="24"/>
        </w:rPr>
        <w:t>entra</w:t>
      </w:r>
    </w:p>
    <w:p w:rsidR="00A873A1" w:rsidRPr="0016172E" w:rsidRDefault="00A873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20"/>
        </w:rPr>
      </w:pPr>
    </w:p>
    <w:p w:rsidR="00A873A1" w:rsidRPr="0016172E" w:rsidRDefault="00A873A1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20"/>
        </w:rPr>
      </w:pPr>
    </w:p>
    <w:p w:rsidR="00DB23C3" w:rsidRPr="0016172E" w:rsidRDefault="00AF549A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v</w:t>
      </w:r>
      <w:r w:rsidR="006C6BAA" w:rsidRPr="0016172E">
        <w:rPr>
          <w:rFonts w:ascii="Arial" w:hAnsi="Arial" w:cs="Arial"/>
          <w:b/>
          <w:sz w:val="20"/>
        </w:rPr>
        <w:t>ersie 3</w:t>
      </w:r>
      <w:r w:rsidR="00DB23C3" w:rsidRPr="0016172E">
        <w:rPr>
          <w:rFonts w:ascii="Arial" w:hAnsi="Arial" w:cs="Arial"/>
          <w:b/>
          <w:sz w:val="20"/>
        </w:rPr>
        <w:t>.0</w:t>
      </w:r>
    </w:p>
    <w:p w:rsidR="00DB23C3" w:rsidRPr="0016172E" w:rsidRDefault="00FC015B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december</w:t>
      </w:r>
      <w:r w:rsidR="007D28C2" w:rsidRPr="0016172E">
        <w:rPr>
          <w:rFonts w:ascii="Arial" w:hAnsi="Arial" w:cs="Arial"/>
          <w:b/>
          <w:sz w:val="20"/>
        </w:rPr>
        <w:t xml:space="preserve"> 2012</w:t>
      </w: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sz w:val="20"/>
        </w:rPr>
      </w:pP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047D45" w:rsidRPr="0016172E" w:rsidRDefault="00047D45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047D45" w:rsidRPr="0016172E" w:rsidRDefault="00047D45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047D45" w:rsidRPr="0016172E" w:rsidRDefault="00047D45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AF549A" w:rsidRPr="0016172E" w:rsidRDefault="00AF549A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AF549A" w:rsidRPr="0016172E" w:rsidRDefault="00AF549A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C907F9" w:rsidRPr="0016172E" w:rsidRDefault="00C907F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C907F9" w:rsidRPr="0016172E" w:rsidRDefault="00C907F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sz w:val="20"/>
          <w:szCs w:val="22"/>
        </w:rPr>
      </w:pPr>
      <w:r w:rsidRPr="0016172E">
        <w:rPr>
          <w:rFonts w:ascii="Arial" w:hAnsi="Arial" w:cs="Arial"/>
          <w:sz w:val="20"/>
          <w:szCs w:val="22"/>
        </w:rPr>
        <w:t>Deze vragenlijst is ontwikkeld door het Centrum Klantervaring Zorg en de Nederlandse Vereniging voor Slechthorenden in samenwerking met</w:t>
      </w:r>
      <w:r w:rsidR="00643B26" w:rsidRPr="0016172E">
        <w:rPr>
          <w:rFonts w:ascii="Arial" w:hAnsi="Arial" w:cs="Arial"/>
          <w:sz w:val="20"/>
          <w:szCs w:val="22"/>
        </w:rPr>
        <w:t xml:space="preserve"> NIVEL,</w:t>
      </w:r>
      <w:r w:rsidRPr="0016172E">
        <w:rPr>
          <w:rFonts w:ascii="Arial" w:hAnsi="Arial" w:cs="Arial"/>
          <w:sz w:val="20"/>
          <w:szCs w:val="22"/>
        </w:rPr>
        <w:t xml:space="preserve"> FENAC</w:t>
      </w:r>
      <w:r w:rsidR="00C45EE3">
        <w:rPr>
          <w:rFonts w:ascii="Arial" w:hAnsi="Arial" w:cs="Arial"/>
          <w:sz w:val="20"/>
          <w:szCs w:val="22"/>
        </w:rPr>
        <w:t xml:space="preserve">, Stichting Miletus en enkele </w:t>
      </w:r>
      <w:r w:rsidRPr="0016172E">
        <w:rPr>
          <w:rFonts w:ascii="Arial" w:hAnsi="Arial" w:cs="Arial"/>
          <w:sz w:val="20"/>
          <w:szCs w:val="22"/>
        </w:rPr>
        <w:t>zorgverzekeraar</w:t>
      </w:r>
      <w:r w:rsidR="00C45EE3">
        <w:rPr>
          <w:rFonts w:ascii="Arial" w:hAnsi="Arial" w:cs="Arial"/>
          <w:sz w:val="20"/>
          <w:szCs w:val="22"/>
        </w:rPr>
        <w:t>s</w:t>
      </w:r>
      <w:r w:rsidR="00226E81" w:rsidRPr="0016172E">
        <w:rPr>
          <w:rFonts w:ascii="Arial" w:hAnsi="Arial" w:cs="Arial"/>
          <w:sz w:val="20"/>
          <w:szCs w:val="22"/>
        </w:rPr>
        <w:t>.</w:t>
      </w:r>
      <w:r w:rsidRPr="0016172E">
        <w:rPr>
          <w:rFonts w:ascii="Arial" w:hAnsi="Arial" w:cs="Arial"/>
          <w:sz w:val="20"/>
          <w:szCs w:val="22"/>
        </w:rPr>
        <w:t xml:space="preserve"> </w:t>
      </w: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sz w:val="20"/>
          <w:szCs w:val="22"/>
        </w:rPr>
      </w:pPr>
    </w:p>
    <w:p w:rsidR="00DB23C3" w:rsidRPr="0016172E" w:rsidRDefault="00DB23C3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sz w:val="20"/>
          <w:szCs w:val="22"/>
        </w:rPr>
      </w:pPr>
      <w:r w:rsidRPr="0016172E">
        <w:rPr>
          <w:rFonts w:ascii="Arial" w:hAnsi="Arial" w:cs="Arial"/>
          <w:sz w:val="20"/>
          <w:szCs w:val="22"/>
        </w:rPr>
        <w:t>Het basisontwerp van de CQI meetinstrumenten is ontwikkeld door het NIVEL, in samenwerking met de afdeling Sociale Geneeskunde van het AMC.</w:t>
      </w:r>
    </w:p>
    <w:p w:rsidR="00DB23C3" w:rsidRPr="0016172E" w:rsidRDefault="00047D45" w:rsidP="00CA3590">
      <w:p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/>
          <w:sz w:val="24"/>
          <w:szCs w:val="24"/>
          <w:u w:val="single"/>
        </w:rPr>
      </w:pPr>
      <w:r w:rsidRPr="0016172E">
        <w:rPr>
          <w:rFonts w:ascii="Arial" w:hAnsi="Arial" w:cs="Arial"/>
          <w:sz w:val="20"/>
          <w:szCs w:val="22"/>
        </w:rPr>
        <w:br w:type="page"/>
      </w:r>
      <w:r w:rsidR="00DB23C3" w:rsidRPr="0016172E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INTRODUCTIE </w:t>
      </w:r>
    </w:p>
    <w:p w:rsidR="00DB23C3" w:rsidRPr="0016172E" w:rsidRDefault="00DB23C3" w:rsidP="00CA3590">
      <w:p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/>
          <w:sz w:val="20"/>
        </w:rPr>
      </w:pPr>
    </w:p>
    <w:p w:rsidR="00DB23C3" w:rsidRPr="0016172E" w:rsidRDefault="00DB23C3" w:rsidP="00CA3590">
      <w:p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i/>
          <w:sz w:val="20"/>
        </w:rPr>
      </w:pPr>
      <w:r w:rsidRPr="0016172E">
        <w:rPr>
          <w:rFonts w:ascii="Arial" w:hAnsi="Arial" w:cs="Arial"/>
          <w:sz w:val="20"/>
        </w:rPr>
        <w:t xml:space="preserve">Deze vragenlijst gaat over uw ervaringen met uw audiologisch centrum. Wij stellen het zeer op prijs als u deze vragenlijst wilt invullen. </w:t>
      </w:r>
      <w:r w:rsidRPr="0016172E">
        <w:rPr>
          <w:rFonts w:ascii="Arial" w:hAnsi="Arial" w:cs="Arial"/>
          <w:bCs/>
          <w:iCs/>
          <w:sz w:val="20"/>
        </w:rPr>
        <w:t xml:space="preserve">Het invullen van deze vragenlijst duurt ongeveer </w:t>
      </w:r>
      <w:r w:rsidR="00265565" w:rsidRPr="0016172E">
        <w:rPr>
          <w:rFonts w:ascii="Arial" w:hAnsi="Arial" w:cs="Arial"/>
          <w:bCs/>
          <w:iCs/>
          <w:sz w:val="20"/>
        </w:rPr>
        <w:t>20</w:t>
      </w:r>
      <w:r w:rsidRPr="0016172E">
        <w:rPr>
          <w:rFonts w:ascii="Arial" w:hAnsi="Arial" w:cs="Arial"/>
          <w:bCs/>
          <w:iCs/>
          <w:sz w:val="20"/>
        </w:rPr>
        <w:t xml:space="preserve"> minuten. </w:t>
      </w:r>
    </w:p>
    <w:p w:rsidR="00DB23C3" w:rsidRPr="0016172E" w:rsidRDefault="00DB23C3" w:rsidP="00CA3590">
      <w:p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sz w:val="20"/>
        </w:rPr>
      </w:pPr>
    </w:p>
    <w:p w:rsidR="00DB23C3" w:rsidRPr="0016172E" w:rsidRDefault="00DB23C3" w:rsidP="00CA3590">
      <w:p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 xml:space="preserve">De vragenlijst wordt </w:t>
      </w:r>
      <w:r w:rsidRPr="0016172E">
        <w:rPr>
          <w:rFonts w:ascii="Arial" w:hAnsi="Arial" w:cs="Arial"/>
          <w:sz w:val="20"/>
          <w:u w:val="single"/>
        </w:rPr>
        <w:t>anoniem</w:t>
      </w:r>
      <w:r w:rsidRPr="0016172E">
        <w:rPr>
          <w:rFonts w:ascii="Arial" w:hAnsi="Arial" w:cs="Arial"/>
          <w:sz w:val="20"/>
        </w:rPr>
        <w:t xml:space="preserve"> en vertrouwelijk gebruikt. Dit betekent dat niemand weet welke antwoorden u heeft gegeven. Ook worden uw gegevens niet met anderen gedeeld</w:t>
      </w:r>
      <w:r w:rsidR="0023420A" w:rsidRPr="0016172E">
        <w:rPr>
          <w:rFonts w:ascii="Arial" w:hAnsi="Arial" w:cs="Arial"/>
          <w:sz w:val="20"/>
        </w:rPr>
        <w:t>, t</w:t>
      </w:r>
      <w:r w:rsidRPr="0016172E">
        <w:rPr>
          <w:rFonts w:ascii="Arial" w:hAnsi="Arial" w:cs="Arial"/>
          <w:sz w:val="20"/>
        </w:rPr>
        <w:t>enzij u nadrukkelijk toestemming geeft uw</w:t>
      </w:r>
    </w:p>
    <w:p w:rsidR="00DB23C3" w:rsidRPr="0016172E" w:rsidRDefault="00DB23C3" w:rsidP="00CA3590">
      <w:p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 xml:space="preserve">antwoorden anoniem op Hoorwijzer.nl te publiceren. Verder ziet u een nummer op de voorkant van deze vragenlijst staan. Dit nummer wordt ALLEEN gebruikt om te kijken of de vragenlijst al is teruggestuurd. U krijgt dan géén herinnering meer thuis gestuurd. </w:t>
      </w:r>
    </w:p>
    <w:p w:rsidR="00DB23C3" w:rsidRPr="0016172E" w:rsidRDefault="00DB23C3" w:rsidP="00CA3590">
      <w:p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DB23C3" w:rsidRPr="0016172E" w:rsidRDefault="00DB23C3" w:rsidP="00CA3590">
      <w:p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i/>
          <w:sz w:val="20"/>
        </w:rPr>
      </w:pPr>
      <w:r w:rsidRPr="0016172E">
        <w:rPr>
          <w:rFonts w:ascii="Arial" w:hAnsi="Arial" w:cs="Arial"/>
          <w:sz w:val="20"/>
        </w:rPr>
        <w:t>Deelname aan dit onderzoek is geheel vrijwillig</w:t>
      </w:r>
      <w:r w:rsidRPr="0016172E">
        <w:rPr>
          <w:rFonts w:ascii="Arial" w:hAnsi="Arial" w:cs="Arial"/>
          <w:i/>
          <w:sz w:val="20"/>
        </w:rPr>
        <w:t xml:space="preserve">. </w:t>
      </w:r>
      <w:r w:rsidRPr="0016172E">
        <w:rPr>
          <w:rFonts w:ascii="Arial" w:hAnsi="Arial" w:cs="Arial"/>
          <w:sz w:val="20"/>
        </w:rPr>
        <w:t xml:space="preserve">Het wel of niet meedoen aan dit onderzoek heeft géén gevolgen voor de zorg die u krijgt. Als u </w:t>
      </w:r>
      <w:r w:rsidRPr="0016172E">
        <w:rPr>
          <w:rFonts w:ascii="Arial" w:hAnsi="Arial" w:cs="Arial"/>
          <w:sz w:val="20"/>
          <w:u w:val="single"/>
        </w:rPr>
        <w:t>niet</w:t>
      </w:r>
      <w:r w:rsidRPr="0016172E">
        <w:rPr>
          <w:rFonts w:ascii="Arial" w:hAnsi="Arial" w:cs="Arial"/>
          <w:sz w:val="20"/>
        </w:rPr>
        <w:t xml:space="preserve"> wilt meedoen aan dit onderzoek, zet dan een kruisje in dit vakje </w:t>
      </w:r>
      <w:r w:rsidRPr="0016172E">
        <w:rPr>
          <w:rFonts w:ascii="Arial" w:hAnsi="Arial" w:cs="Arial"/>
          <w:sz w:val="28"/>
          <w:szCs w:val="28"/>
        </w:rPr>
        <w:sym w:font="Wingdings" w:char="F0A8"/>
      </w:r>
      <w:r w:rsidRPr="0016172E">
        <w:rPr>
          <w:rFonts w:ascii="Arial" w:hAnsi="Arial" w:cs="Arial"/>
          <w:sz w:val="20"/>
        </w:rPr>
        <w:t>.</w:t>
      </w:r>
      <w:r w:rsidR="001B0A30" w:rsidRPr="0016172E">
        <w:rPr>
          <w:rFonts w:ascii="Arial" w:hAnsi="Arial" w:cs="Arial"/>
          <w:sz w:val="20"/>
        </w:rPr>
        <w:t xml:space="preserve"> </w:t>
      </w:r>
      <w:r w:rsidRPr="0016172E">
        <w:rPr>
          <w:rFonts w:ascii="Arial" w:hAnsi="Arial" w:cs="Arial"/>
          <w:sz w:val="20"/>
        </w:rPr>
        <w:t>Stuur daarna deze bladzijde terug in de</w:t>
      </w:r>
      <w:r w:rsidR="001D154C" w:rsidRPr="0016172E">
        <w:rPr>
          <w:rFonts w:ascii="Arial" w:hAnsi="Arial" w:cs="Arial"/>
          <w:sz w:val="20"/>
        </w:rPr>
        <w:t xml:space="preserve"> </w:t>
      </w:r>
      <w:r w:rsidRPr="0016172E">
        <w:rPr>
          <w:rFonts w:ascii="Arial" w:hAnsi="Arial" w:cs="Arial"/>
          <w:sz w:val="20"/>
        </w:rPr>
        <w:t>antwoordenvelop</w:t>
      </w:r>
      <w:r w:rsidR="001D154C" w:rsidRPr="0016172E">
        <w:rPr>
          <w:rFonts w:ascii="Arial" w:hAnsi="Arial" w:cs="Arial"/>
          <w:sz w:val="20"/>
        </w:rPr>
        <w:t xml:space="preserve"> </w:t>
      </w:r>
      <w:r w:rsidR="00DE3231" w:rsidRPr="0016172E">
        <w:rPr>
          <w:rFonts w:ascii="Arial" w:hAnsi="Arial" w:cs="Arial"/>
          <w:sz w:val="20"/>
        </w:rPr>
        <w:t>XXX.</w:t>
      </w:r>
      <w:r w:rsidRPr="0016172E">
        <w:rPr>
          <w:rFonts w:ascii="Arial" w:hAnsi="Arial" w:cs="Arial"/>
          <w:sz w:val="20"/>
        </w:rPr>
        <w:t xml:space="preserve"> </w:t>
      </w:r>
    </w:p>
    <w:p w:rsidR="00DB23C3" w:rsidRPr="0016172E" w:rsidRDefault="00DB23C3" w:rsidP="00CA3590">
      <w:p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DB23C3" w:rsidRPr="0016172E" w:rsidRDefault="00DB23C3" w:rsidP="00CA3590">
      <w:p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 xml:space="preserve">Heeft u vragen, dan kunt u bellen </w:t>
      </w:r>
      <w:r w:rsidR="00F15EA9" w:rsidRPr="0016172E">
        <w:rPr>
          <w:rFonts w:ascii="Arial" w:hAnsi="Arial" w:cs="Arial"/>
          <w:sz w:val="20"/>
        </w:rPr>
        <w:t>XXX</w:t>
      </w:r>
    </w:p>
    <w:p w:rsidR="00DB23C3" w:rsidRPr="0016172E" w:rsidRDefault="00DB23C3">
      <w:pPr>
        <w:spacing w:line="280" w:lineRule="atLeast"/>
        <w:rPr>
          <w:rFonts w:ascii="Arial" w:hAnsi="Arial" w:cs="Arial"/>
          <w:sz w:val="20"/>
        </w:rPr>
      </w:pPr>
    </w:p>
    <w:p w:rsidR="00DB23C3" w:rsidRPr="0016172E" w:rsidRDefault="00DB23C3">
      <w:pPr>
        <w:spacing w:line="280" w:lineRule="atLeast"/>
        <w:rPr>
          <w:rFonts w:ascii="Arial" w:hAnsi="Arial" w:cs="Arial"/>
          <w:sz w:val="20"/>
        </w:rPr>
      </w:pPr>
    </w:p>
    <w:p w:rsidR="00DB23C3" w:rsidRPr="0016172E" w:rsidRDefault="00DB23C3">
      <w:pPr>
        <w:spacing w:line="280" w:lineRule="atLeast"/>
        <w:rPr>
          <w:rFonts w:ascii="Arial" w:hAnsi="Arial" w:cs="Arial"/>
          <w:b/>
          <w:sz w:val="24"/>
          <w:szCs w:val="24"/>
          <w:u w:val="single"/>
        </w:rPr>
      </w:pPr>
      <w:r w:rsidRPr="0016172E">
        <w:rPr>
          <w:rFonts w:ascii="Arial" w:hAnsi="Arial" w:cs="Arial"/>
          <w:b/>
          <w:sz w:val="24"/>
          <w:szCs w:val="24"/>
          <w:u w:val="single"/>
        </w:rPr>
        <w:t>INVULINSTRUCTIE</w:t>
      </w:r>
    </w:p>
    <w:p w:rsidR="00DB23C3" w:rsidRPr="0016172E" w:rsidRDefault="00DB23C3" w:rsidP="00282D4F">
      <w:pPr>
        <w:tabs>
          <w:tab w:val="num" w:pos="360"/>
          <w:tab w:val="left" w:pos="1800"/>
        </w:tabs>
        <w:spacing w:line="280" w:lineRule="atLeast"/>
        <w:ind w:left="360"/>
        <w:rPr>
          <w:rFonts w:ascii="Arial" w:hAnsi="Arial" w:cs="Arial"/>
          <w:sz w:val="20"/>
        </w:rPr>
      </w:pPr>
    </w:p>
    <w:p w:rsidR="00047D45" w:rsidRPr="0016172E" w:rsidRDefault="00047D45" w:rsidP="00282D4F">
      <w:pPr>
        <w:numPr>
          <w:ilvl w:val="0"/>
          <w:numId w:val="1"/>
        </w:numPr>
        <w:tabs>
          <w:tab w:val="clear" w:pos="720"/>
          <w:tab w:val="num" w:pos="360"/>
          <w:tab w:val="left" w:pos="1800"/>
        </w:tabs>
        <w:spacing w:line="280" w:lineRule="atLeast"/>
        <w:ind w:left="36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>Het is belangrijk dat de antwoorden betrekking hebben op de persoon die in de begeleidende brief staat. U mag hulp vragen bij het invullen van de vragenlijst, maar wij vragen u de vragenlijst niet door te geven aan iemand anders.</w:t>
      </w:r>
    </w:p>
    <w:p w:rsidR="00047D45" w:rsidRPr="0016172E" w:rsidRDefault="00047D45" w:rsidP="00047D45">
      <w:pPr>
        <w:tabs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DB23C3" w:rsidRPr="0016172E" w:rsidRDefault="00DB23C3" w:rsidP="00282D4F">
      <w:pPr>
        <w:numPr>
          <w:ilvl w:val="0"/>
          <w:numId w:val="1"/>
        </w:numPr>
        <w:tabs>
          <w:tab w:val="clear" w:pos="720"/>
          <w:tab w:val="num" w:pos="360"/>
          <w:tab w:val="left" w:pos="1800"/>
        </w:tabs>
        <w:spacing w:line="280" w:lineRule="atLeast"/>
        <w:ind w:left="36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 xml:space="preserve">De meeste vragen kunt u beantwoorden door een kruisje te zetten </w:t>
      </w:r>
      <w:r w:rsidRPr="0016172E">
        <w:rPr>
          <w:rFonts w:ascii="Arial" w:hAnsi="Arial" w:cs="Arial"/>
          <w:bCs/>
          <w:iCs/>
          <w:sz w:val="20"/>
        </w:rPr>
        <w:t>in het vakje van uw keuze</w:t>
      </w:r>
      <w:r w:rsidRPr="0016172E">
        <w:rPr>
          <w:rFonts w:ascii="Arial" w:hAnsi="Arial" w:cs="Arial"/>
          <w:sz w:val="20"/>
        </w:rPr>
        <w:t xml:space="preserve">. Kruisjes die buiten de vakjes staan worden door de computer niet gezien. </w:t>
      </w:r>
    </w:p>
    <w:p w:rsidR="00DB23C3" w:rsidRPr="0016172E" w:rsidRDefault="00DB23C3" w:rsidP="00282D4F">
      <w:pPr>
        <w:tabs>
          <w:tab w:val="num" w:pos="360"/>
          <w:tab w:val="left" w:pos="1800"/>
        </w:tabs>
        <w:spacing w:line="280" w:lineRule="atLeast"/>
        <w:ind w:left="360"/>
        <w:rPr>
          <w:rFonts w:ascii="Arial" w:hAnsi="Arial" w:cs="Arial"/>
          <w:sz w:val="20"/>
        </w:rPr>
      </w:pPr>
    </w:p>
    <w:p w:rsidR="00DB23C3" w:rsidRPr="0016172E" w:rsidRDefault="00DB23C3" w:rsidP="00282D4F">
      <w:pPr>
        <w:numPr>
          <w:ilvl w:val="0"/>
          <w:numId w:val="1"/>
        </w:numPr>
        <w:tabs>
          <w:tab w:val="clear" w:pos="720"/>
          <w:tab w:val="num" w:pos="360"/>
        </w:tabs>
        <w:spacing w:line="280" w:lineRule="atLeast"/>
        <w:ind w:left="36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>Bij sommige vragen zijn meerdere antwoorden mogelijk. Bij deze vragen staat aangegeven dat u meerdere vakjes kunt aankruisen.</w:t>
      </w:r>
    </w:p>
    <w:p w:rsidR="00DB23C3" w:rsidRPr="0016172E" w:rsidRDefault="00DB23C3" w:rsidP="00282D4F">
      <w:pPr>
        <w:tabs>
          <w:tab w:val="num" w:pos="360"/>
          <w:tab w:val="left" w:pos="1800"/>
        </w:tabs>
        <w:spacing w:line="280" w:lineRule="atLeast"/>
        <w:ind w:left="360"/>
        <w:rPr>
          <w:rFonts w:ascii="Arial" w:hAnsi="Arial" w:cs="Arial"/>
          <w:sz w:val="20"/>
        </w:rPr>
      </w:pPr>
    </w:p>
    <w:p w:rsidR="00DB23C3" w:rsidRPr="0016172E" w:rsidRDefault="00DB23C3" w:rsidP="00282D4F">
      <w:pPr>
        <w:numPr>
          <w:ilvl w:val="0"/>
          <w:numId w:val="1"/>
        </w:numPr>
        <w:tabs>
          <w:tab w:val="clear" w:pos="720"/>
          <w:tab w:val="num" w:pos="360"/>
        </w:tabs>
        <w:spacing w:line="280" w:lineRule="atLeast"/>
        <w:ind w:left="36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>Bij sommige vragen kunt u zelf een antwoord opschrijven. Wilt u dit met blokletters doen in het aangewezen vakje.</w:t>
      </w:r>
    </w:p>
    <w:p w:rsidR="00DB23C3" w:rsidRPr="0016172E" w:rsidRDefault="00DB23C3" w:rsidP="00282D4F">
      <w:pPr>
        <w:tabs>
          <w:tab w:val="num" w:pos="360"/>
          <w:tab w:val="left" w:pos="1800"/>
        </w:tabs>
        <w:spacing w:line="280" w:lineRule="atLeast"/>
        <w:ind w:left="360"/>
        <w:rPr>
          <w:rFonts w:ascii="Arial" w:hAnsi="Arial" w:cs="Arial"/>
          <w:b/>
          <w:i/>
          <w:sz w:val="20"/>
        </w:rPr>
      </w:pPr>
    </w:p>
    <w:p w:rsidR="00DB23C3" w:rsidRPr="0016172E" w:rsidRDefault="00DB23C3" w:rsidP="00282D4F">
      <w:pPr>
        <w:numPr>
          <w:ilvl w:val="0"/>
          <w:numId w:val="1"/>
        </w:numPr>
        <w:tabs>
          <w:tab w:val="clear" w:pos="720"/>
          <w:tab w:val="num" w:pos="360"/>
          <w:tab w:val="left" w:pos="1800"/>
        </w:tabs>
        <w:spacing w:line="280" w:lineRule="atLeast"/>
        <w:ind w:left="360"/>
        <w:rPr>
          <w:rFonts w:ascii="Arial" w:hAnsi="Arial" w:cs="Arial"/>
          <w:i/>
          <w:sz w:val="20"/>
        </w:rPr>
      </w:pPr>
      <w:r w:rsidRPr="0016172E">
        <w:rPr>
          <w:rFonts w:ascii="Arial" w:hAnsi="Arial" w:cs="Arial"/>
          <w:sz w:val="20"/>
        </w:rPr>
        <w:t xml:space="preserve">Wanneer u een situatie of een bepaald aspect van de zorg niet heeft meegemaakt, dan kunt u de vraag beantwoorden met </w:t>
      </w:r>
      <w:r w:rsidRPr="0016172E">
        <w:rPr>
          <w:rFonts w:ascii="Arial" w:hAnsi="Arial" w:cs="Arial"/>
          <w:i/>
          <w:sz w:val="20"/>
        </w:rPr>
        <w:t>‘</w:t>
      </w:r>
      <w:r w:rsidR="00F12CFF" w:rsidRPr="0016172E">
        <w:rPr>
          <w:rFonts w:ascii="Arial" w:hAnsi="Arial" w:cs="Arial"/>
          <w:i/>
          <w:sz w:val="20"/>
        </w:rPr>
        <w:t>N</w:t>
      </w:r>
      <w:r w:rsidRPr="0016172E">
        <w:rPr>
          <w:rFonts w:ascii="Arial" w:hAnsi="Arial" w:cs="Arial"/>
          <w:i/>
          <w:sz w:val="20"/>
        </w:rPr>
        <w:t xml:space="preserve">iet van toepassing’. </w:t>
      </w:r>
    </w:p>
    <w:p w:rsidR="00DB23C3" w:rsidRPr="0016172E" w:rsidRDefault="00DB23C3" w:rsidP="00282D4F">
      <w:pPr>
        <w:tabs>
          <w:tab w:val="num" w:pos="360"/>
          <w:tab w:val="left" w:pos="1800"/>
        </w:tabs>
        <w:spacing w:line="280" w:lineRule="atLeast"/>
        <w:ind w:left="360"/>
        <w:rPr>
          <w:rFonts w:ascii="Arial" w:hAnsi="Arial" w:cs="Arial"/>
          <w:sz w:val="20"/>
        </w:rPr>
      </w:pPr>
    </w:p>
    <w:p w:rsidR="00DB23C3" w:rsidRPr="0016172E" w:rsidRDefault="00DB23C3" w:rsidP="00282D4F">
      <w:pPr>
        <w:numPr>
          <w:ilvl w:val="0"/>
          <w:numId w:val="1"/>
        </w:numPr>
        <w:tabs>
          <w:tab w:val="clear" w:pos="720"/>
          <w:tab w:val="num" w:pos="360"/>
          <w:tab w:val="left" w:pos="1800"/>
        </w:tabs>
        <w:spacing w:line="280" w:lineRule="atLeast"/>
        <w:ind w:left="36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 xml:space="preserve">Soms wordt u gevraagd om enkele vragen in deze vragenlijst over te slaan. U ziet dan een pijltje met een opmerking. Deze opmerking geeft aan welke vraag u daarna moet beantwoorden. Dit ziet er als volgt uit: </w:t>
      </w:r>
    </w:p>
    <w:p w:rsidR="00DB23C3" w:rsidRPr="0016172E" w:rsidRDefault="00DB23C3" w:rsidP="0014657D">
      <w:pPr>
        <w:tabs>
          <w:tab w:val="num" w:pos="360"/>
          <w:tab w:val="left" w:pos="994"/>
        </w:tabs>
        <w:spacing w:line="340" w:lineRule="exact"/>
        <w:ind w:left="357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282D4F"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FD"/>
      </w:r>
      <w:r w:rsidRPr="0016172E">
        <w:rPr>
          <w:rFonts w:ascii="Arial" w:hAnsi="Arial" w:cs="Arial"/>
          <w:sz w:val="20"/>
        </w:rPr>
        <w:tab/>
        <w:t xml:space="preserve">Nee </w:t>
      </w:r>
      <w:r w:rsidRPr="0016172E">
        <w:rPr>
          <w:rFonts w:ascii="Arial" w:eastAsia="Arial Unicode MS" w:hAnsi="Arial" w:cs="Arial"/>
          <w:b/>
          <w:bCs/>
          <w:sz w:val="20"/>
        </w:rPr>
        <w:sym w:font="Wingdings" w:char="F0E0"/>
      </w:r>
      <w:r w:rsidRPr="0016172E">
        <w:rPr>
          <w:rFonts w:ascii="Arial" w:hAnsi="Arial" w:cs="Arial"/>
          <w:b/>
          <w:sz w:val="20"/>
        </w:rPr>
        <w:t xml:space="preserve"> </w:t>
      </w:r>
      <w:r w:rsidR="00F30B9E" w:rsidRPr="0016172E">
        <w:rPr>
          <w:rFonts w:ascii="Arial" w:hAnsi="Arial" w:cs="Arial"/>
          <w:i/>
          <w:sz w:val="20"/>
        </w:rPr>
        <w:t>g</w:t>
      </w:r>
      <w:r w:rsidRPr="0016172E">
        <w:rPr>
          <w:rFonts w:ascii="Arial" w:hAnsi="Arial" w:cs="Arial"/>
          <w:i/>
          <w:sz w:val="20"/>
        </w:rPr>
        <w:t xml:space="preserve">a door naar vraag 3 </w:t>
      </w:r>
    </w:p>
    <w:p w:rsidR="00DB23C3" w:rsidRPr="0016172E" w:rsidRDefault="00CA3590" w:rsidP="0014657D">
      <w:pPr>
        <w:tabs>
          <w:tab w:val="num" w:pos="360"/>
          <w:tab w:val="left" w:pos="994"/>
        </w:tabs>
        <w:spacing w:line="340" w:lineRule="exact"/>
        <w:ind w:left="360" w:hanging="360"/>
        <w:rPr>
          <w:rFonts w:ascii="Arial" w:hAnsi="Arial" w:cs="Arial"/>
          <w:b/>
          <w:sz w:val="20"/>
        </w:rPr>
      </w:pPr>
      <w:r w:rsidRPr="0016172E">
        <w:rPr>
          <w:rFonts w:ascii="Arial" w:eastAsia="Arial Unicode MS" w:hAnsi="Arial" w:cs="Arial"/>
          <w:sz w:val="20"/>
        </w:rPr>
        <w:tab/>
      </w:r>
      <w:r w:rsidRPr="0016172E">
        <w:rPr>
          <w:rFonts w:ascii="Arial" w:eastAsia="Arial Unicode MS" w:hAnsi="Arial" w:cs="Arial"/>
          <w:sz w:val="20"/>
        </w:rPr>
        <w:tab/>
      </w:r>
      <w:r w:rsidR="00DB23C3" w:rsidRPr="0016172E">
        <w:rPr>
          <w:rFonts w:ascii="Arial" w:eastAsia="Arial Unicode MS" w:hAnsi="Arial" w:cs="Arial"/>
          <w:sz w:val="20"/>
        </w:rPr>
        <w:sym w:font="Wingdings" w:char="F06F"/>
      </w:r>
      <w:r w:rsidR="00DB23C3" w:rsidRPr="0016172E">
        <w:rPr>
          <w:rFonts w:ascii="Arial" w:hAnsi="Arial" w:cs="Arial"/>
          <w:sz w:val="20"/>
        </w:rPr>
        <w:tab/>
        <w:t>Ja</w:t>
      </w:r>
    </w:p>
    <w:p w:rsidR="00DB23C3" w:rsidRPr="0016172E" w:rsidRDefault="00DB23C3" w:rsidP="00CA3590">
      <w:pPr>
        <w:tabs>
          <w:tab w:val="num" w:pos="360"/>
          <w:tab w:val="left" w:pos="994"/>
        </w:tabs>
        <w:spacing w:line="280" w:lineRule="atLeast"/>
        <w:ind w:left="360"/>
        <w:rPr>
          <w:rFonts w:ascii="Arial" w:hAnsi="Arial" w:cs="Arial"/>
          <w:b/>
          <w:sz w:val="20"/>
        </w:rPr>
      </w:pPr>
    </w:p>
    <w:p w:rsidR="00DB23C3" w:rsidRPr="0016172E" w:rsidRDefault="00DB23C3" w:rsidP="008E798D">
      <w:pPr>
        <w:numPr>
          <w:ilvl w:val="0"/>
          <w:numId w:val="2"/>
        </w:numPr>
        <w:tabs>
          <w:tab w:val="clear" w:pos="720"/>
          <w:tab w:val="num" w:pos="360"/>
          <w:tab w:val="left" w:pos="994"/>
        </w:tabs>
        <w:spacing w:line="280" w:lineRule="atLeast"/>
        <w:ind w:left="36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>Heeft u een antwoord ingevuld, maar wilt u dat later veranderen? Zet het verkeerd ingevulde hokje dan tussen haakjes en kruis een ander antwoord aan, op de volgende manier:</w:t>
      </w:r>
    </w:p>
    <w:p w:rsidR="00DB23C3" w:rsidRPr="0016172E" w:rsidRDefault="00282D4F" w:rsidP="0014657D">
      <w:pPr>
        <w:tabs>
          <w:tab w:val="num" w:pos="360"/>
          <w:tab w:val="left" w:pos="994"/>
          <w:tab w:val="left" w:pos="1080"/>
        </w:tabs>
        <w:spacing w:line="340" w:lineRule="exact"/>
        <w:ind w:left="357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FD"/>
      </w:r>
      <w:r w:rsidR="00DB23C3" w:rsidRPr="0016172E">
        <w:rPr>
          <w:rFonts w:ascii="Arial" w:hAnsi="Arial" w:cs="Arial"/>
          <w:sz w:val="20"/>
        </w:rPr>
        <w:tab/>
        <w:t>Nee</w:t>
      </w:r>
    </w:p>
    <w:p w:rsidR="00DB23C3" w:rsidRPr="0016172E" w:rsidRDefault="001B0A30" w:rsidP="0014657D">
      <w:pPr>
        <w:tabs>
          <w:tab w:val="num" w:pos="360"/>
          <w:tab w:val="left" w:pos="924"/>
        </w:tabs>
        <w:spacing w:line="340" w:lineRule="exact"/>
        <w:ind w:left="357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 xml:space="preserve"> </w:t>
      </w:r>
      <w:r w:rsidR="00282D4F"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t>(</w:t>
      </w:r>
      <w:r w:rsidR="00DB23C3" w:rsidRPr="0016172E">
        <w:rPr>
          <w:rFonts w:ascii="Arial" w:hAnsi="Arial" w:cs="Arial"/>
          <w:sz w:val="20"/>
        </w:rPr>
        <w:sym w:font="Wingdings" w:char="F0FD"/>
      </w:r>
      <w:r w:rsidR="00DB23C3" w:rsidRPr="0016172E">
        <w:rPr>
          <w:rFonts w:ascii="Arial" w:hAnsi="Arial" w:cs="Arial"/>
          <w:sz w:val="20"/>
        </w:rPr>
        <w:t>)</w:t>
      </w:r>
      <w:r w:rsidR="00DB23C3" w:rsidRPr="0016172E">
        <w:rPr>
          <w:rFonts w:ascii="Arial" w:hAnsi="Arial" w:cs="Arial"/>
          <w:sz w:val="20"/>
        </w:rPr>
        <w:tab/>
        <w:t>Ja</w:t>
      </w:r>
    </w:p>
    <w:p w:rsidR="00DB23C3" w:rsidRPr="0016172E" w:rsidRDefault="001B0A30" w:rsidP="00CA3590">
      <w:pPr>
        <w:tabs>
          <w:tab w:val="num" w:pos="360"/>
          <w:tab w:val="left" w:pos="994"/>
        </w:tabs>
        <w:spacing w:line="360" w:lineRule="auto"/>
        <w:ind w:left="36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 xml:space="preserve"> </w:t>
      </w:r>
    </w:p>
    <w:p w:rsidR="00DB23C3" w:rsidRPr="0016172E" w:rsidRDefault="00DB23C3">
      <w:pPr>
        <w:spacing w:line="360" w:lineRule="auto"/>
        <w:rPr>
          <w:rFonts w:ascii="Arial" w:hAnsi="Arial" w:cs="Arial"/>
          <w:sz w:val="20"/>
        </w:rPr>
      </w:pPr>
    </w:p>
    <w:p w:rsidR="0065063C" w:rsidRPr="0016172E" w:rsidRDefault="0065063C">
      <w:pPr>
        <w:spacing w:line="360" w:lineRule="auto"/>
        <w:rPr>
          <w:rFonts w:ascii="Arial" w:hAnsi="Arial" w:cs="Arial"/>
          <w:sz w:val="20"/>
        </w:rPr>
      </w:pPr>
    </w:p>
    <w:p w:rsidR="00B455EC" w:rsidRPr="0016172E" w:rsidRDefault="00B455EC">
      <w:pPr>
        <w:tabs>
          <w:tab w:val="left" w:pos="-180"/>
          <w:tab w:val="left" w:pos="0"/>
        </w:tabs>
        <w:spacing w:line="260" w:lineRule="exact"/>
        <w:rPr>
          <w:rFonts w:ascii="Arial" w:hAnsi="Arial" w:cs="Arial"/>
          <w:sz w:val="20"/>
        </w:rPr>
        <w:sectPr w:rsidR="00B455EC" w:rsidRPr="0016172E" w:rsidSect="00036BAB">
          <w:footerReference w:type="even" r:id="rId18"/>
          <w:footerReference w:type="default" r:id="rId19"/>
          <w:type w:val="continuous"/>
          <w:pgSz w:w="11906" w:h="16838" w:code="9"/>
          <w:pgMar w:top="851" w:right="851" w:bottom="1134" w:left="851" w:header="0" w:footer="567" w:gutter="0"/>
          <w:cols w:space="708"/>
          <w:titlePg/>
          <w:docGrid w:linePitch="360"/>
        </w:sectPr>
      </w:pPr>
    </w:p>
    <w:p w:rsidR="00DB23C3" w:rsidRPr="0016172E" w:rsidRDefault="00F15EA9" w:rsidP="00D220C8">
      <w:pPr>
        <w:tabs>
          <w:tab w:val="left" w:pos="-180"/>
          <w:tab w:val="left" w:pos="0"/>
        </w:tabs>
        <w:spacing w:line="260" w:lineRule="exact"/>
        <w:rPr>
          <w:rFonts w:ascii="Arial" w:hAnsi="Arial" w:cs="Arial"/>
          <w:b/>
          <w:i/>
          <w:sz w:val="24"/>
        </w:rPr>
      </w:pPr>
      <w:r w:rsidRPr="0016172E">
        <w:rPr>
          <w:rFonts w:ascii="Arial" w:hAnsi="Arial" w:cs="Arial"/>
          <w:b/>
          <w:i/>
          <w:sz w:val="24"/>
        </w:rPr>
        <w:br w:type="page"/>
      </w:r>
      <w:r w:rsidR="00DB23C3" w:rsidRPr="0016172E">
        <w:rPr>
          <w:rFonts w:ascii="Arial" w:hAnsi="Arial" w:cs="Arial"/>
          <w:b/>
          <w:i/>
          <w:sz w:val="24"/>
        </w:rPr>
        <w:lastRenderedPageBreak/>
        <w:t xml:space="preserve">INTRODUCTIE </w:t>
      </w:r>
    </w:p>
    <w:p w:rsidR="00DB23C3" w:rsidRPr="0016172E" w:rsidRDefault="00DB23C3" w:rsidP="00D220C8">
      <w:pPr>
        <w:spacing w:line="260" w:lineRule="exact"/>
        <w:rPr>
          <w:rFonts w:ascii="Arial" w:hAnsi="Arial" w:cs="Arial"/>
        </w:rPr>
      </w:pPr>
    </w:p>
    <w:p w:rsidR="00DB23C3" w:rsidRPr="0016172E" w:rsidRDefault="00DB23C3" w:rsidP="002F3C11">
      <w:pPr>
        <w:tabs>
          <w:tab w:val="left" w:pos="425"/>
          <w:tab w:val="left" w:pos="680"/>
        </w:tabs>
        <w:spacing w:line="260" w:lineRule="exact"/>
        <w:ind w:right="-137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De vragen in deze vragenlijst gaan over uw ervaringen met het audiologisch centrum dat u in de afgelopen 12 maanden</w:t>
      </w:r>
      <w:r w:rsidR="003D3670" w:rsidRPr="0016172E">
        <w:rPr>
          <w:rFonts w:ascii="Arial" w:hAnsi="Arial" w:cs="Arial"/>
          <w:b/>
          <w:sz w:val="20"/>
        </w:rPr>
        <w:t xml:space="preserve"> het vaakst</w:t>
      </w:r>
      <w:r w:rsidRPr="0016172E">
        <w:rPr>
          <w:rFonts w:ascii="Arial" w:hAnsi="Arial" w:cs="Arial"/>
          <w:b/>
          <w:sz w:val="20"/>
        </w:rPr>
        <w:t xml:space="preserve"> heeft bezocht.</w:t>
      </w:r>
      <w:r w:rsidR="00F74B59" w:rsidRPr="0016172E">
        <w:rPr>
          <w:rFonts w:ascii="Arial" w:hAnsi="Arial" w:cs="Arial"/>
          <w:b/>
          <w:sz w:val="20"/>
        </w:rPr>
        <w:t xml:space="preserve"> Een audiologisch centrum is een</w:t>
      </w:r>
      <w:r w:rsidR="001D1B0E" w:rsidRPr="0016172E">
        <w:rPr>
          <w:rFonts w:ascii="Arial" w:hAnsi="Arial" w:cs="Arial"/>
          <w:b/>
          <w:sz w:val="20"/>
        </w:rPr>
        <w:t xml:space="preserve"> afdeling binnen het ziekenhuis</w:t>
      </w:r>
      <w:r w:rsidR="00F74B59" w:rsidRPr="0016172E">
        <w:rPr>
          <w:rFonts w:ascii="Arial" w:hAnsi="Arial" w:cs="Arial"/>
          <w:b/>
          <w:sz w:val="20"/>
        </w:rPr>
        <w:t xml:space="preserve"> </w:t>
      </w:r>
      <w:r w:rsidR="001D1B0E" w:rsidRPr="0016172E">
        <w:rPr>
          <w:rFonts w:ascii="Arial" w:hAnsi="Arial" w:cs="Arial"/>
          <w:b/>
          <w:sz w:val="20"/>
        </w:rPr>
        <w:t xml:space="preserve">of een </w:t>
      </w:r>
      <w:r w:rsidR="007D28C2" w:rsidRPr="0016172E">
        <w:rPr>
          <w:rFonts w:ascii="Arial" w:hAnsi="Arial" w:cs="Arial"/>
          <w:b/>
          <w:sz w:val="20"/>
        </w:rPr>
        <w:t>centrum</w:t>
      </w:r>
      <w:r w:rsidR="00F74B59" w:rsidRPr="0016172E">
        <w:rPr>
          <w:rFonts w:ascii="Arial" w:hAnsi="Arial" w:cs="Arial"/>
          <w:b/>
          <w:sz w:val="20"/>
        </w:rPr>
        <w:t xml:space="preserve"> waar u terecht kunt voor </w:t>
      </w:r>
      <w:r w:rsidR="00F74B59" w:rsidRPr="0016172E">
        <w:rPr>
          <w:rFonts w:ascii="Arial" w:hAnsi="Arial" w:cs="Arial"/>
          <w:b/>
          <w:color w:val="333333"/>
          <w:sz w:val="20"/>
        </w:rPr>
        <w:t>gehoor-, spraak- en taalproblemen.</w:t>
      </w:r>
    </w:p>
    <w:p w:rsidR="00E80B18" w:rsidRPr="0016172E" w:rsidRDefault="00E80B18" w:rsidP="00E80B1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</w:rPr>
      </w:pPr>
    </w:p>
    <w:p w:rsidR="00DB23C3" w:rsidRPr="0016172E" w:rsidRDefault="00D220C8" w:rsidP="00D220C8">
      <w:pPr>
        <w:tabs>
          <w:tab w:val="left" w:pos="425"/>
          <w:tab w:val="left" w:pos="680"/>
        </w:tabs>
        <w:spacing w:line="260" w:lineRule="exact"/>
        <w:ind w:left="425" w:hanging="425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1.</w:t>
      </w:r>
      <w:r w:rsidRPr="0016172E">
        <w:rPr>
          <w:rFonts w:ascii="Arial" w:hAnsi="Arial" w:cs="Arial"/>
          <w:b/>
          <w:sz w:val="20"/>
        </w:rPr>
        <w:tab/>
      </w:r>
      <w:r w:rsidR="00DB23C3" w:rsidRPr="0016172E">
        <w:rPr>
          <w:rFonts w:ascii="Arial" w:hAnsi="Arial" w:cs="Arial"/>
          <w:b/>
          <w:sz w:val="20"/>
        </w:rPr>
        <w:t>Heeft u, uw kind, partner</w:t>
      </w:r>
      <w:r w:rsidR="009064E0" w:rsidRPr="0016172E">
        <w:rPr>
          <w:rFonts w:ascii="Arial" w:hAnsi="Arial" w:cs="Arial"/>
          <w:b/>
          <w:sz w:val="20"/>
        </w:rPr>
        <w:t>, familieli</w:t>
      </w:r>
      <w:r w:rsidR="004B594E" w:rsidRPr="0016172E">
        <w:rPr>
          <w:rFonts w:ascii="Arial" w:hAnsi="Arial" w:cs="Arial"/>
          <w:b/>
          <w:sz w:val="20"/>
        </w:rPr>
        <w:t>d, vriend</w:t>
      </w:r>
      <w:r w:rsidR="00DB23C3" w:rsidRPr="0016172E">
        <w:rPr>
          <w:rFonts w:ascii="Arial" w:hAnsi="Arial" w:cs="Arial"/>
          <w:b/>
          <w:sz w:val="20"/>
        </w:rPr>
        <w:t xml:space="preserve"> of kennis waarvoor u deze vragenlijst invult in de afgelopen 12 maanden een audiologisch centrum bezocht? </w:t>
      </w:r>
    </w:p>
    <w:p w:rsidR="00DB23C3" w:rsidRPr="0016172E" w:rsidRDefault="00DB23C3" w:rsidP="00D2690E">
      <w:pPr>
        <w:tabs>
          <w:tab w:val="left" w:pos="425"/>
          <w:tab w:val="left" w:pos="680"/>
        </w:tabs>
        <w:spacing w:line="260" w:lineRule="exact"/>
        <w:ind w:left="1330" w:hanging="1330"/>
        <w:rPr>
          <w:rFonts w:ascii="Arial" w:hAnsi="Arial" w:cs="Arial"/>
          <w:i/>
          <w:sz w:val="20"/>
        </w:rPr>
      </w:pPr>
      <w:r w:rsidRPr="0016172E">
        <w:rPr>
          <w:rFonts w:ascii="Arial" w:hAnsi="Arial" w:cs="Arial"/>
          <w:sz w:val="20"/>
        </w:rPr>
        <w:tab/>
      </w:r>
      <w:r w:rsidR="00B455EC" w:rsidRPr="0016172E">
        <w:rPr>
          <w:rFonts w:ascii="Arial" w:hAnsi="Arial" w:cs="Arial"/>
          <w:sz w:val="20"/>
        </w:rPr>
        <w:sym w:font="Wingdings" w:char="F071"/>
      </w:r>
      <w:r w:rsidR="00D220C8"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t xml:space="preserve">Nee </w:t>
      </w:r>
      <w:r w:rsidR="00D220C8" w:rsidRPr="0016172E">
        <w:rPr>
          <w:rFonts w:ascii="Arial" w:hAnsi="Arial" w:cs="Arial"/>
          <w:b/>
          <w:sz w:val="20"/>
        </w:rPr>
        <w:sym w:font="Wingdings" w:char="F0E0"/>
      </w:r>
      <w:r w:rsidR="00D220C8"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b/>
          <w:i/>
          <w:sz w:val="20"/>
        </w:rPr>
        <w:t>Deze vragenlijst is niet op u van toepassing. Wilt u zo vriendelijk zijn de lijst terug te sturen in de bijgevoegde antwoordenvelop? (postzegel niet nodig)</w:t>
      </w:r>
    </w:p>
    <w:p w:rsidR="00DB23C3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t>Ja</w:t>
      </w:r>
      <w:r w:rsidR="00DB23C3" w:rsidRPr="0016172E">
        <w:rPr>
          <w:rFonts w:ascii="Arial" w:hAnsi="Arial" w:cs="Arial"/>
          <w:sz w:val="20"/>
        </w:rPr>
        <w:tab/>
      </w: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ind w:left="425" w:hanging="425"/>
        <w:rPr>
          <w:rFonts w:ascii="Arial" w:hAnsi="Arial" w:cs="Arial"/>
          <w:b/>
          <w:sz w:val="20"/>
        </w:rPr>
      </w:pPr>
    </w:p>
    <w:p w:rsidR="00DB23C3" w:rsidRPr="0016172E" w:rsidRDefault="008652CF" w:rsidP="00D220C8">
      <w:pPr>
        <w:tabs>
          <w:tab w:val="left" w:pos="425"/>
          <w:tab w:val="left" w:pos="680"/>
        </w:tabs>
        <w:spacing w:line="260" w:lineRule="exact"/>
        <w:ind w:left="425" w:hanging="425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2</w:t>
      </w:r>
      <w:r w:rsidR="00DB23C3" w:rsidRPr="0016172E">
        <w:rPr>
          <w:rFonts w:ascii="Arial" w:hAnsi="Arial" w:cs="Arial"/>
          <w:b/>
          <w:sz w:val="20"/>
        </w:rPr>
        <w:t xml:space="preserve">. </w:t>
      </w:r>
      <w:r w:rsidR="00DB23C3" w:rsidRPr="0016172E">
        <w:rPr>
          <w:rFonts w:ascii="Arial" w:hAnsi="Arial" w:cs="Arial"/>
          <w:b/>
          <w:sz w:val="20"/>
        </w:rPr>
        <w:tab/>
        <w:t>Heeft u over d</w:t>
      </w:r>
      <w:r w:rsidR="009227A5" w:rsidRPr="0016172E">
        <w:rPr>
          <w:rFonts w:ascii="Arial" w:hAnsi="Arial" w:cs="Arial"/>
          <w:b/>
          <w:sz w:val="20"/>
        </w:rPr>
        <w:t>it audiologisch centrum</w:t>
      </w:r>
      <w:r w:rsidR="00DB23C3" w:rsidRPr="0016172E">
        <w:rPr>
          <w:rFonts w:ascii="Arial" w:hAnsi="Arial" w:cs="Arial"/>
          <w:b/>
          <w:sz w:val="20"/>
        </w:rPr>
        <w:t xml:space="preserve"> in de afgelopen 12 maanden al eerder uw ervaringen gegeven via Hoorwijzer.nl? </w:t>
      </w: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ind w:left="720" w:hanging="7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B455EC"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Nee, ik heb nog geen ervaring</w:t>
      </w:r>
      <w:r w:rsidR="007F0A1F" w:rsidRPr="0016172E">
        <w:rPr>
          <w:rFonts w:ascii="Arial" w:hAnsi="Arial" w:cs="Arial"/>
          <w:sz w:val="20"/>
        </w:rPr>
        <w:t xml:space="preserve"> over dit </w:t>
      </w:r>
      <w:r w:rsidR="009227A5" w:rsidRPr="0016172E">
        <w:rPr>
          <w:rFonts w:ascii="Arial" w:hAnsi="Arial" w:cs="Arial"/>
          <w:sz w:val="20"/>
        </w:rPr>
        <w:t>audiologisch centrum</w:t>
      </w:r>
      <w:r w:rsidRPr="0016172E">
        <w:rPr>
          <w:rFonts w:ascii="Arial" w:hAnsi="Arial" w:cs="Arial"/>
          <w:sz w:val="20"/>
        </w:rPr>
        <w:t xml:space="preserve"> </w:t>
      </w:r>
      <w:r w:rsidR="007F0A1F" w:rsidRPr="0016172E">
        <w:rPr>
          <w:rFonts w:ascii="Arial" w:hAnsi="Arial" w:cs="Arial"/>
          <w:sz w:val="20"/>
        </w:rPr>
        <w:t>ingevuld</w:t>
      </w:r>
    </w:p>
    <w:p w:rsidR="00DB23C3" w:rsidRPr="0016172E" w:rsidRDefault="00DB23C3" w:rsidP="00B13DC8">
      <w:pPr>
        <w:tabs>
          <w:tab w:val="left" w:pos="425"/>
          <w:tab w:val="left" w:pos="686"/>
          <w:tab w:val="left" w:pos="1204"/>
        </w:tabs>
        <w:spacing w:line="260" w:lineRule="exact"/>
        <w:ind w:left="1218" w:hanging="1218"/>
        <w:rPr>
          <w:rFonts w:ascii="Arial" w:hAnsi="Arial" w:cs="Arial"/>
          <w:b/>
          <w:i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Ja </w:t>
      </w:r>
      <w:r w:rsidRPr="0016172E">
        <w:rPr>
          <w:rFonts w:ascii="Arial" w:hAnsi="Arial" w:cs="Arial"/>
          <w:b/>
          <w:sz w:val="20"/>
        </w:rPr>
        <w:sym w:font="Wingdings" w:char="F0E0"/>
      </w:r>
      <w:r w:rsidR="00F12CFF" w:rsidRPr="0016172E">
        <w:rPr>
          <w:rFonts w:ascii="Arial" w:hAnsi="Arial" w:cs="Arial"/>
          <w:b/>
          <w:sz w:val="20"/>
        </w:rPr>
        <w:tab/>
      </w:r>
      <w:r w:rsidRPr="0016172E">
        <w:rPr>
          <w:rFonts w:ascii="Arial" w:hAnsi="Arial" w:cs="Arial"/>
          <w:b/>
          <w:i/>
          <w:sz w:val="20"/>
        </w:rPr>
        <w:t xml:space="preserve">U kunt slechts eenmaal een ervaring over </w:t>
      </w:r>
      <w:r w:rsidR="009227A5" w:rsidRPr="0016172E">
        <w:rPr>
          <w:rFonts w:ascii="Arial" w:hAnsi="Arial" w:cs="Arial"/>
          <w:b/>
          <w:i/>
          <w:sz w:val="20"/>
        </w:rPr>
        <w:t>het</w:t>
      </w:r>
      <w:r w:rsidRPr="0016172E">
        <w:rPr>
          <w:rFonts w:ascii="Arial" w:hAnsi="Arial" w:cs="Arial"/>
          <w:b/>
          <w:i/>
          <w:sz w:val="20"/>
        </w:rPr>
        <w:t xml:space="preserve">zelfde </w:t>
      </w:r>
      <w:r w:rsidR="009227A5" w:rsidRPr="0016172E">
        <w:rPr>
          <w:rFonts w:ascii="Arial" w:hAnsi="Arial" w:cs="Arial"/>
          <w:b/>
          <w:i/>
          <w:sz w:val="20"/>
        </w:rPr>
        <w:t>audiologisch centrum</w:t>
      </w:r>
      <w:r w:rsidRPr="0016172E">
        <w:rPr>
          <w:rFonts w:ascii="Arial" w:hAnsi="Arial" w:cs="Arial"/>
          <w:b/>
          <w:i/>
          <w:sz w:val="20"/>
        </w:rPr>
        <w:t xml:space="preserve"> invullen. Wilt u zo vriendelijk zijn de lijst terug te sturen in de bijgevoegde antwoordenvelop? (postzegel niet nodig) </w:t>
      </w: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DB23C3" w:rsidRPr="0016172E" w:rsidRDefault="00DB23C3" w:rsidP="008E798D">
      <w:pPr>
        <w:numPr>
          <w:ilvl w:val="0"/>
          <w:numId w:val="4"/>
        </w:numPr>
        <w:tabs>
          <w:tab w:val="clear" w:pos="720"/>
          <w:tab w:val="left" w:pos="425"/>
          <w:tab w:val="left" w:pos="680"/>
        </w:tabs>
        <w:spacing w:line="260" w:lineRule="exact"/>
        <w:ind w:left="0" w:firstLine="0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Voor wie vult u deze vragenlijst in? </w:t>
      </w: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Voor mijzelf </w:t>
      </w: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Voor mijn kind </w:t>
      </w: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Voor mijn partner </w:t>
      </w:r>
    </w:p>
    <w:p w:rsidR="0059468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t>Voor mijn familielid, vriend of kennis</w:t>
      </w:r>
    </w:p>
    <w:p w:rsidR="0059468D" w:rsidRPr="0016172E" w:rsidRDefault="0059468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265565" w:rsidRPr="0016172E" w:rsidRDefault="00265565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Wanneer u deze vragenlijst invult voor uw kind, partner</w:t>
      </w:r>
      <w:r w:rsidR="00540300" w:rsidRPr="0016172E">
        <w:rPr>
          <w:rFonts w:ascii="Arial" w:hAnsi="Arial" w:cs="Arial"/>
          <w:b/>
          <w:sz w:val="20"/>
        </w:rPr>
        <w:t>, familielid, vriend</w:t>
      </w:r>
      <w:r w:rsidRPr="0016172E">
        <w:rPr>
          <w:rFonts w:ascii="Arial" w:hAnsi="Arial" w:cs="Arial"/>
          <w:b/>
          <w:sz w:val="20"/>
        </w:rPr>
        <w:t xml:space="preserve"> of kennis, lees dan telkens waar het woord ‘u’ staat ‘uw kind/partner/</w:t>
      </w:r>
      <w:r w:rsidR="00540300" w:rsidRPr="0016172E">
        <w:rPr>
          <w:rFonts w:ascii="Arial" w:hAnsi="Arial" w:cs="Arial"/>
          <w:b/>
          <w:sz w:val="20"/>
        </w:rPr>
        <w:t>familielid/vriend/</w:t>
      </w:r>
      <w:r w:rsidRPr="0016172E">
        <w:rPr>
          <w:rFonts w:ascii="Arial" w:hAnsi="Arial" w:cs="Arial"/>
          <w:b/>
          <w:sz w:val="20"/>
        </w:rPr>
        <w:t>kennis</w:t>
      </w:r>
      <w:r w:rsidR="000A617A" w:rsidRPr="0016172E">
        <w:rPr>
          <w:rFonts w:ascii="Arial" w:hAnsi="Arial" w:cs="Arial"/>
          <w:b/>
          <w:sz w:val="20"/>
        </w:rPr>
        <w:t>’</w:t>
      </w:r>
      <w:r w:rsidRPr="0016172E">
        <w:rPr>
          <w:rFonts w:ascii="Arial" w:hAnsi="Arial" w:cs="Arial"/>
          <w:b/>
          <w:sz w:val="20"/>
        </w:rPr>
        <w:t xml:space="preserve">. </w:t>
      </w:r>
    </w:p>
    <w:p w:rsidR="003D3670" w:rsidRPr="0016172E" w:rsidRDefault="003D3670" w:rsidP="00D220C8">
      <w:pPr>
        <w:pBdr>
          <w:bottom w:val="single" w:sz="4" w:space="1" w:color="auto"/>
        </w:pBd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265565" w:rsidRPr="0016172E" w:rsidRDefault="00265565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i/>
          <w:sz w:val="20"/>
        </w:rPr>
      </w:pPr>
    </w:p>
    <w:p w:rsidR="00DB23C3" w:rsidRPr="0016172E" w:rsidRDefault="0059468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i/>
          <w:sz w:val="24"/>
        </w:rPr>
      </w:pPr>
      <w:r w:rsidRPr="0016172E">
        <w:rPr>
          <w:rFonts w:ascii="Arial" w:hAnsi="Arial" w:cs="Arial"/>
          <w:b/>
          <w:i/>
          <w:sz w:val="24"/>
        </w:rPr>
        <w:t>ALGEMENE GEGEVENS</w:t>
      </w:r>
      <w:r w:rsidR="00DB23C3" w:rsidRPr="0016172E">
        <w:rPr>
          <w:rFonts w:ascii="Arial" w:hAnsi="Arial" w:cs="Arial"/>
          <w:b/>
          <w:i/>
          <w:sz w:val="24"/>
        </w:rPr>
        <w:t xml:space="preserve"> </w:t>
      </w:r>
    </w:p>
    <w:p w:rsidR="00265565" w:rsidRPr="0016172E" w:rsidRDefault="00265565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FD63A5" w:rsidRPr="0016172E" w:rsidRDefault="00D220C8" w:rsidP="00D220C8">
      <w:pPr>
        <w:tabs>
          <w:tab w:val="left" w:pos="425"/>
          <w:tab w:val="left" w:pos="680"/>
        </w:tabs>
        <w:spacing w:line="260" w:lineRule="exact"/>
        <w:ind w:left="425" w:hanging="425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4.</w:t>
      </w:r>
      <w:r w:rsidRPr="0016172E">
        <w:rPr>
          <w:rFonts w:ascii="Arial" w:hAnsi="Arial" w:cs="Arial"/>
          <w:b/>
          <w:sz w:val="20"/>
        </w:rPr>
        <w:tab/>
      </w:r>
      <w:r w:rsidR="00DB23C3" w:rsidRPr="0016172E">
        <w:rPr>
          <w:rFonts w:ascii="Arial" w:hAnsi="Arial" w:cs="Arial"/>
          <w:b/>
          <w:sz w:val="20"/>
        </w:rPr>
        <w:t xml:space="preserve">Welk audiologisch centrum </w:t>
      </w:r>
      <w:r w:rsidR="00685668" w:rsidRPr="0016172E">
        <w:rPr>
          <w:rFonts w:ascii="Arial" w:hAnsi="Arial" w:cs="Arial"/>
          <w:b/>
          <w:sz w:val="20"/>
        </w:rPr>
        <w:t xml:space="preserve">(AC) </w:t>
      </w:r>
      <w:r w:rsidR="00DB23C3" w:rsidRPr="0016172E">
        <w:rPr>
          <w:rFonts w:ascii="Arial" w:hAnsi="Arial" w:cs="Arial"/>
          <w:b/>
          <w:sz w:val="20"/>
        </w:rPr>
        <w:t xml:space="preserve">heeft u het vaakst bezocht in de afgelopen 12 maanden? </w:t>
      </w:r>
    </w:p>
    <w:p w:rsidR="00DB23C3" w:rsidRPr="0016172E" w:rsidRDefault="00D220C8" w:rsidP="00D220C8">
      <w:pPr>
        <w:tabs>
          <w:tab w:val="left" w:pos="425"/>
          <w:tab w:val="left" w:pos="680"/>
        </w:tabs>
        <w:spacing w:line="260" w:lineRule="exact"/>
        <w:ind w:left="425" w:hanging="425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</w:r>
      <w:r w:rsidR="00DB23C3" w:rsidRPr="0016172E">
        <w:rPr>
          <w:rFonts w:ascii="Arial" w:hAnsi="Arial" w:cs="Arial"/>
          <w:b/>
          <w:sz w:val="20"/>
        </w:rPr>
        <w:t>Vult u de rest van de vragenlijst in</w:t>
      </w:r>
      <w:r w:rsidR="003872B6" w:rsidRPr="0016172E">
        <w:rPr>
          <w:rFonts w:ascii="Arial" w:hAnsi="Arial" w:cs="Arial"/>
          <w:b/>
          <w:sz w:val="20"/>
        </w:rPr>
        <w:t xml:space="preserve"> voor dat audiologisch centrum.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ind w:left="425" w:hanging="425"/>
        <w:rPr>
          <w:rFonts w:ascii="Arial" w:hAnsi="Arial" w:cs="Arial"/>
          <w:b/>
          <w:sz w:val="20"/>
        </w:rPr>
      </w:pP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b/>
          <w:sz w:val="20"/>
        </w:rPr>
        <w:t>Alkmaar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AC Holland Noord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b/>
          <w:sz w:val="20"/>
        </w:rPr>
        <w:t>Almere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Kentalis Audiologisch Diagnostisch Centrum Flevoland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  <w:t>Amersfoort</w:t>
      </w:r>
    </w:p>
    <w:p w:rsidR="0057431D" w:rsidRPr="0016172E" w:rsidRDefault="0057431D" w:rsidP="00C2206A">
      <w:pPr>
        <w:numPr>
          <w:ilvl w:val="0"/>
          <w:numId w:val="16"/>
        </w:num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 xml:space="preserve">Pento AC </w:t>
      </w:r>
    </w:p>
    <w:p w:rsidR="00C2206A" w:rsidRPr="0016172E" w:rsidRDefault="00C2206A" w:rsidP="00C2206A">
      <w:pP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  <w:t>Amsterdam: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t>AC Universitair Medisch Centrum AMC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Kentalis Audiologisch Diagnostisch Centrum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Universitair AC KNO VU medisch centrum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</w:r>
      <w:r w:rsidR="0057431D" w:rsidRPr="0016172E">
        <w:rPr>
          <w:rFonts w:ascii="Arial" w:hAnsi="Arial" w:cs="Arial"/>
          <w:b/>
          <w:sz w:val="20"/>
        </w:rPr>
        <w:t>Apeldoorn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 xml:space="preserve">Pento AC 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b/>
          <w:sz w:val="20"/>
        </w:rPr>
        <w:t>Arnhem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Kentalis Audiologisch Diagnostisch Centrum Gelderland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b/>
          <w:sz w:val="20"/>
        </w:rPr>
        <w:t>Assen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Pento AC Drenthe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b/>
          <w:sz w:val="20"/>
        </w:rPr>
        <w:t>Bergen op Zoom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 xml:space="preserve">Auris AC 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  <w:t>Boxtel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 xml:space="preserve">Kentalis Audiologisch Diagnostisch Centrum 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</w:r>
      <w:r w:rsidR="0057431D" w:rsidRPr="0016172E">
        <w:rPr>
          <w:rFonts w:ascii="Arial" w:hAnsi="Arial" w:cs="Arial"/>
          <w:b/>
          <w:sz w:val="20"/>
        </w:rPr>
        <w:t>Breda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 xml:space="preserve">AC Brabant 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 xml:space="preserve">Kentalis Audiologisch Diagnostisch Centrum 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</w:r>
      <w:r w:rsidR="0057431D" w:rsidRPr="0016172E">
        <w:rPr>
          <w:rFonts w:ascii="Arial" w:hAnsi="Arial" w:cs="Arial"/>
          <w:b/>
          <w:sz w:val="20"/>
        </w:rPr>
        <w:t>Den Bosch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Kentalis Audiologisch Diagnostisch Centrum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7D28C2" w:rsidRPr="0016172E" w:rsidRDefault="007D28C2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b/>
          <w:sz w:val="20"/>
        </w:rPr>
        <w:t>Den Helder</w:t>
      </w:r>
    </w:p>
    <w:p w:rsidR="007D28C2" w:rsidRPr="0016172E" w:rsidRDefault="007D28C2" w:rsidP="007D28C2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AC Holland Noord</w:t>
      </w:r>
    </w:p>
    <w:p w:rsidR="007D28C2" w:rsidRPr="0016172E" w:rsidRDefault="007D28C2" w:rsidP="007D28C2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b/>
          <w:sz w:val="20"/>
        </w:rPr>
        <w:t>Den Haag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Kentalis Audiologisch Diagnostisch Centrum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b/>
          <w:sz w:val="20"/>
        </w:rPr>
        <w:t>Ede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Pento AC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b/>
          <w:sz w:val="20"/>
        </w:rPr>
        <w:t>Eindhoven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 xml:space="preserve">AC Brabant 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Kentalis Audiologisch Diagnostisch Centrum Eindhoven (voorheen AC Sint Marie)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  <w:t>Enschede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 xml:space="preserve">Kentalis Audiologisch Diagnostisch Centrum </w:t>
      </w:r>
    </w:p>
    <w:p w:rsidR="001D1B0E" w:rsidRPr="0016172E" w:rsidRDefault="001D1B0E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57431D" w:rsidRPr="0016172E" w:rsidRDefault="00502F1E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</w:r>
      <w:r w:rsidR="001D1B0E" w:rsidRPr="0016172E">
        <w:rPr>
          <w:rFonts w:ascii="Arial" w:hAnsi="Arial" w:cs="Arial"/>
          <w:b/>
          <w:sz w:val="20"/>
        </w:rPr>
        <w:t>Geleen</w:t>
      </w:r>
    </w:p>
    <w:p w:rsidR="001D1B0E" w:rsidRPr="0016172E" w:rsidRDefault="00502F1E" w:rsidP="00A873A1">
      <w:pPr>
        <w:tabs>
          <w:tab w:val="left" w:pos="425"/>
          <w:tab w:val="left" w:pos="680"/>
        </w:tabs>
        <w:spacing w:line="260" w:lineRule="exact"/>
        <w:ind w:left="672" w:right="-189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1D1B0E" w:rsidRPr="0016172E">
        <w:rPr>
          <w:rFonts w:ascii="Arial" w:hAnsi="Arial" w:cs="Arial"/>
          <w:sz w:val="20"/>
        </w:rPr>
        <w:sym w:font="Wingdings" w:char="F071"/>
      </w:r>
      <w:r w:rsidR="001D1B0E" w:rsidRPr="0016172E">
        <w:rPr>
          <w:rFonts w:ascii="Arial" w:hAnsi="Arial" w:cs="Arial"/>
          <w:sz w:val="20"/>
        </w:rPr>
        <w:tab/>
        <w:t>Adelante audiologie en communicatie unit Taal</w:t>
      </w:r>
    </w:p>
    <w:p w:rsidR="001D1B0E" w:rsidRPr="0016172E" w:rsidRDefault="001D1B0E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  <w:t>Goes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t xml:space="preserve">Auris AC </w:t>
      </w:r>
    </w:p>
    <w:p w:rsid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</w:r>
    </w:p>
    <w:p w:rsidR="0057431D" w:rsidRPr="0016172E" w:rsidRDefault="0016172E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57431D" w:rsidRPr="0016172E">
        <w:rPr>
          <w:rFonts w:ascii="Arial" w:hAnsi="Arial" w:cs="Arial"/>
          <w:b/>
          <w:sz w:val="20"/>
        </w:rPr>
        <w:t>Groningen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Universitair AC Groningen</w:t>
      </w:r>
    </w:p>
    <w:p w:rsidR="007D28C2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</w:p>
    <w:p w:rsidR="0057431D" w:rsidRPr="0016172E" w:rsidRDefault="007D28C2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sz w:val="20"/>
        </w:rPr>
        <w:lastRenderedPageBreak/>
        <w:tab/>
      </w:r>
      <w:r w:rsidR="0057431D" w:rsidRPr="0016172E">
        <w:rPr>
          <w:rFonts w:ascii="Arial" w:hAnsi="Arial" w:cs="Arial"/>
          <w:b/>
          <w:sz w:val="20"/>
        </w:rPr>
        <w:t>Haarlem</w:t>
      </w:r>
    </w:p>
    <w:p w:rsidR="0057431D" w:rsidRPr="0016172E" w:rsidRDefault="00D220C8" w:rsidP="00B13DC8">
      <w:pPr>
        <w:tabs>
          <w:tab w:val="left" w:pos="425"/>
          <w:tab w:val="left" w:pos="680"/>
        </w:tabs>
        <w:spacing w:line="260" w:lineRule="exact"/>
        <w:ind w:left="672" w:right="-369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AC Haarlem (locatie Kennemer Gasthuis Zuid)</w:t>
      </w:r>
    </w:p>
    <w:p w:rsidR="00502F1E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</w:r>
    </w:p>
    <w:p w:rsidR="007D28C2" w:rsidRPr="0016172E" w:rsidRDefault="007D28C2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  <w:t>Haren</w:t>
      </w:r>
    </w:p>
    <w:p w:rsidR="005F0E87" w:rsidRPr="0016172E" w:rsidRDefault="005F0E87" w:rsidP="005F0E87">
      <w:pPr>
        <w:numPr>
          <w:ilvl w:val="0"/>
          <w:numId w:val="16"/>
        </w:numPr>
        <w:tabs>
          <w:tab w:val="left" w:pos="425"/>
          <w:tab w:val="left" w:pos="680"/>
        </w:tabs>
        <w:spacing w:line="260" w:lineRule="exact"/>
        <w:ind w:right="-369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>Kentalis Audiologisch Diagnostisch Centrum</w:t>
      </w:r>
    </w:p>
    <w:p w:rsidR="005F0E87" w:rsidRPr="0016172E" w:rsidRDefault="005F0E87" w:rsidP="005F0E87">
      <w:pPr>
        <w:tabs>
          <w:tab w:val="left" w:pos="425"/>
          <w:tab w:val="left" w:pos="680"/>
        </w:tabs>
        <w:spacing w:line="260" w:lineRule="exact"/>
        <w:ind w:left="420" w:right="-369"/>
        <w:rPr>
          <w:rFonts w:ascii="Arial" w:hAnsi="Arial" w:cs="Arial"/>
          <w:sz w:val="20"/>
        </w:rPr>
      </w:pPr>
    </w:p>
    <w:p w:rsidR="0057431D" w:rsidRPr="0016172E" w:rsidRDefault="00502F1E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  <w:lang w:val="en-GB"/>
        </w:rPr>
      </w:pPr>
      <w:r w:rsidRPr="0016172E">
        <w:rPr>
          <w:rFonts w:ascii="Arial" w:hAnsi="Arial" w:cs="Arial"/>
          <w:b/>
          <w:sz w:val="20"/>
        </w:rPr>
        <w:tab/>
      </w:r>
      <w:smartTag w:uri="urn:schemas-microsoft-com:office:smarttags" w:element="place">
        <w:smartTag w:uri="urn:schemas-microsoft-com:office:smarttags" w:element="City">
          <w:r w:rsidR="0057431D" w:rsidRPr="0016172E">
            <w:rPr>
              <w:rFonts w:ascii="Arial" w:hAnsi="Arial" w:cs="Arial"/>
              <w:b/>
              <w:sz w:val="20"/>
              <w:lang w:val="en-GB"/>
            </w:rPr>
            <w:t>Hengelo</w:t>
          </w:r>
        </w:smartTag>
      </w:smartTag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  <w:lang w:val="en-GB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  <w:lang w:val="en-GB"/>
        </w:rPr>
        <w:tab/>
        <w:t>Pento AC Twente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  <w:lang w:val="en-GB"/>
        </w:rPr>
      </w:pPr>
      <w:r w:rsidRPr="0016172E">
        <w:rPr>
          <w:rFonts w:ascii="Arial" w:hAnsi="Arial" w:cs="Arial"/>
          <w:sz w:val="20"/>
          <w:lang w:val="en-GB"/>
        </w:rPr>
        <w:tab/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  <w:lang w:val="en-GB"/>
        </w:rPr>
      </w:pPr>
      <w:r w:rsidRPr="0016172E">
        <w:rPr>
          <w:rFonts w:ascii="Arial" w:hAnsi="Arial" w:cs="Arial"/>
          <w:sz w:val="20"/>
          <w:lang w:val="en-GB"/>
        </w:rPr>
        <w:tab/>
      </w:r>
      <w:smartTag w:uri="urn:schemas-microsoft-com:office:smarttags" w:element="City">
        <w:smartTag w:uri="urn:schemas-microsoft-com:office:smarttags" w:element="place">
          <w:r w:rsidRPr="0016172E">
            <w:rPr>
              <w:rFonts w:ascii="Arial" w:hAnsi="Arial" w:cs="Arial"/>
              <w:b/>
              <w:sz w:val="20"/>
              <w:lang w:val="en-GB"/>
            </w:rPr>
            <w:t>Hilversum</w:t>
          </w:r>
        </w:smartTag>
      </w:smartTag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  <w:lang w:val="en-GB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  <w:lang w:val="en-GB"/>
        </w:rPr>
        <w:tab/>
        <w:t>AC Hilversum</w:t>
      </w:r>
    </w:p>
    <w:p w:rsidR="0065063C" w:rsidRPr="0016172E" w:rsidRDefault="0065063C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  <w:lang w:val="en-GB"/>
        </w:rPr>
      </w:pP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  <w:lang w:val="en-GB"/>
        </w:rPr>
        <w:tab/>
      </w:r>
      <w:r w:rsidR="002F3C11" w:rsidRPr="0016172E">
        <w:rPr>
          <w:rFonts w:ascii="Arial" w:hAnsi="Arial" w:cs="Arial"/>
          <w:b/>
          <w:sz w:val="20"/>
        </w:rPr>
        <w:t>Hoensbroek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t>Adelante audiologie &amp; communicatie unit Gehoor (Zandbergsweg)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t>Adelante audiologie &amp; communicatie unit Taal (</w:t>
      </w:r>
      <w:r w:rsidR="001D1B0E" w:rsidRPr="0016172E">
        <w:rPr>
          <w:rFonts w:ascii="Arial" w:hAnsi="Arial" w:cs="Arial"/>
          <w:sz w:val="20"/>
        </w:rPr>
        <w:t>Zandbergsweg</w:t>
      </w:r>
      <w:r w:rsidR="0057431D" w:rsidRPr="0016172E">
        <w:rPr>
          <w:rFonts w:ascii="Arial" w:hAnsi="Arial" w:cs="Arial"/>
          <w:sz w:val="20"/>
        </w:rPr>
        <w:t>)</w:t>
      </w:r>
    </w:p>
    <w:p w:rsidR="0057431D" w:rsidRPr="0016172E" w:rsidRDefault="0057431D" w:rsidP="00181689">
      <w:pPr>
        <w:tabs>
          <w:tab w:val="left" w:pos="425"/>
          <w:tab w:val="left" w:pos="680"/>
        </w:tabs>
        <w:spacing w:line="25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</w:p>
    <w:p w:rsidR="0057431D" w:rsidRPr="0016172E" w:rsidRDefault="0057431D" w:rsidP="00181689">
      <w:pPr>
        <w:tabs>
          <w:tab w:val="left" w:pos="425"/>
          <w:tab w:val="left" w:pos="680"/>
        </w:tabs>
        <w:spacing w:line="25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b/>
          <w:sz w:val="20"/>
        </w:rPr>
        <w:t>Leeuwarden</w:t>
      </w:r>
    </w:p>
    <w:p w:rsidR="0057431D" w:rsidRPr="0016172E" w:rsidRDefault="00D220C8" w:rsidP="00181689">
      <w:pPr>
        <w:tabs>
          <w:tab w:val="left" w:pos="425"/>
          <w:tab w:val="left" w:pos="680"/>
        </w:tabs>
        <w:spacing w:line="25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Pento AC Friesland</w:t>
      </w:r>
    </w:p>
    <w:p w:rsidR="0057431D" w:rsidRPr="0016172E" w:rsidRDefault="0057431D" w:rsidP="00181689">
      <w:pPr>
        <w:tabs>
          <w:tab w:val="left" w:pos="425"/>
          <w:tab w:val="left" w:pos="680"/>
        </w:tabs>
        <w:spacing w:line="25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</w:p>
    <w:p w:rsidR="0057431D" w:rsidRPr="0016172E" w:rsidRDefault="0057431D" w:rsidP="00181689">
      <w:pPr>
        <w:tabs>
          <w:tab w:val="left" w:pos="425"/>
          <w:tab w:val="left" w:pos="680"/>
        </w:tabs>
        <w:spacing w:line="25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b/>
          <w:sz w:val="20"/>
        </w:rPr>
        <w:t>Leiden</w:t>
      </w:r>
    </w:p>
    <w:p w:rsidR="0057431D" w:rsidRPr="0016172E" w:rsidRDefault="00D220C8" w:rsidP="00181689">
      <w:pPr>
        <w:tabs>
          <w:tab w:val="left" w:pos="425"/>
          <w:tab w:val="left" w:pos="680"/>
        </w:tabs>
        <w:spacing w:line="25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AC Leids Universitair Medisch Centrum</w:t>
      </w:r>
    </w:p>
    <w:p w:rsidR="0057431D" w:rsidRPr="0016172E" w:rsidRDefault="0057431D" w:rsidP="00181689">
      <w:pPr>
        <w:tabs>
          <w:tab w:val="left" w:pos="425"/>
          <w:tab w:val="left" w:pos="680"/>
        </w:tabs>
        <w:spacing w:line="250" w:lineRule="exact"/>
        <w:rPr>
          <w:rFonts w:ascii="Arial" w:hAnsi="Arial" w:cs="Arial"/>
          <w:sz w:val="20"/>
        </w:rPr>
      </w:pP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</w:r>
      <w:r w:rsidR="0057431D" w:rsidRPr="0016172E">
        <w:rPr>
          <w:rFonts w:ascii="Arial" w:hAnsi="Arial" w:cs="Arial"/>
          <w:b/>
          <w:sz w:val="20"/>
        </w:rPr>
        <w:t>Maastricht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AC Academisch Ziekenhuis Maastricht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t>Adelante audiologie &amp; communicatie unit Taal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b/>
          <w:sz w:val="20"/>
        </w:rPr>
        <w:t>Nijmegen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AC van het St. Radboudziekenhuis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 xml:space="preserve">Kentalis Audiologisch Diagnostisch Centrum </w:t>
      </w: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  <w:t>Rotterdam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Gehoor- en Spraakcentrum Erasmus MC (AC volwassenen)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Gehoor- en Spraakcentrum Erasmus MC Sophia Kinderziekenhuis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Auris AC</w:t>
      </w:r>
    </w:p>
    <w:p w:rsidR="0057431D" w:rsidRPr="0016172E" w:rsidRDefault="0057431D" w:rsidP="00181689">
      <w:pPr>
        <w:tabs>
          <w:tab w:val="left" w:pos="425"/>
          <w:tab w:val="left" w:pos="680"/>
        </w:tabs>
        <w:spacing w:line="250" w:lineRule="exact"/>
        <w:rPr>
          <w:rFonts w:ascii="Arial" w:hAnsi="Arial" w:cs="Arial"/>
          <w:sz w:val="20"/>
        </w:rPr>
      </w:pPr>
    </w:p>
    <w:p w:rsidR="0057431D" w:rsidRPr="0016172E" w:rsidRDefault="0057431D" w:rsidP="00181689">
      <w:pPr>
        <w:tabs>
          <w:tab w:val="left" w:pos="425"/>
          <w:tab w:val="left" w:pos="680"/>
        </w:tabs>
        <w:spacing w:line="25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b/>
          <w:sz w:val="20"/>
        </w:rPr>
        <w:t>St. Michielsgestel</w:t>
      </w:r>
    </w:p>
    <w:p w:rsidR="0057431D" w:rsidRPr="0016172E" w:rsidRDefault="00D220C8" w:rsidP="00181689">
      <w:pPr>
        <w:tabs>
          <w:tab w:val="left" w:pos="425"/>
          <w:tab w:val="left" w:pos="680"/>
        </w:tabs>
        <w:spacing w:line="25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Kentalis Audiologisch Diagnostisch Centrum</w:t>
      </w:r>
    </w:p>
    <w:p w:rsidR="0057431D" w:rsidRPr="0016172E" w:rsidRDefault="0057431D" w:rsidP="00181689">
      <w:pPr>
        <w:tabs>
          <w:tab w:val="left" w:pos="425"/>
          <w:tab w:val="left" w:pos="680"/>
        </w:tabs>
        <w:spacing w:line="250" w:lineRule="exact"/>
        <w:rPr>
          <w:rFonts w:ascii="Arial" w:hAnsi="Arial" w:cs="Arial"/>
          <w:sz w:val="20"/>
        </w:rPr>
      </w:pPr>
    </w:p>
    <w:p w:rsidR="0057431D" w:rsidRPr="0016172E" w:rsidRDefault="00D220C8" w:rsidP="00181689">
      <w:pPr>
        <w:tabs>
          <w:tab w:val="left" w:pos="425"/>
          <w:tab w:val="left" w:pos="680"/>
        </w:tabs>
        <w:spacing w:line="25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</w:r>
      <w:r w:rsidR="0057431D" w:rsidRPr="0016172E">
        <w:rPr>
          <w:rFonts w:ascii="Arial" w:hAnsi="Arial" w:cs="Arial"/>
          <w:b/>
          <w:sz w:val="20"/>
        </w:rPr>
        <w:t>Steyl</w:t>
      </w:r>
    </w:p>
    <w:p w:rsidR="0057431D" w:rsidRPr="0016172E" w:rsidRDefault="00D220C8" w:rsidP="00181689">
      <w:pPr>
        <w:tabs>
          <w:tab w:val="left" w:pos="425"/>
          <w:tab w:val="left" w:pos="680"/>
        </w:tabs>
        <w:spacing w:line="25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t>Adelante audiologie &amp; communicatie unit Taal</w:t>
      </w:r>
    </w:p>
    <w:p w:rsidR="0057431D" w:rsidRPr="0016172E" w:rsidRDefault="0057431D" w:rsidP="00181689">
      <w:pPr>
        <w:tabs>
          <w:tab w:val="left" w:pos="425"/>
          <w:tab w:val="left" w:pos="680"/>
        </w:tabs>
        <w:spacing w:line="250" w:lineRule="exact"/>
        <w:rPr>
          <w:rFonts w:ascii="Arial" w:hAnsi="Arial" w:cs="Arial"/>
          <w:b/>
          <w:sz w:val="20"/>
        </w:rPr>
      </w:pPr>
    </w:p>
    <w:p w:rsidR="0057431D" w:rsidRPr="0016172E" w:rsidRDefault="00D220C8" w:rsidP="00181689">
      <w:pPr>
        <w:tabs>
          <w:tab w:val="left" w:pos="425"/>
          <w:tab w:val="left" w:pos="680"/>
        </w:tabs>
        <w:spacing w:line="25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</w:r>
      <w:r w:rsidR="0057431D" w:rsidRPr="0016172E">
        <w:rPr>
          <w:rFonts w:ascii="Arial" w:hAnsi="Arial" w:cs="Arial"/>
          <w:b/>
          <w:sz w:val="20"/>
        </w:rPr>
        <w:t>Tilburg</w:t>
      </w:r>
    </w:p>
    <w:p w:rsidR="0057431D" w:rsidRPr="0016172E" w:rsidRDefault="00D220C8" w:rsidP="00181689">
      <w:pPr>
        <w:tabs>
          <w:tab w:val="left" w:pos="425"/>
          <w:tab w:val="left" w:pos="680"/>
        </w:tabs>
        <w:spacing w:line="25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AC Brabant</w:t>
      </w:r>
    </w:p>
    <w:p w:rsidR="003D3670" w:rsidRPr="0016172E" w:rsidRDefault="003D3670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57431D" w:rsidRPr="0016172E" w:rsidRDefault="003D3670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b/>
          <w:sz w:val="20"/>
        </w:rPr>
        <w:t>Utrecht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</w:rPr>
        <w:tab/>
        <w:t>Stichting AC Utrecht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t>Universitair AC Medisch Centrum Utrecht KNO (volwassenen)</w:t>
      </w:r>
    </w:p>
    <w:p w:rsidR="0057431D" w:rsidRPr="0016172E" w:rsidRDefault="00D220C8" w:rsidP="00E101BF">
      <w:pPr>
        <w:tabs>
          <w:tab w:val="left" w:pos="425"/>
          <w:tab w:val="left" w:pos="680"/>
        </w:tabs>
        <w:spacing w:line="260" w:lineRule="exact"/>
        <w:ind w:left="672" w:right="-215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t>Universitair AC Medisch Centrum Utrecht KNO, loca</w:t>
      </w:r>
      <w:r w:rsidR="00A018A3" w:rsidRPr="0016172E">
        <w:rPr>
          <w:rFonts w:ascii="Arial" w:hAnsi="Arial" w:cs="Arial"/>
          <w:sz w:val="20"/>
        </w:rPr>
        <w:t>tie Wilhelmina Kinderziekenhuis</w:t>
      </w:r>
    </w:p>
    <w:p w:rsidR="0057431D" w:rsidRPr="0016172E" w:rsidRDefault="00D220C8" w:rsidP="00D220C8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t>Kentalis Audiologisch Diagn</w:t>
      </w:r>
      <w:r w:rsidR="00A018A3" w:rsidRPr="0016172E">
        <w:rPr>
          <w:rFonts w:ascii="Arial" w:hAnsi="Arial" w:cs="Arial"/>
          <w:sz w:val="20"/>
        </w:rPr>
        <w:t xml:space="preserve">ostisch Centrum </w:t>
      </w:r>
    </w:p>
    <w:p w:rsidR="0057431D" w:rsidRPr="0016172E" w:rsidRDefault="0057431D" w:rsidP="007E720A">
      <w:pPr>
        <w:tabs>
          <w:tab w:val="left" w:pos="425"/>
          <w:tab w:val="left" w:pos="680"/>
        </w:tabs>
        <w:spacing w:line="240" w:lineRule="exact"/>
        <w:rPr>
          <w:rFonts w:ascii="Arial" w:hAnsi="Arial" w:cs="Arial"/>
          <w:sz w:val="20"/>
        </w:rPr>
      </w:pPr>
    </w:p>
    <w:p w:rsidR="002F3C11" w:rsidRPr="0016172E" w:rsidRDefault="002F3C11" w:rsidP="007E720A">
      <w:pPr>
        <w:tabs>
          <w:tab w:val="left" w:pos="425"/>
          <w:tab w:val="left" w:pos="680"/>
        </w:tabs>
        <w:spacing w:line="240" w:lineRule="exact"/>
        <w:rPr>
          <w:rFonts w:ascii="Arial" w:hAnsi="Arial" w:cs="Arial"/>
          <w:sz w:val="20"/>
        </w:rPr>
      </w:pPr>
    </w:p>
    <w:p w:rsidR="0057431D" w:rsidRPr="0016172E" w:rsidRDefault="00D220C8" w:rsidP="007E720A">
      <w:pPr>
        <w:tabs>
          <w:tab w:val="left" w:pos="425"/>
          <w:tab w:val="left" w:pos="680"/>
        </w:tabs>
        <w:spacing w:line="24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</w:r>
      <w:r w:rsidR="0057431D" w:rsidRPr="0016172E">
        <w:rPr>
          <w:rFonts w:ascii="Arial" w:hAnsi="Arial" w:cs="Arial"/>
          <w:b/>
          <w:sz w:val="20"/>
        </w:rPr>
        <w:t>Valkenburg a/d Geul</w:t>
      </w:r>
    </w:p>
    <w:p w:rsidR="0057431D" w:rsidRPr="0016172E" w:rsidRDefault="00D220C8" w:rsidP="007E720A">
      <w:pPr>
        <w:tabs>
          <w:tab w:val="left" w:pos="425"/>
          <w:tab w:val="left" w:pos="680"/>
        </w:tabs>
        <w:spacing w:line="240" w:lineRule="exact"/>
        <w:rPr>
          <w:rFonts w:ascii="Arial" w:hAnsi="Arial" w:cs="Arial"/>
          <w:sz w:val="20"/>
          <w:lang w:val="fr-FR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  <w:lang w:val="fr-FR"/>
        </w:rPr>
        <w:tab/>
      </w:r>
      <w:r w:rsidR="0057431D" w:rsidRPr="0016172E">
        <w:rPr>
          <w:rFonts w:ascii="Arial" w:hAnsi="Arial" w:cs="Arial"/>
          <w:sz w:val="20"/>
          <w:lang w:val="fr-FR"/>
        </w:rPr>
        <w:t>Adelante audiologie &amp; communicatie</w:t>
      </w:r>
    </w:p>
    <w:p w:rsidR="00A873A1" w:rsidRPr="0016172E" w:rsidRDefault="00A873A1" w:rsidP="007E720A">
      <w:pPr>
        <w:tabs>
          <w:tab w:val="left" w:pos="425"/>
          <w:tab w:val="left" w:pos="680"/>
        </w:tabs>
        <w:spacing w:line="240" w:lineRule="exact"/>
        <w:rPr>
          <w:rFonts w:ascii="Arial" w:hAnsi="Arial" w:cs="Arial"/>
          <w:sz w:val="20"/>
          <w:lang w:val="fr-FR"/>
        </w:rPr>
      </w:pPr>
    </w:p>
    <w:p w:rsidR="0057431D" w:rsidRPr="0016172E" w:rsidRDefault="00D220C8" w:rsidP="007E720A">
      <w:pPr>
        <w:tabs>
          <w:tab w:val="left" w:pos="425"/>
          <w:tab w:val="left" w:pos="680"/>
        </w:tabs>
        <w:spacing w:line="240" w:lineRule="exact"/>
        <w:rPr>
          <w:rFonts w:ascii="Arial" w:hAnsi="Arial" w:cs="Arial"/>
          <w:b/>
          <w:sz w:val="20"/>
          <w:lang w:val="fr-FR"/>
        </w:rPr>
      </w:pPr>
      <w:r w:rsidRPr="0016172E">
        <w:rPr>
          <w:rFonts w:ascii="Arial" w:hAnsi="Arial" w:cs="Arial"/>
          <w:b/>
          <w:sz w:val="20"/>
          <w:lang w:val="fr-FR"/>
        </w:rPr>
        <w:tab/>
      </w:r>
      <w:r w:rsidR="0057431D" w:rsidRPr="0016172E">
        <w:rPr>
          <w:rFonts w:ascii="Arial" w:hAnsi="Arial" w:cs="Arial"/>
          <w:b/>
          <w:sz w:val="20"/>
          <w:lang w:val="fr-FR"/>
        </w:rPr>
        <w:t>Venlo</w:t>
      </w:r>
    </w:p>
    <w:p w:rsidR="0057431D" w:rsidRPr="0016172E" w:rsidRDefault="00D220C8" w:rsidP="007E720A">
      <w:pPr>
        <w:tabs>
          <w:tab w:val="left" w:pos="425"/>
          <w:tab w:val="left" w:pos="680"/>
        </w:tabs>
        <w:spacing w:line="240" w:lineRule="exact"/>
        <w:rPr>
          <w:rFonts w:ascii="Arial" w:hAnsi="Arial" w:cs="Arial"/>
          <w:sz w:val="20"/>
          <w:lang w:val="fr-FR"/>
        </w:rPr>
      </w:pPr>
      <w:r w:rsidRPr="0016172E">
        <w:rPr>
          <w:rFonts w:ascii="Arial" w:hAnsi="Arial" w:cs="Arial"/>
          <w:sz w:val="20"/>
          <w:lang w:val="fr-FR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57431D" w:rsidRPr="0016172E">
        <w:rPr>
          <w:rFonts w:ascii="Arial" w:hAnsi="Arial" w:cs="Arial"/>
          <w:sz w:val="20"/>
          <w:lang w:val="fr-FR"/>
        </w:rPr>
        <w:tab/>
        <w:t xml:space="preserve">Adelante audiologie &amp; communicatie </w:t>
      </w:r>
    </w:p>
    <w:p w:rsidR="0057431D" w:rsidRPr="0016172E" w:rsidRDefault="0057431D" w:rsidP="007E720A">
      <w:pPr>
        <w:tabs>
          <w:tab w:val="left" w:pos="425"/>
          <w:tab w:val="left" w:pos="680"/>
        </w:tabs>
        <w:spacing w:line="240" w:lineRule="exact"/>
        <w:rPr>
          <w:rFonts w:ascii="Arial" w:hAnsi="Arial" w:cs="Arial"/>
          <w:sz w:val="20"/>
          <w:lang w:val="fr-FR"/>
        </w:rPr>
      </w:pPr>
    </w:p>
    <w:p w:rsidR="001D1B0E" w:rsidRPr="0016172E" w:rsidRDefault="001D1B0E" w:rsidP="00502F1E">
      <w:pPr>
        <w:ind w:firstLine="426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Venray</w:t>
      </w:r>
    </w:p>
    <w:p w:rsidR="001D1B0E" w:rsidRPr="0016172E" w:rsidRDefault="00502F1E" w:rsidP="00502F1E">
      <w:pPr>
        <w:tabs>
          <w:tab w:val="left" w:pos="425"/>
          <w:tab w:val="left" w:pos="680"/>
        </w:tabs>
        <w:spacing w:line="240" w:lineRule="exact"/>
        <w:ind w:left="675" w:hanging="675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1D1B0E" w:rsidRPr="0016172E">
        <w:rPr>
          <w:rFonts w:ascii="Arial" w:hAnsi="Arial" w:cs="Arial"/>
          <w:sz w:val="20"/>
        </w:rPr>
        <w:sym w:font="Wingdings" w:char="F071"/>
      </w:r>
      <w:r w:rsidR="001D1B0E" w:rsidRPr="0016172E">
        <w:rPr>
          <w:rFonts w:ascii="Arial" w:hAnsi="Arial" w:cs="Arial"/>
          <w:sz w:val="20"/>
        </w:rPr>
        <w:tab/>
        <w:t>Adelante audiologie en communicatie unit Gehoor</w:t>
      </w:r>
    </w:p>
    <w:p w:rsidR="001D1B0E" w:rsidRPr="0016172E" w:rsidRDefault="001D1B0E" w:rsidP="007E720A">
      <w:pPr>
        <w:tabs>
          <w:tab w:val="left" w:pos="425"/>
          <w:tab w:val="left" w:pos="680"/>
        </w:tabs>
        <w:spacing w:line="240" w:lineRule="exact"/>
        <w:rPr>
          <w:rFonts w:ascii="Arial" w:hAnsi="Arial" w:cs="Arial"/>
          <w:sz w:val="20"/>
        </w:rPr>
      </w:pPr>
    </w:p>
    <w:p w:rsidR="0057431D" w:rsidRPr="0016172E" w:rsidRDefault="0057431D" w:rsidP="007E720A">
      <w:pPr>
        <w:tabs>
          <w:tab w:val="left" w:pos="425"/>
          <w:tab w:val="left" w:pos="680"/>
        </w:tabs>
        <w:spacing w:line="24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ab/>
        <w:t>Zwolle</w:t>
      </w:r>
    </w:p>
    <w:p w:rsidR="0057431D" w:rsidRPr="0016172E" w:rsidRDefault="00D220C8" w:rsidP="007E720A">
      <w:pPr>
        <w:tabs>
          <w:tab w:val="left" w:pos="425"/>
          <w:tab w:val="left" w:pos="680"/>
        </w:tabs>
        <w:spacing w:line="24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t>Pento AC</w:t>
      </w:r>
    </w:p>
    <w:p w:rsidR="00983CB8" w:rsidRPr="0016172E" w:rsidRDefault="00983CB8" w:rsidP="007E720A">
      <w:pPr>
        <w:tabs>
          <w:tab w:val="left" w:pos="425"/>
          <w:tab w:val="left" w:pos="680"/>
        </w:tabs>
        <w:spacing w:line="240" w:lineRule="exact"/>
        <w:rPr>
          <w:rFonts w:ascii="Arial" w:hAnsi="Arial" w:cs="Arial"/>
          <w:sz w:val="20"/>
        </w:rPr>
      </w:pPr>
    </w:p>
    <w:p w:rsidR="0057431D" w:rsidRPr="0016172E" w:rsidRDefault="001B0A30" w:rsidP="007E720A">
      <w:pPr>
        <w:tabs>
          <w:tab w:val="left" w:pos="425"/>
          <w:tab w:val="left" w:pos="680"/>
        </w:tabs>
        <w:spacing w:line="24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7431D" w:rsidRPr="0016172E">
        <w:rPr>
          <w:rFonts w:ascii="Arial" w:hAnsi="Arial" w:cs="Arial"/>
          <w:sz w:val="20"/>
        </w:rPr>
        <w:sym w:font="Wingdings" w:char="F071"/>
      </w:r>
      <w:r w:rsidR="00D220C8" w:rsidRPr="0016172E">
        <w:rPr>
          <w:rFonts w:ascii="Arial" w:hAnsi="Arial" w:cs="Arial"/>
          <w:b/>
          <w:sz w:val="20"/>
        </w:rPr>
        <w:tab/>
      </w:r>
      <w:r w:rsidR="0057431D" w:rsidRPr="0016172E">
        <w:rPr>
          <w:rFonts w:ascii="Arial" w:hAnsi="Arial" w:cs="Arial"/>
          <w:b/>
          <w:sz w:val="20"/>
        </w:rPr>
        <w:t xml:space="preserve">Anders, </w:t>
      </w:r>
      <w:r w:rsidR="0057431D" w:rsidRPr="0016172E">
        <w:rPr>
          <w:rFonts w:ascii="Arial" w:hAnsi="Arial" w:cs="Arial"/>
          <w:sz w:val="20"/>
        </w:rPr>
        <w:t xml:space="preserve">namelijk: </w:t>
      </w:r>
    </w:p>
    <w:p w:rsidR="00047D45" w:rsidRPr="0016172E" w:rsidRDefault="00047D45" w:rsidP="007E72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80"/>
        </w:tabs>
        <w:spacing w:line="360" w:lineRule="auto"/>
        <w:ind w:left="675"/>
        <w:rPr>
          <w:rFonts w:ascii="Arial" w:hAnsi="Arial" w:cs="Arial"/>
          <w:sz w:val="20"/>
        </w:rPr>
      </w:pPr>
    </w:p>
    <w:p w:rsidR="003361B0" w:rsidRPr="0016172E" w:rsidRDefault="003361B0" w:rsidP="007E72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80"/>
        </w:tabs>
        <w:spacing w:line="360" w:lineRule="auto"/>
        <w:ind w:left="675"/>
        <w:rPr>
          <w:rFonts w:ascii="Arial" w:hAnsi="Arial" w:cs="Arial"/>
          <w:sz w:val="20"/>
        </w:rPr>
      </w:pPr>
    </w:p>
    <w:p w:rsidR="0057431D" w:rsidRPr="0016172E" w:rsidRDefault="0057431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  <w:r w:rsidRPr="0016172E">
        <w:rPr>
          <w:rFonts w:ascii="Arial" w:hAnsi="Arial" w:cs="Arial"/>
          <w:sz w:val="20"/>
        </w:rPr>
        <w:tab/>
      </w:r>
      <w:r w:rsidR="00E101BF"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i/>
        </w:rPr>
        <w:t>(a.u.b. in blokletters)</w:t>
      </w:r>
      <w:r w:rsidRPr="0016172E">
        <w:rPr>
          <w:rFonts w:ascii="Arial" w:hAnsi="Arial" w:cs="Arial"/>
          <w:i/>
        </w:rPr>
        <w:br/>
      </w:r>
    </w:p>
    <w:p w:rsidR="00DB23C3" w:rsidRPr="0016172E" w:rsidRDefault="00184CB2" w:rsidP="00047D45">
      <w:pPr>
        <w:tabs>
          <w:tab w:val="left" w:pos="425"/>
          <w:tab w:val="left" w:pos="680"/>
        </w:tabs>
        <w:spacing w:after="120" w:line="260" w:lineRule="exact"/>
        <w:ind w:left="420" w:hanging="420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</w:rPr>
        <w:t>5</w:t>
      </w:r>
      <w:r w:rsidRPr="0016172E">
        <w:rPr>
          <w:rFonts w:ascii="Arial" w:hAnsi="Arial" w:cs="Arial"/>
          <w:b/>
          <w:sz w:val="20"/>
        </w:rPr>
        <w:t xml:space="preserve">. </w:t>
      </w:r>
      <w:r w:rsidR="00E101BF" w:rsidRPr="0016172E">
        <w:rPr>
          <w:rFonts w:ascii="Arial" w:hAnsi="Arial" w:cs="Arial"/>
          <w:b/>
          <w:sz w:val="20"/>
        </w:rPr>
        <w:tab/>
      </w:r>
      <w:r w:rsidR="00DB23C3" w:rsidRPr="0016172E">
        <w:rPr>
          <w:rFonts w:ascii="Arial" w:hAnsi="Arial" w:cs="Arial"/>
          <w:b/>
          <w:sz w:val="20"/>
        </w:rPr>
        <w:t xml:space="preserve">In welk jaar bent u voor het laatst bij het audiologisch centrum geweest? </w:t>
      </w:r>
    </w:p>
    <w:tbl>
      <w:tblPr>
        <w:tblpPr w:leftFromText="141" w:rightFromText="141" w:vertAnchor="text" w:tblpX="473" w:tblpY="1"/>
        <w:tblOverlap w:val="never"/>
        <w:tblW w:w="1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"/>
        <w:gridCol w:w="379"/>
        <w:gridCol w:w="379"/>
        <w:gridCol w:w="380"/>
      </w:tblGrid>
      <w:tr w:rsidR="00DB23C3" w:rsidRPr="0016172E" w:rsidTr="00A873A1">
        <w:tc>
          <w:tcPr>
            <w:tcW w:w="379" w:type="dxa"/>
          </w:tcPr>
          <w:p w:rsidR="00DB23C3" w:rsidRPr="0016172E" w:rsidRDefault="00DB23C3" w:rsidP="00A873A1">
            <w:pPr>
              <w:tabs>
                <w:tab w:val="left" w:pos="425"/>
                <w:tab w:val="left" w:pos="680"/>
              </w:tabs>
              <w:spacing w:line="260" w:lineRule="exact"/>
              <w:rPr>
                <w:rFonts w:ascii="Arial" w:eastAsia="Arial Unicode MS" w:hAnsi="Arial" w:cs="Arial"/>
                <w:sz w:val="48"/>
              </w:rPr>
            </w:pPr>
          </w:p>
          <w:p w:rsidR="00DB23C3" w:rsidRPr="0016172E" w:rsidRDefault="00DB23C3" w:rsidP="00A873A1">
            <w:pPr>
              <w:tabs>
                <w:tab w:val="left" w:pos="425"/>
                <w:tab w:val="left" w:pos="680"/>
              </w:tabs>
              <w:spacing w:line="260" w:lineRule="exact"/>
              <w:rPr>
                <w:rFonts w:ascii="Arial" w:eastAsia="Arial Unicode MS" w:hAnsi="Arial" w:cs="Arial"/>
                <w:sz w:val="48"/>
              </w:rPr>
            </w:pPr>
          </w:p>
        </w:tc>
        <w:tc>
          <w:tcPr>
            <w:tcW w:w="379" w:type="dxa"/>
          </w:tcPr>
          <w:p w:rsidR="00DB23C3" w:rsidRPr="0016172E" w:rsidRDefault="00DB23C3" w:rsidP="00A873A1">
            <w:pPr>
              <w:tabs>
                <w:tab w:val="left" w:pos="425"/>
                <w:tab w:val="left" w:pos="680"/>
              </w:tabs>
              <w:spacing w:line="260" w:lineRule="exact"/>
              <w:rPr>
                <w:rFonts w:ascii="Arial" w:eastAsia="Arial Unicode MS" w:hAnsi="Arial" w:cs="Arial"/>
                <w:sz w:val="48"/>
              </w:rPr>
            </w:pPr>
          </w:p>
        </w:tc>
        <w:tc>
          <w:tcPr>
            <w:tcW w:w="379" w:type="dxa"/>
          </w:tcPr>
          <w:p w:rsidR="00DB23C3" w:rsidRPr="0016172E" w:rsidRDefault="00DB23C3" w:rsidP="00A873A1">
            <w:pPr>
              <w:tabs>
                <w:tab w:val="left" w:pos="425"/>
                <w:tab w:val="left" w:pos="680"/>
              </w:tabs>
              <w:spacing w:line="260" w:lineRule="exact"/>
              <w:rPr>
                <w:rFonts w:ascii="Arial" w:eastAsia="Arial Unicode MS" w:hAnsi="Arial" w:cs="Arial"/>
                <w:sz w:val="48"/>
              </w:rPr>
            </w:pPr>
          </w:p>
        </w:tc>
        <w:tc>
          <w:tcPr>
            <w:tcW w:w="380" w:type="dxa"/>
          </w:tcPr>
          <w:p w:rsidR="00DB23C3" w:rsidRPr="0016172E" w:rsidRDefault="00DB23C3" w:rsidP="00A873A1">
            <w:pPr>
              <w:tabs>
                <w:tab w:val="left" w:pos="425"/>
                <w:tab w:val="left" w:pos="680"/>
              </w:tabs>
              <w:spacing w:line="260" w:lineRule="exact"/>
              <w:rPr>
                <w:rFonts w:ascii="Arial" w:eastAsia="Arial Unicode MS" w:hAnsi="Arial" w:cs="Arial"/>
                <w:sz w:val="48"/>
              </w:rPr>
            </w:pPr>
          </w:p>
        </w:tc>
      </w:tr>
    </w:tbl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eastAsia="Arial Unicode MS" w:hAnsi="Arial" w:cs="Arial"/>
          <w:sz w:val="48"/>
        </w:rPr>
      </w:pPr>
      <w:r w:rsidRPr="0016172E">
        <w:rPr>
          <w:rFonts w:ascii="Arial" w:eastAsia="Arial Unicode MS" w:hAnsi="Arial" w:cs="Arial"/>
          <w:sz w:val="48"/>
        </w:rPr>
        <w:t xml:space="preserve"> </w:t>
      </w: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eastAsia="Arial Unicode MS" w:hAnsi="Arial" w:cs="Arial"/>
          <w:sz w:val="20"/>
        </w:rPr>
        <w:t>jaartal</w:t>
      </w: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</w:p>
    <w:p w:rsidR="00DB23C3" w:rsidRPr="0016172E" w:rsidRDefault="00DB23C3" w:rsidP="00900042">
      <w:pPr>
        <w:numPr>
          <w:ilvl w:val="0"/>
          <w:numId w:val="35"/>
        </w:numPr>
        <w:tabs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Door wie bent u naar het audiologisch centrum verwezen?</w:t>
      </w:r>
      <w:r w:rsidRPr="0016172E">
        <w:rPr>
          <w:rFonts w:ascii="Arial" w:hAnsi="Arial" w:cs="Arial"/>
          <w:b/>
          <w:sz w:val="20"/>
        </w:rPr>
        <w:br/>
      </w:r>
      <w:r w:rsidRPr="0016172E">
        <w:rPr>
          <w:rFonts w:ascii="Arial" w:hAnsi="Arial" w:cs="Arial"/>
          <w:sz w:val="20"/>
        </w:rPr>
        <w:sym w:font="Wingdings" w:char="F071"/>
      </w:r>
      <w:r w:rsidR="001B0A30"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t>Huisarts</w:t>
      </w:r>
      <w:r w:rsidRPr="0016172E">
        <w:rPr>
          <w:rFonts w:ascii="Arial" w:hAnsi="Arial" w:cs="Arial"/>
          <w:b/>
          <w:sz w:val="20"/>
        </w:rPr>
        <w:br/>
      </w:r>
      <w:r w:rsidRPr="0016172E">
        <w:rPr>
          <w:rFonts w:ascii="Arial" w:hAnsi="Arial" w:cs="Arial"/>
          <w:sz w:val="20"/>
        </w:rPr>
        <w:sym w:font="Wingdings" w:char="F071"/>
      </w:r>
      <w:r w:rsidR="00E101BF"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t>Kno-arts</w:t>
      </w:r>
      <w:r w:rsidRPr="0016172E">
        <w:rPr>
          <w:rFonts w:ascii="Arial" w:hAnsi="Arial" w:cs="Arial"/>
          <w:sz w:val="20"/>
        </w:rPr>
        <w:br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Audicien</w:t>
      </w:r>
      <w:r w:rsidRPr="0016172E">
        <w:rPr>
          <w:rFonts w:ascii="Arial" w:hAnsi="Arial" w:cs="Arial"/>
          <w:sz w:val="20"/>
        </w:rPr>
        <w:br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Werkgever</w:t>
      </w:r>
      <w:r w:rsidRPr="0016172E">
        <w:rPr>
          <w:rFonts w:ascii="Arial" w:hAnsi="Arial" w:cs="Arial"/>
          <w:sz w:val="20"/>
        </w:rPr>
        <w:br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Arbo dienst</w:t>
      </w:r>
      <w:r w:rsidRPr="0016172E">
        <w:rPr>
          <w:rFonts w:ascii="Arial" w:hAnsi="Arial" w:cs="Arial"/>
          <w:sz w:val="20"/>
        </w:rPr>
        <w:br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UWV</w:t>
      </w:r>
      <w:r w:rsidRPr="0016172E">
        <w:rPr>
          <w:rFonts w:ascii="Arial" w:hAnsi="Arial" w:cs="Arial"/>
          <w:sz w:val="20"/>
        </w:rPr>
        <w:br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Ander audiologisch centrum</w:t>
      </w:r>
    </w:p>
    <w:p w:rsidR="0033232F" w:rsidRPr="0016172E" w:rsidRDefault="0033232F" w:rsidP="001B0A30">
      <w:pPr>
        <w:tabs>
          <w:tab w:val="left" w:pos="425"/>
          <w:tab w:val="left" w:pos="680"/>
          <w:tab w:val="left" w:pos="77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Anders, namelijk</w:t>
      </w:r>
      <w:r w:rsidR="00F12CFF" w:rsidRPr="0016172E">
        <w:rPr>
          <w:rFonts w:ascii="Arial" w:hAnsi="Arial" w:cs="Arial"/>
          <w:sz w:val="20"/>
        </w:rPr>
        <w:t>:</w:t>
      </w:r>
    </w:p>
    <w:p w:rsidR="0033232F" w:rsidRPr="0016172E" w:rsidRDefault="0033232F" w:rsidP="00047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360" w:lineRule="auto"/>
        <w:ind w:left="720"/>
        <w:rPr>
          <w:rFonts w:ascii="Arial" w:hAnsi="Arial" w:cs="Arial"/>
          <w:sz w:val="20"/>
        </w:rPr>
      </w:pPr>
    </w:p>
    <w:p w:rsidR="0033232F" w:rsidRPr="0016172E" w:rsidRDefault="0033232F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  <w:r w:rsidRPr="0016172E">
        <w:rPr>
          <w:rFonts w:ascii="Arial" w:hAnsi="Arial" w:cs="Arial"/>
          <w:sz w:val="20"/>
        </w:rPr>
        <w:tab/>
      </w:r>
      <w:r w:rsidR="00E101BF"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i/>
        </w:rPr>
        <w:t>(a.u.b. in blokletters)</w:t>
      </w:r>
      <w:r w:rsidRPr="0016172E">
        <w:rPr>
          <w:rFonts w:ascii="Arial" w:hAnsi="Arial" w:cs="Arial"/>
          <w:i/>
        </w:rPr>
        <w:br/>
      </w:r>
    </w:p>
    <w:p w:rsidR="00DB23C3" w:rsidRPr="0016172E" w:rsidRDefault="00DB23C3" w:rsidP="00900042">
      <w:pPr>
        <w:numPr>
          <w:ilvl w:val="0"/>
          <w:numId w:val="35"/>
        </w:numPr>
        <w:tabs>
          <w:tab w:val="left" w:pos="680"/>
        </w:tabs>
        <w:spacing w:line="260" w:lineRule="exact"/>
        <w:rPr>
          <w:rFonts w:ascii="Arial" w:hAnsi="Arial" w:cs="Arial"/>
          <w:b/>
          <w:i/>
          <w:sz w:val="20"/>
        </w:rPr>
      </w:pPr>
      <w:r w:rsidRPr="0016172E">
        <w:rPr>
          <w:rFonts w:ascii="Arial" w:hAnsi="Arial" w:cs="Arial"/>
          <w:b/>
          <w:sz w:val="20"/>
        </w:rPr>
        <w:t xml:space="preserve">Met welk </w:t>
      </w:r>
      <w:r w:rsidR="008652CF" w:rsidRPr="0016172E">
        <w:rPr>
          <w:rFonts w:ascii="Arial" w:hAnsi="Arial" w:cs="Arial"/>
          <w:b/>
          <w:sz w:val="20"/>
        </w:rPr>
        <w:t>probleem</w:t>
      </w:r>
      <w:r w:rsidRPr="0016172E">
        <w:rPr>
          <w:rFonts w:ascii="Arial" w:hAnsi="Arial" w:cs="Arial"/>
          <w:b/>
          <w:sz w:val="20"/>
        </w:rPr>
        <w:t xml:space="preserve"> bent u naar het audiologisch centrum gegaan? </w:t>
      </w:r>
      <w:r w:rsidRPr="0016172E">
        <w:rPr>
          <w:rFonts w:ascii="Arial" w:hAnsi="Arial" w:cs="Arial"/>
          <w:b/>
          <w:i/>
          <w:sz w:val="20"/>
        </w:rPr>
        <w:t>(meerdere antwoorden mogelijk)</w:t>
      </w:r>
    </w:p>
    <w:p w:rsidR="00DB23C3" w:rsidRPr="0016172E" w:rsidRDefault="00DB23C3" w:rsidP="00E101BF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="0065063C" w:rsidRPr="0016172E">
        <w:rPr>
          <w:rFonts w:ascii="Arial" w:hAnsi="Arial" w:cs="Arial"/>
          <w:sz w:val="20"/>
        </w:rPr>
        <w:tab/>
        <w:t>Taal-</w:t>
      </w:r>
      <w:r w:rsidRPr="0016172E">
        <w:rPr>
          <w:rFonts w:ascii="Arial" w:hAnsi="Arial" w:cs="Arial"/>
          <w:sz w:val="20"/>
        </w:rPr>
        <w:t>/spraakprobleem</w:t>
      </w:r>
    </w:p>
    <w:p w:rsidR="00DB23C3" w:rsidRPr="0016172E" w:rsidRDefault="00DB23C3" w:rsidP="00E101BF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Gehoor</w:t>
      </w:r>
      <w:r w:rsidR="0059468D" w:rsidRPr="0016172E">
        <w:rPr>
          <w:rFonts w:ascii="Arial" w:hAnsi="Arial" w:cs="Arial"/>
          <w:sz w:val="20"/>
        </w:rPr>
        <w:t>verlies</w:t>
      </w:r>
    </w:p>
    <w:p w:rsidR="00016937" w:rsidRPr="0016172E" w:rsidRDefault="00016937" w:rsidP="001B0A30">
      <w:pPr>
        <w:tabs>
          <w:tab w:val="left" w:pos="425"/>
          <w:tab w:val="left" w:pos="680"/>
        </w:tabs>
        <w:spacing w:line="260" w:lineRule="exact"/>
        <w:ind w:left="680" w:hanging="68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 xml:space="preserve"> </w:t>
      </w:r>
      <w:r w:rsidR="001B0A30" w:rsidRPr="0016172E">
        <w:rPr>
          <w:rFonts w:ascii="Arial" w:hAnsi="Arial" w:cs="Arial"/>
          <w:sz w:val="20"/>
        </w:rPr>
        <w:t xml:space="preserve">Combinatie van gehoorverlies en </w:t>
      </w:r>
      <w:r w:rsidR="004F7DDB" w:rsidRPr="0016172E">
        <w:rPr>
          <w:rFonts w:ascii="Arial" w:hAnsi="Arial" w:cs="Arial"/>
          <w:sz w:val="20"/>
        </w:rPr>
        <w:t>g</w:t>
      </w:r>
      <w:r w:rsidRPr="0016172E">
        <w:rPr>
          <w:rFonts w:ascii="Arial" w:hAnsi="Arial" w:cs="Arial"/>
          <w:sz w:val="20"/>
        </w:rPr>
        <w:t>ezichtsverlies</w:t>
      </w:r>
    </w:p>
    <w:p w:rsidR="00DB23C3" w:rsidRPr="0016172E" w:rsidRDefault="00DB23C3" w:rsidP="00E101BF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Evenwichtsproblemen</w:t>
      </w:r>
    </w:p>
    <w:p w:rsidR="000D15FF" w:rsidRPr="0016172E" w:rsidRDefault="000D15FF" w:rsidP="00016937">
      <w:pPr>
        <w:numPr>
          <w:ilvl w:val="0"/>
          <w:numId w:val="15"/>
        </w:num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>Problemen met oorsuizen (tinnitus)</w:t>
      </w:r>
    </w:p>
    <w:p w:rsidR="00E101BF" w:rsidRPr="0016172E" w:rsidRDefault="00E101BF" w:rsidP="00E101BF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Anders, namelijk</w:t>
      </w:r>
      <w:r w:rsidR="00F12CFF" w:rsidRPr="0016172E">
        <w:rPr>
          <w:rFonts w:ascii="Arial" w:hAnsi="Arial" w:cs="Arial"/>
          <w:sz w:val="20"/>
        </w:rPr>
        <w:t>:</w:t>
      </w:r>
    </w:p>
    <w:p w:rsidR="00E101BF" w:rsidRPr="0016172E" w:rsidRDefault="00E101BF" w:rsidP="00047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360" w:lineRule="auto"/>
        <w:ind w:left="720"/>
        <w:rPr>
          <w:rFonts w:ascii="Arial" w:hAnsi="Arial" w:cs="Arial"/>
          <w:sz w:val="20"/>
        </w:rPr>
      </w:pPr>
    </w:p>
    <w:p w:rsidR="00A873A1" w:rsidRPr="0016172E" w:rsidRDefault="00E101BF" w:rsidP="003D367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i/>
        </w:rPr>
        <w:t>(a.u.b. in blokletters)</w:t>
      </w:r>
      <w:r w:rsidRPr="0016172E">
        <w:rPr>
          <w:rFonts w:ascii="Arial" w:hAnsi="Arial" w:cs="Arial"/>
          <w:i/>
        </w:rPr>
        <w:br/>
      </w:r>
    </w:p>
    <w:p w:rsidR="00396D67" w:rsidRPr="0016172E" w:rsidRDefault="00396D67" w:rsidP="003D367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</w:p>
    <w:p w:rsidR="002F3C11" w:rsidRPr="0016172E" w:rsidRDefault="002F3C11" w:rsidP="003D367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</w:p>
    <w:p w:rsidR="002F3C11" w:rsidRPr="0016172E" w:rsidRDefault="002F3C11" w:rsidP="003D367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</w:p>
    <w:p w:rsidR="00396D67" w:rsidRPr="0016172E" w:rsidRDefault="00396D67" w:rsidP="003D367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7F0A1F" w:rsidRPr="0016172E" w:rsidRDefault="007F0A1F" w:rsidP="008E798D">
      <w:pPr>
        <w:numPr>
          <w:ilvl w:val="0"/>
          <w:numId w:val="35"/>
        </w:numPr>
        <w:tabs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Hoe vaak </w:t>
      </w:r>
      <w:r w:rsidR="00FD63A5" w:rsidRPr="0016172E">
        <w:rPr>
          <w:rFonts w:ascii="Arial" w:hAnsi="Arial" w:cs="Arial"/>
          <w:b/>
          <w:sz w:val="20"/>
        </w:rPr>
        <w:t xml:space="preserve">bent </w:t>
      </w:r>
      <w:r w:rsidRPr="0016172E">
        <w:rPr>
          <w:rFonts w:ascii="Arial" w:hAnsi="Arial" w:cs="Arial"/>
          <w:b/>
          <w:sz w:val="20"/>
        </w:rPr>
        <w:t>u</w:t>
      </w:r>
      <w:r w:rsidR="00FD63A5" w:rsidRPr="0016172E">
        <w:rPr>
          <w:rFonts w:ascii="Arial" w:hAnsi="Arial" w:cs="Arial"/>
          <w:b/>
          <w:sz w:val="20"/>
        </w:rPr>
        <w:t xml:space="preserve"> in de afgelopen 12 maanden in</w:t>
      </w:r>
      <w:r w:rsidRPr="0016172E">
        <w:rPr>
          <w:rFonts w:ascii="Arial" w:hAnsi="Arial" w:cs="Arial"/>
          <w:b/>
          <w:sz w:val="20"/>
        </w:rPr>
        <w:t xml:space="preserve"> het audiologisch centrum</w:t>
      </w:r>
      <w:r w:rsidR="00FD63A5" w:rsidRPr="0016172E">
        <w:rPr>
          <w:rFonts w:ascii="Arial" w:hAnsi="Arial" w:cs="Arial"/>
          <w:b/>
          <w:sz w:val="20"/>
        </w:rPr>
        <w:t xml:space="preserve"> geweest</w:t>
      </w:r>
      <w:r w:rsidRPr="0016172E">
        <w:rPr>
          <w:rFonts w:ascii="Arial" w:hAnsi="Arial" w:cs="Arial"/>
          <w:b/>
          <w:sz w:val="20"/>
        </w:rPr>
        <w:t>?</w:t>
      </w:r>
    </w:p>
    <w:p w:rsidR="007F0A1F" w:rsidRPr="0016172E" w:rsidRDefault="007F0A1F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lastRenderedPageBreak/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1 keer</w:t>
      </w:r>
    </w:p>
    <w:p w:rsidR="007F0A1F" w:rsidRPr="0016172E" w:rsidRDefault="007F0A1F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2-4 keer</w:t>
      </w:r>
    </w:p>
    <w:p w:rsidR="007F0A1F" w:rsidRPr="0016172E" w:rsidRDefault="007F0A1F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b/>
          <w:i/>
          <w:sz w:val="20"/>
        </w:rPr>
        <w:t xml:space="preserve"> </w:t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5-9 keer</w:t>
      </w:r>
    </w:p>
    <w:p w:rsidR="007F0A1F" w:rsidRPr="0016172E" w:rsidRDefault="007F0A1F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10 keer of vaker</w:t>
      </w:r>
    </w:p>
    <w:p w:rsidR="007F0A1F" w:rsidRPr="0016172E" w:rsidRDefault="007F0A1F" w:rsidP="00E101BF">
      <w:pPr>
        <w:pBdr>
          <w:bottom w:val="single" w:sz="4" w:space="1" w:color="auto"/>
        </w:pBd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weet ik niet meer</w:t>
      </w:r>
      <w:r w:rsidRPr="0016172E">
        <w:rPr>
          <w:rFonts w:ascii="Arial" w:hAnsi="Arial" w:cs="Arial"/>
          <w:sz w:val="20"/>
        </w:rPr>
        <w:br/>
      </w:r>
    </w:p>
    <w:p w:rsidR="00396D67" w:rsidRPr="0016172E" w:rsidRDefault="00396D67" w:rsidP="000420C3">
      <w:pPr>
        <w:tabs>
          <w:tab w:val="left" w:pos="425"/>
          <w:tab w:val="left" w:pos="680"/>
        </w:tabs>
        <w:spacing w:line="260" w:lineRule="exact"/>
        <w:outlineLvl w:val="0"/>
        <w:rPr>
          <w:rFonts w:ascii="Arial" w:hAnsi="Arial" w:cs="Arial"/>
          <w:b/>
          <w:i/>
          <w:sz w:val="24"/>
        </w:rPr>
      </w:pPr>
    </w:p>
    <w:p w:rsidR="000420C3" w:rsidRPr="0016172E" w:rsidRDefault="000420C3" w:rsidP="000420C3">
      <w:pPr>
        <w:tabs>
          <w:tab w:val="left" w:pos="425"/>
          <w:tab w:val="left" w:pos="680"/>
        </w:tabs>
        <w:spacing w:line="260" w:lineRule="exact"/>
        <w:outlineLvl w:val="0"/>
        <w:rPr>
          <w:rFonts w:ascii="Arial" w:hAnsi="Arial" w:cs="Arial"/>
          <w:b/>
          <w:i/>
          <w:sz w:val="24"/>
        </w:rPr>
      </w:pPr>
      <w:r w:rsidRPr="0016172E">
        <w:rPr>
          <w:rFonts w:ascii="Arial" w:hAnsi="Arial" w:cs="Arial"/>
          <w:b/>
          <w:i/>
          <w:sz w:val="24"/>
        </w:rPr>
        <w:t>ACCO</w:t>
      </w:r>
      <w:r w:rsidR="001D154C" w:rsidRPr="0016172E">
        <w:rPr>
          <w:rFonts w:ascii="Arial" w:hAnsi="Arial" w:cs="Arial"/>
          <w:b/>
          <w:i/>
          <w:sz w:val="24"/>
        </w:rPr>
        <w:t>M</w:t>
      </w:r>
      <w:r w:rsidRPr="0016172E">
        <w:rPr>
          <w:rFonts w:ascii="Arial" w:hAnsi="Arial" w:cs="Arial"/>
          <w:b/>
          <w:i/>
          <w:sz w:val="24"/>
        </w:rPr>
        <w:t>MODATIE</w:t>
      </w:r>
    </w:p>
    <w:p w:rsidR="000420C3" w:rsidRPr="0016172E" w:rsidRDefault="000420C3" w:rsidP="000420C3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0420C3" w:rsidRPr="0016172E" w:rsidRDefault="000420C3" w:rsidP="000420C3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i/>
          <w:sz w:val="20"/>
        </w:rPr>
      </w:pPr>
      <w:r w:rsidRPr="0016172E">
        <w:rPr>
          <w:rFonts w:ascii="Arial" w:hAnsi="Arial" w:cs="Arial"/>
          <w:b/>
          <w:sz w:val="20"/>
        </w:rPr>
        <w:t xml:space="preserve">De volgende vragen gaan over </w:t>
      </w:r>
      <w:r w:rsidR="001D154C" w:rsidRPr="0016172E">
        <w:rPr>
          <w:rFonts w:ascii="Arial" w:hAnsi="Arial" w:cs="Arial"/>
          <w:b/>
          <w:sz w:val="20"/>
        </w:rPr>
        <w:t xml:space="preserve">uw ervaringen met </w:t>
      </w:r>
      <w:r w:rsidRPr="0016172E">
        <w:rPr>
          <w:rFonts w:ascii="Arial" w:hAnsi="Arial" w:cs="Arial"/>
          <w:b/>
          <w:sz w:val="20"/>
        </w:rPr>
        <w:t xml:space="preserve">het gebouw en de ruimtes </w:t>
      </w:r>
      <w:r w:rsidR="001D154C" w:rsidRPr="0016172E">
        <w:rPr>
          <w:rFonts w:ascii="Arial" w:hAnsi="Arial" w:cs="Arial"/>
          <w:b/>
          <w:sz w:val="20"/>
        </w:rPr>
        <w:t>in</w:t>
      </w:r>
      <w:r w:rsidRPr="0016172E">
        <w:rPr>
          <w:rFonts w:ascii="Arial" w:hAnsi="Arial" w:cs="Arial"/>
          <w:b/>
          <w:sz w:val="20"/>
        </w:rPr>
        <w:t xml:space="preserve"> het audiologisch centrum in de afgelopen 12 maanden.</w:t>
      </w:r>
    </w:p>
    <w:p w:rsidR="000420C3" w:rsidRPr="0016172E" w:rsidRDefault="000420C3" w:rsidP="00083144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0420C3" w:rsidRPr="0016172E" w:rsidRDefault="000420C3" w:rsidP="008E798D">
      <w:pPr>
        <w:numPr>
          <w:ilvl w:val="0"/>
          <w:numId w:val="35"/>
        </w:numPr>
        <w:tabs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Zag het audiologisch centrum er netjes uit? (denkt u hierbij aan de wachtruimte, de spreekkamers, de onderzoeksruimte, etc.)</w:t>
      </w:r>
    </w:p>
    <w:p w:rsidR="000420C3" w:rsidRPr="0016172E" w:rsidRDefault="000420C3" w:rsidP="000420C3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0420C3" w:rsidRPr="0016172E" w:rsidRDefault="000420C3" w:rsidP="000420C3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0420C3" w:rsidRPr="0016172E" w:rsidRDefault="000420C3" w:rsidP="000420C3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983CB8" w:rsidRPr="0016172E" w:rsidRDefault="000420C3" w:rsidP="000420C3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Altijd </w:t>
      </w:r>
    </w:p>
    <w:p w:rsidR="00C2206A" w:rsidRPr="0016172E" w:rsidRDefault="00C2206A" w:rsidP="00C2206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0420C3" w:rsidRPr="0016172E" w:rsidRDefault="000420C3" w:rsidP="008E798D">
      <w:pPr>
        <w:numPr>
          <w:ilvl w:val="0"/>
          <w:numId w:val="35"/>
        </w:numPr>
        <w:tabs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Waren er in de wachtruimte </w:t>
      </w:r>
      <w:r w:rsidR="00F74B59" w:rsidRPr="0016172E">
        <w:rPr>
          <w:rFonts w:ascii="Arial" w:hAnsi="Arial" w:cs="Arial"/>
          <w:b/>
          <w:sz w:val="20"/>
        </w:rPr>
        <w:t xml:space="preserve">genoeg </w:t>
      </w:r>
      <w:r w:rsidRPr="0016172E">
        <w:rPr>
          <w:rFonts w:ascii="Arial" w:hAnsi="Arial" w:cs="Arial"/>
          <w:b/>
          <w:sz w:val="20"/>
        </w:rPr>
        <w:t>zitplaatsen?</w:t>
      </w:r>
    </w:p>
    <w:p w:rsidR="000420C3" w:rsidRPr="0016172E" w:rsidRDefault="000420C3" w:rsidP="000420C3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0420C3" w:rsidRPr="0016172E" w:rsidRDefault="000420C3" w:rsidP="000420C3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0420C3" w:rsidRPr="0016172E" w:rsidRDefault="000420C3" w:rsidP="000420C3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0420C3" w:rsidRPr="0016172E" w:rsidRDefault="000420C3" w:rsidP="000420C3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Altijd</w:t>
      </w:r>
    </w:p>
    <w:p w:rsidR="000420C3" w:rsidRPr="0016172E" w:rsidRDefault="000420C3" w:rsidP="000420C3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b/>
          <w:sz w:val="20"/>
        </w:rPr>
      </w:pPr>
    </w:p>
    <w:p w:rsidR="00A60A9D" w:rsidRPr="0016172E" w:rsidRDefault="00A60A9D" w:rsidP="00A60A9D">
      <w:pPr>
        <w:numPr>
          <w:ilvl w:val="0"/>
          <w:numId w:val="35"/>
        </w:numPr>
        <w:tabs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Waren er in de wachtruimte genoeg voorzieningen? (denkt u hierbij aan leesmateriaal, ringleiding, een visueel aankondigingbord, speelmateriaal voor kinderen</w:t>
      </w:r>
      <w:r w:rsidR="00522DA1" w:rsidRPr="0016172E">
        <w:rPr>
          <w:rFonts w:ascii="Arial" w:hAnsi="Arial" w:cs="Arial"/>
          <w:b/>
          <w:sz w:val="20"/>
        </w:rPr>
        <w:t>,</w:t>
      </w:r>
      <w:r w:rsidRPr="0016172E">
        <w:rPr>
          <w:rFonts w:ascii="Arial" w:hAnsi="Arial" w:cs="Arial"/>
          <w:b/>
          <w:sz w:val="20"/>
        </w:rPr>
        <w:t xml:space="preserve"> etc.)</w:t>
      </w:r>
    </w:p>
    <w:p w:rsidR="00A60A9D" w:rsidRPr="0016172E" w:rsidRDefault="00A60A9D" w:rsidP="00A60A9D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A60A9D" w:rsidRPr="0016172E" w:rsidRDefault="00A60A9D" w:rsidP="00A60A9D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A60A9D" w:rsidRPr="0016172E" w:rsidRDefault="00A60A9D" w:rsidP="00A60A9D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A60A9D" w:rsidRPr="0016172E" w:rsidRDefault="00A60A9D" w:rsidP="00A60A9D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Altijd</w:t>
      </w:r>
    </w:p>
    <w:p w:rsidR="00A60A9D" w:rsidRPr="0016172E" w:rsidRDefault="00A60A9D" w:rsidP="00A60A9D">
      <w:pPr>
        <w:numPr>
          <w:ilvl w:val="0"/>
          <w:numId w:val="15"/>
        </w:num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>Weet ik niet</w:t>
      </w:r>
    </w:p>
    <w:p w:rsidR="00396D67" w:rsidRPr="0016172E" w:rsidRDefault="00396D67" w:rsidP="00A60A9D">
      <w:pP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A60A9D" w:rsidRPr="0016172E" w:rsidRDefault="00A60A9D" w:rsidP="00A60A9D">
      <w:pPr>
        <w:numPr>
          <w:ilvl w:val="0"/>
          <w:numId w:val="35"/>
        </w:numPr>
        <w:tabs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Welk cijfer geeft u de accommodatie van het audiologisch centrum? Een 0 betekent: heel erg slecht. Een 10 betekent: uitstekend.</w:t>
      </w:r>
    </w:p>
    <w:p w:rsidR="00A60A9D" w:rsidRPr="0016172E" w:rsidRDefault="00A60A9D" w:rsidP="00A60A9D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0 </w:t>
      </w:r>
      <w:r w:rsidRPr="0016172E">
        <w:rPr>
          <w:rFonts w:ascii="Arial" w:hAnsi="Arial" w:cs="Arial"/>
          <w:sz w:val="20"/>
        </w:rPr>
        <w:tab/>
        <w:t>heel erg slechte accommodatie</w:t>
      </w:r>
    </w:p>
    <w:p w:rsidR="00A60A9D" w:rsidRPr="0016172E" w:rsidRDefault="00A60A9D" w:rsidP="00A60A9D">
      <w:pPr>
        <w:tabs>
          <w:tab w:val="left" w:pos="425"/>
          <w:tab w:val="left" w:pos="680"/>
          <w:tab w:val="left" w:pos="2632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1</w:t>
      </w:r>
      <w:r w:rsidRPr="0016172E">
        <w:rPr>
          <w:rFonts w:ascii="Arial" w:hAnsi="Arial" w:cs="Arial"/>
          <w:sz w:val="20"/>
        </w:rPr>
        <w:tab/>
      </w:r>
    </w:p>
    <w:p w:rsidR="00A60A9D" w:rsidRPr="0016172E" w:rsidRDefault="00A60A9D" w:rsidP="00A60A9D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2</w:t>
      </w:r>
    </w:p>
    <w:p w:rsidR="00A60A9D" w:rsidRPr="0016172E" w:rsidRDefault="00A60A9D" w:rsidP="00A60A9D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3</w:t>
      </w:r>
    </w:p>
    <w:p w:rsidR="00A60A9D" w:rsidRPr="0016172E" w:rsidRDefault="00A60A9D" w:rsidP="00A60A9D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4</w:t>
      </w:r>
    </w:p>
    <w:p w:rsidR="00A60A9D" w:rsidRPr="0016172E" w:rsidRDefault="00A60A9D" w:rsidP="00A60A9D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5</w:t>
      </w:r>
    </w:p>
    <w:p w:rsidR="00A60A9D" w:rsidRPr="0016172E" w:rsidRDefault="00A60A9D" w:rsidP="00A60A9D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6</w:t>
      </w:r>
    </w:p>
    <w:p w:rsidR="00A60A9D" w:rsidRPr="0016172E" w:rsidRDefault="00A60A9D" w:rsidP="00A60A9D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7</w:t>
      </w:r>
    </w:p>
    <w:p w:rsidR="00A60A9D" w:rsidRPr="0016172E" w:rsidRDefault="00A60A9D" w:rsidP="00A60A9D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8</w:t>
      </w:r>
    </w:p>
    <w:p w:rsidR="00A60A9D" w:rsidRPr="0016172E" w:rsidRDefault="00A60A9D" w:rsidP="00A60A9D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9</w:t>
      </w:r>
    </w:p>
    <w:p w:rsidR="00A60A9D" w:rsidRPr="0016172E" w:rsidRDefault="00A60A9D" w:rsidP="00A60A9D">
      <w:pPr>
        <w:tabs>
          <w:tab w:val="left" w:pos="425"/>
          <w:tab w:val="left" w:pos="680"/>
          <w:tab w:val="left" w:pos="2296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10 uitstekende accommodatie</w:t>
      </w:r>
    </w:p>
    <w:p w:rsidR="003D3670" w:rsidRPr="0016172E" w:rsidRDefault="003D3670" w:rsidP="00181689">
      <w:pPr>
        <w:pBdr>
          <w:bottom w:val="single" w:sz="4" w:space="1" w:color="auto"/>
        </w:pBd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i/>
          <w:caps/>
          <w:sz w:val="24"/>
          <w:szCs w:val="22"/>
        </w:rPr>
      </w:pPr>
      <w:r w:rsidRPr="0016172E">
        <w:rPr>
          <w:rFonts w:ascii="Arial" w:hAnsi="Arial" w:cs="Arial"/>
          <w:b/>
          <w:i/>
          <w:caps/>
          <w:sz w:val="24"/>
          <w:szCs w:val="22"/>
        </w:rPr>
        <w:t>informatie en Communicatie</w:t>
      </w: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i/>
          <w:caps/>
          <w:szCs w:val="22"/>
        </w:rPr>
      </w:pP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De volgende vragen gaan </w:t>
      </w:r>
      <w:r w:rsidR="00265565" w:rsidRPr="0016172E">
        <w:rPr>
          <w:rFonts w:ascii="Arial" w:hAnsi="Arial" w:cs="Arial"/>
          <w:b/>
          <w:sz w:val="20"/>
        </w:rPr>
        <w:t xml:space="preserve">over </w:t>
      </w:r>
      <w:r w:rsidR="009F77A6" w:rsidRPr="0016172E">
        <w:rPr>
          <w:rFonts w:ascii="Arial" w:hAnsi="Arial" w:cs="Arial"/>
          <w:b/>
          <w:sz w:val="20"/>
        </w:rPr>
        <w:t>de informatie die u in de afgelopen 12 maanden van het audiologisch centrum heeft gehad</w:t>
      </w:r>
      <w:r w:rsidR="0040700F" w:rsidRPr="0016172E">
        <w:rPr>
          <w:rFonts w:ascii="Arial" w:hAnsi="Arial" w:cs="Arial"/>
          <w:b/>
          <w:sz w:val="20"/>
        </w:rPr>
        <w:t xml:space="preserve">. En de vragen gaan over </w:t>
      </w:r>
      <w:r w:rsidRPr="0016172E">
        <w:rPr>
          <w:rFonts w:ascii="Arial" w:hAnsi="Arial" w:cs="Arial"/>
          <w:b/>
          <w:sz w:val="20"/>
        </w:rPr>
        <w:t xml:space="preserve">de communicatie </w:t>
      </w:r>
      <w:r w:rsidR="009F77A6" w:rsidRPr="0016172E">
        <w:rPr>
          <w:rFonts w:ascii="Arial" w:hAnsi="Arial" w:cs="Arial"/>
          <w:b/>
          <w:sz w:val="20"/>
        </w:rPr>
        <w:t xml:space="preserve">met </w:t>
      </w:r>
      <w:r w:rsidRPr="0016172E">
        <w:rPr>
          <w:rFonts w:ascii="Arial" w:hAnsi="Arial" w:cs="Arial"/>
          <w:b/>
          <w:sz w:val="20"/>
        </w:rPr>
        <w:t>de medewerkers van het audiologisch centrum</w:t>
      </w:r>
      <w:r w:rsidR="00F74B59" w:rsidRPr="0016172E">
        <w:rPr>
          <w:rFonts w:ascii="Arial" w:hAnsi="Arial" w:cs="Arial"/>
          <w:b/>
          <w:sz w:val="20"/>
        </w:rPr>
        <w:t xml:space="preserve"> in de afgelopen 12 maanden</w:t>
      </w:r>
      <w:r w:rsidRPr="0016172E">
        <w:rPr>
          <w:rFonts w:ascii="Arial" w:hAnsi="Arial" w:cs="Arial"/>
          <w:b/>
          <w:sz w:val="20"/>
        </w:rPr>
        <w:t>.</w:t>
      </w:r>
    </w:p>
    <w:p w:rsidR="00C2206A" w:rsidRPr="0016172E" w:rsidRDefault="00C2206A" w:rsidP="009249C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DB23C3" w:rsidRPr="0016172E" w:rsidRDefault="00061B23" w:rsidP="00A60A9D">
      <w:pPr>
        <w:numPr>
          <w:ilvl w:val="0"/>
          <w:numId w:val="35"/>
        </w:numPr>
        <w:tabs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Gaf</w:t>
      </w:r>
      <w:r w:rsidR="00DB23C3" w:rsidRPr="0016172E">
        <w:rPr>
          <w:rFonts w:ascii="Arial" w:hAnsi="Arial" w:cs="Arial"/>
          <w:b/>
          <w:sz w:val="20"/>
        </w:rPr>
        <w:t xml:space="preserve"> het audiologisch centrum</w:t>
      </w:r>
      <w:r w:rsidRPr="0016172E">
        <w:rPr>
          <w:rFonts w:ascii="Arial" w:hAnsi="Arial" w:cs="Arial"/>
          <w:b/>
          <w:sz w:val="20"/>
        </w:rPr>
        <w:t xml:space="preserve"> u</w:t>
      </w:r>
      <w:r w:rsidR="00DB23C3" w:rsidRPr="0016172E">
        <w:rPr>
          <w:rFonts w:ascii="Arial" w:hAnsi="Arial" w:cs="Arial"/>
          <w:b/>
          <w:sz w:val="20"/>
        </w:rPr>
        <w:t xml:space="preserve"> </w:t>
      </w:r>
      <w:r w:rsidRPr="0016172E">
        <w:rPr>
          <w:rFonts w:ascii="Arial" w:hAnsi="Arial" w:cs="Arial"/>
          <w:b/>
          <w:sz w:val="20"/>
        </w:rPr>
        <w:t xml:space="preserve">informatie </w:t>
      </w:r>
      <w:r w:rsidR="00DB23C3" w:rsidRPr="0016172E">
        <w:rPr>
          <w:rFonts w:ascii="Arial" w:hAnsi="Arial" w:cs="Arial"/>
          <w:b/>
          <w:sz w:val="20"/>
        </w:rPr>
        <w:t>over uw aandoening/probleem? (denkt u hierbij aan folders, of informatie over bijeenkomsten, cursussen, patiëntenvereniging, etc</w:t>
      </w:r>
      <w:r w:rsidR="0023543B" w:rsidRPr="0016172E">
        <w:rPr>
          <w:rFonts w:ascii="Arial" w:hAnsi="Arial" w:cs="Arial"/>
          <w:b/>
          <w:sz w:val="20"/>
        </w:rPr>
        <w:t>.</w:t>
      </w:r>
      <w:r w:rsidR="00DB23C3" w:rsidRPr="0016172E">
        <w:rPr>
          <w:rFonts w:ascii="Arial" w:hAnsi="Arial" w:cs="Arial"/>
          <w:b/>
          <w:sz w:val="20"/>
        </w:rPr>
        <w:t>)</w:t>
      </w:r>
    </w:p>
    <w:p w:rsidR="00F74B59" w:rsidRPr="0016172E" w:rsidRDefault="00DB23C3" w:rsidP="00F74B59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  <w:r w:rsidR="00F74B59" w:rsidRPr="0016172E">
        <w:rPr>
          <w:rFonts w:ascii="Arial" w:hAnsi="Arial" w:cs="Arial"/>
          <w:sz w:val="20"/>
        </w:rPr>
        <w:sym w:font="Wingdings" w:char="F0E0"/>
      </w:r>
      <w:r w:rsidR="00F74B59" w:rsidRPr="0016172E">
        <w:rPr>
          <w:rFonts w:ascii="Arial" w:hAnsi="Arial" w:cs="Arial"/>
          <w:sz w:val="20"/>
        </w:rPr>
        <w:t xml:space="preserve"> </w:t>
      </w:r>
      <w:r w:rsidR="00F74B59" w:rsidRPr="0016172E">
        <w:rPr>
          <w:rFonts w:ascii="Arial" w:hAnsi="Arial" w:cs="Arial"/>
          <w:i/>
          <w:sz w:val="20"/>
        </w:rPr>
        <w:t xml:space="preserve">ga door naar vraag </w:t>
      </w:r>
      <w:r w:rsidR="00A873A1" w:rsidRPr="0016172E">
        <w:rPr>
          <w:rFonts w:ascii="Arial" w:hAnsi="Arial" w:cs="Arial"/>
          <w:i/>
          <w:sz w:val="20"/>
        </w:rPr>
        <w:t>1</w:t>
      </w:r>
      <w:r w:rsidR="00300402">
        <w:rPr>
          <w:rFonts w:ascii="Arial" w:hAnsi="Arial" w:cs="Arial"/>
          <w:i/>
          <w:sz w:val="20"/>
        </w:rPr>
        <w:t>5</w:t>
      </w: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DB23C3" w:rsidRPr="0016172E" w:rsidRDefault="00D929F6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900042"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t>Altijd</w:t>
      </w:r>
    </w:p>
    <w:p w:rsidR="00653210" w:rsidRPr="0016172E" w:rsidRDefault="00653210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9714A1" w:rsidRPr="0016172E" w:rsidRDefault="009714A1" w:rsidP="00A60A9D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Was deze informatie te begrijpen?</w:t>
      </w:r>
    </w:p>
    <w:p w:rsidR="00A74763" w:rsidRPr="0016172E" w:rsidRDefault="00A74763" w:rsidP="00A74763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A74763" w:rsidRPr="0016172E" w:rsidRDefault="00A74763" w:rsidP="00A74763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A74763" w:rsidRPr="0016172E" w:rsidRDefault="00A74763" w:rsidP="00A74763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A74763" w:rsidRPr="0016172E" w:rsidRDefault="00A74763" w:rsidP="00A74763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="00900042"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t>Altijd</w:t>
      </w:r>
    </w:p>
    <w:p w:rsidR="00396D67" w:rsidRPr="0016172E" w:rsidRDefault="00396D67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C2206A" w:rsidRPr="0016172E" w:rsidRDefault="00DB23C3" w:rsidP="008855D8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Luisterden de medewerkers van het audiologisch centrum aandachtig naar u? </w:t>
      </w:r>
    </w:p>
    <w:p w:rsidR="00DB23C3" w:rsidRPr="0016172E" w:rsidRDefault="00C2206A" w:rsidP="00C2206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b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 xml:space="preserve">Nooit </w:t>
      </w:r>
    </w:p>
    <w:p w:rsidR="00DB23C3" w:rsidRPr="0016172E" w:rsidRDefault="00DB23C3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DB23C3" w:rsidRPr="0016172E" w:rsidRDefault="00DB23C3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DB23C3" w:rsidRPr="0016172E" w:rsidRDefault="00DB23C3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Altijd </w:t>
      </w:r>
    </w:p>
    <w:p w:rsidR="00DB23C3" w:rsidRPr="0016172E" w:rsidRDefault="00DB23C3" w:rsidP="0023543B">
      <w:pPr>
        <w:pStyle w:val="Default"/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  <w:szCs w:val="20"/>
        </w:rPr>
      </w:pPr>
    </w:p>
    <w:p w:rsidR="00522DA1" w:rsidRPr="0016172E" w:rsidRDefault="00DB23C3" w:rsidP="00522DA1">
      <w:pPr>
        <w:numPr>
          <w:ilvl w:val="0"/>
          <w:numId w:val="35"/>
        </w:numPr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b/>
          <w:sz w:val="20"/>
        </w:rPr>
        <w:t>Hadden de medewerkers van het audiologisch centrum genoeg tijd voor u?</w:t>
      </w:r>
    </w:p>
    <w:p w:rsidR="00DB23C3" w:rsidRPr="0016172E" w:rsidRDefault="00522DA1" w:rsidP="00522DA1">
      <w:pPr>
        <w:tabs>
          <w:tab w:val="left" w:pos="425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 xml:space="preserve">Nooit </w:t>
      </w:r>
    </w:p>
    <w:p w:rsidR="00DB23C3" w:rsidRPr="0016172E" w:rsidRDefault="00DB23C3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DB23C3" w:rsidRPr="0016172E" w:rsidRDefault="00DB23C3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DB23C3" w:rsidRPr="0016172E" w:rsidRDefault="00DB23C3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Altijd </w:t>
      </w:r>
    </w:p>
    <w:p w:rsidR="00900042" w:rsidRPr="0016172E" w:rsidRDefault="00900042" w:rsidP="0023543B">
      <w:pPr>
        <w:pStyle w:val="Default"/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  <w:szCs w:val="20"/>
        </w:rPr>
      </w:pPr>
    </w:p>
    <w:p w:rsidR="00AE2B49" w:rsidRPr="0016172E" w:rsidRDefault="00DB23C3" w:rsidP="008855D8">
      <w:pPr>
        <w:pStyle w:val="Default"/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  <w:szCs w:val="20"/>
        </w:rPr>
      </w:pPr>
      <w:r w:rsidRPr="0016172E">
        <w:rPr>
          <w:rFonts w:ascii="Arial" w:hAnsi="Arial" w:cs="Arial"/>
          <w:b/>
          <w:sz w:val="20"/>
          <w:szCs w:val="20"/>
        </w:rPr>
        <w:t xml:space="preserve">Namen de medewerkers van het audiologisch centrum u serieus? </w:t>
      </w:r>
    </w:p>
    <w:p w:rsidR="00DB23C3" w:rsidRPr="0016172E" w:rsidRDefault="00DB23C3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DB23C3" w:rsidRPr="0016172E" w:rsidRDefault="00DB23C3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DB23C3" w:rsidRPr="0016172E" w:rsidRDefault="00DB23C3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DB23C3" w:rsidRPr="0016172E" w:rsidRDefault="0023543B" w:rsidP="0023543B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0071"/>
      </w: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t xml:space="preserve">Altijd </w:t>
      </w:r>
      <w:r w:rsidR="00F15EA9" w:rsidRPr="0016172E">
        <w:rPr>
          <w:rFonts w:ascii="Arial" w:hAnsi="Arial" w:cs="Arial"/>
          <w:sz w:val="20"/>
        </w:rPr>
        <w:br/>
      </w:r>
    </w:p>
    <w:p w:rsidR="00F15EA9" w:rsidRPr="0016172E" w:rsidRDefault="00F15EA9" w:rsidP="00F15EA9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Kon u al uw vragen stellen aan de medewerkers van het audiologisch centrum?</w:t>
      </w:r>
    </w:p>
    <w:p w:rsidR="00F15EA9" w:rsidRPr="0016172E" w:rsidRDefault="00F15EA9" w:rsidP="00F15EA9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F15EA9" w:rsidRPr="0016172E" w:rsidRDefault="00F15EA9" w:rsidP="00F15EA9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F15EA9" w:rsidRPr="0016172E" w:rsidRDefault="00F15EA9" w:rsidP="00F15EA9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F15EA9" w:rsidRPr="0016172E" w:rsidRDefault="00F15EA9" w:rsidP="00F15EA9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Altijd </w:t>
      </w:r>
      <w:r w:rsidRPr="0016172E">
        <w:rPr>
          <w:rFonts w:ascii="Arial" w:hAnsi="Arial" w:cs="Arial"/>
          <w:sz w:val="20"/>
        </w:rPr>
        <w:br/>
      </w:r>
    </w:p>
    <w:p w:rsidR="002F3C11" w:rsidRPr="0016172E" w:rsidRDefault="002F3C11" w:rsidP="00F15EA9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125AA1" w:rsidRPr="0016172E" w:rsidRDefault="00125AA1" w:rsidP="009064E0">
      <w:pPr>
        <w:numPr>
          <w:ilvl w:val="0"/>
          <w:numId w:val="35"/>
        </w:numPr>
        <w:spacing w:line="260" w:lineRule="exact"/>
        <w:ind w:right="-215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Legden de medewerkers van het audiologisch centrum dingen op een begrijpelijke manier uit? </w:t>
      </w:r>
    </w:p>
    <w:p w:rsidR="00125AA1" w:rsidRPr="0016172E" w:rsidRDefault="00125AA1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125AA1" w:rsidRPr="0016172E" w:rsidRDefault="00125AA1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lastRenderedPageBreak/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125AA1" w:rsidRPr="0016172E" w:rsidRDefault="00125AA1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125AA1" w:rsidRPr="0016172E" w:rsidRDefault="00125AA1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Altijd </w:t>
      </w:r>
    </w:p>
    <w:p w:rsidR="00BB5C3C" w:rsidRPr="0016172E" w:rsidRDefault="00BB5C3C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</w:p>
    <w:p w:rsidR="00125AA1" w:rsidRPr="0016172E" w:rsidRDefault="00125AA1" w:rsidP="008855D8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Gaven de medewerkers van het audiologisch centrum tegenstrijdige informatie? </w:t>
      </w:r>
    </w:p>
    <w:p w:rsidR="00125AA1" w:rsidRPr="0016172E" w:rsidRDefault="00125AA1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125AA1" w:rsidRPr="0016172E" w:rsidRDefault="00125AA1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125AA1" w:rsidRPr="0016172E" w:rsidRDefault="00125AA1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125AA1" w:rsidRPr="0016172E" w:rsidRDefault="0023543B" w:rsidP="0023543B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0071"/>
      </w:r>
      <w:r w:rsidRPr="0016172E">
        <w:rPr>
          <w:rFonts w:ascii="Arial" w:hAnsi="Arial" w:cs="Arial"/>
          <w:sz w:val="20"/>
        </w:rPr>
        <w:tab/>
      </w:r>
      <w:r w:rsidR="00125AA1" w:rsidRPr="0016172E">
        <w:rPr>
          <w:rFonts w:ascii="Arial" w:hAnsi="Arial" w:cs="Arial"/>
          <w:sz w:val="20"/>
        </w:rPr>
        <w:t xml:space="preserve">Altijd </w:t>
      </w:r>
    </w:p>
    <w:p w:rsidR="0023543B" w:rsidRPr="0016172E" w:rsidRDefault="0023543B" w:rsidP="0023543B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</w:p>
    <w:p w:rsidR="00125AA1" w:rsidRPr="0016172E" w:rsidRDefault="00125AA1" w:rsidP="008855D8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bCs/>
          <w:i/>
          <w:sz w:val="20"/>
        </w:rPr>
      </w:pPr>
      <w:r w:rsidRPr="0016172E">
        <w:rPr>
          <w:rFonts w:ascii="Arial" w:hAnsi="Arial" w:cs="Arial"/>
          <w:b/>
          <w:bCs/>
          <w:sz w:val="20"/>
        </w:rPr>
        <w:t xml:space="preserve">Welke onderwerpen </w:t>
      </w:r>
      <w:r w:rsidR="00DE3231" w:rsidRPr="0016172E">
        <w:rPr>
          <w:rFonts w:ascii="Arial" w:hAnsi="Arial" w:cs="Arial"/>
          <w:b/>
          <w:bCs/>
          <w:sz w:val="20"/>
        </w:rPr>
        <w:t xml:space="preserve">hebben de medewerkers van het </w:t>
      </w:r>
      <w:r w:rsidR="00262A66" w:rsidRPr="0016172E">
        <w:rPr>
          <w:rFonts w:ascii="Arial" w:hAnsi="Arial" w:cs="Arial"/>
          <w:b/>
          <w:bCs/>
          <w:sz w:val="20"/>
        </w:rPr>
        <w:t xml:space="preserve">audiologisch centrum </w:t>
      </w:r>
      <w:r w:rsidR="00DE3231" w:rsidRPr="0016172E">
        <w:rPr>
          <w:rFonts w:ascii="Arial" w:hAnsi="Arial" w:cs="Arial"/>
          <w:b/>
          <w:bCs/>
          <w:sz w:val="20"/>
        </w:rPr>
        <w:t>met u besproken</w:t>
      </w:r>
      <w:r w:rsidRPr="0016172E">
        <w:rPr>
          <w:rFonts w:ascii="Arial" w:hAnsi="Arial" w:cs="Arial"/>
          <w:b/>
          <w:bCs/>
          <w:sz w:val="20"/>
        </w:rPr>
        <w:t xml:space="preserve">? </w:t>
      </w:r>
      <w:r w:rsidRPr="0016172E">
        <w:rPr>
          <w:rFonts w:ascii="Arial" w:hAnsi="Arial" w:cs="Arial"/>
          <w:b/>
          <w:bCs/>
          <w:i/>
          <w:sz w:val="20"/>
        </w:rPr>
        <w:t>(meerdere antwoorden mogelijk)</w:t>
      </w:r>
    </w:p>
    <w:p w:rsidR="00125AA1" w:rsidRPr="0016172E" w:rsidRDefault="00125AA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Uitslag van onderzoek(en)</w:t>
      </w:r>
    </w:p>
    <w:p w:rsidR="00125AA1" w:rsidRPr="0016172E" w:rsidRDefault="00125AA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Hoortoestellen</w:t>
      </w:r>
    </w:p>
    <w:p w:rsidR="00125AA1" w:rsidRPr="0016172E" w:rsidRDefault="00125AA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Andere hulpmiddelen</w:t>
      </w:r>
    </w:p>
    <w:p w:rsidR="00125AA1" w:rsidRPr="0016172E" w:rsidRDefault="00125AA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="00540300" w:rsidRPr="0016172E">
        <w:rPr>
          <w:rFonts w:ascii="Arial" w:hAnsi="Arial" w:cs="Arial"/>
          <w:sz w:val="20"/>
        </w:rPr>
        <w:tab/>
        <w:t>Geh</w:t>
      </w:r>
      <w:r w:rsidRPr="0016172E">
        <w:rPr>
          <w:rFonts w:ascii="Arial" w:hAnsi="Arial" w:cs="Arial"/>
          <w:sz w:val="20"/>
        </w:rPr>
        <w:t>oorbescherming</w:t>
      </w:r>
    </w:p>
    <w:p w:rsidR="00125AA1" w:rsidRPr="0016172E" w:rsidRDefault="00125AA1" w:rsidP="0023543B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Omgaan met gehoor/taal/spraakproblemen op school</w:t>
      </w:r>
    </w:p>
    <w:p w:rsidR="00125AA1" w:rsidRPr="0016172E" w:rsidRDefault="00125AA1" w:rsidP="0023543B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Omgaan met gehoor/taal/spraakproblemen op het werk</w:t>
      </w:r>
    </w:p>
    <w:p w:rsidR="00125AA1" w:rsidRPr="0016172E" w:rsidRDefault="00125AA1" w:rsidP="0023543B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Omgaan met gehoor/taal/spraakproblemen thuis</w:t>
      </w:r>
    </w:p>
    <w:p w:rsidR="00125AA1" w:rsidRPr="0016172E" w:rsidRDefault="00125AA1" w:rsidP="0023543B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Logopedische oefeningen </w:t>
      </w:r>
    </w:p>
    <w:p w:rsidR="00125AA1" w:rsidRPr="0016172E" w:rsidRDefault="00125AA1" w:rsidP="0023543B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Begeleiding</w:t>
      </w:r>
    </w:p>
    <w:p w:rsidR="00125AA1" w:rsidRPr="0016172E" w:rsidRDefault="00125AA1" w:rsidP="0023543B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Doorverwijzing (naar specialist, cursus of lotgenoten)</w:t>
      </w:r>
    </w:p>
    <w:p w:rsidR="00125AA1" w:rsidRPr="0016172E" w:rsidRDefault="00125AA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 xml:space="preserve"> </w:t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23543B" w:rsidRPr="0016172E">
        <w:rPr>
          <w:rFonts w:ascii="Arial" w:hAnsi="Arial" w:cs="Arial"/>
          <w:sz w:val="20"/>
        </w:rPr>
        <w:t>A</w:t>
      </w:r>
      <w:r w:rsidRPr="0016172E">
        <w:rPr>
          <w:rFonts w:ascii="Arial" w:hAnsi="Arial" w:cs="Arial"/>
          <w:sz w:val="20"/>
        </w:rPr>
        <w:t>nders, namelijk</w:t>
      </w:r>
      <w:r w:rsidR="0023543B" w:rsidRPr="0016172E">
        <w:rPr>
          <w:rFonts w:ascii="Arial" w:hAnsi="Arial" w:cs="Arial"/>
          <w:sz w:val="20"/>
        </w:rPr>
        <w:t>:</w:t>
      </w:r>
    </w:p>
    <w:p w:rsidR="0023543B" w:rsidRPr="0016172E" w:rsidRDefault="0023543B" w:rsidP="008729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360" w:lineRule="auto"/>
        <w:ind w:left="720"/>
        <w:rPr>
          <w:rFonts w:ascii="Arial" w:hAnsi="Arial" w:cs="Arial"/>
          <w:sz w:val="20"/>
        </w:rPr>
      </w:pPr>
    </w:p>
    <w:p w:rsidR="00125AA1" w:rsidRPr="0016172E" w:rsidRDefault="0023543B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i/>
        </w:rPr>
        <w:t>(a.u.b. in blokletters)</w:t>
      </w:r>
    </w:p>
    <w:p w:rsidR="00396D67" w:rsidRPr="0016172E" w:rsidRDefault="00396D67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</w:p>
    <w:p w:rsidR="00660190" w:rsidRPr="0016172E" w:rsidRDefault="00660190" w:rsidP="00660190">
      <w:pPr>
        <w:numPr>
          <w:ilvl w:val="0"/>
          <w:numId w:val="35"/>
        </w:numPr>
        <w:spacing w:line="260" w:lineRule="exact"/>
        <w:rPr>
          <w:rFonts w:ascii="Arial" w:hAnsi="Arial" w:cs="Arial"/>
          <w:i/>
          <w:sz w:val="20"/>
        </w:rPr>
      </w:pPr>
      <w:r w:rsidRPr="0016172E">
        <w:rPr>
          <w:rFonts w:ascii="Arial" w:hAnsi="Arial" w:cs="Arial"/>
          <w:b/>
          <w:bCs/>
          <w:sz w:val="20"/>
        </w:rPr>
        <w:t>Heeft u onderwerpen gemist tijdens deze gesprekken?</w:t>
      </w:r>
      <w:r w:rsidRPr="0016172E">
        <w:rPr>
          <w:rFonts w:ascii="Arial" w:hAnsi="Arial" w:cs="Arial"/>
          <w:b/>
          <w:bCs/>
          <w:sz w:val="20"/>
        </w:rPr>
        <w:br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Nee</w:t>
      </w:r>
    </w:p>
    <w:p w:rsidR="00660190" w:rsidRPr="0016172E" w:rsidRDefault="00660190" w:rsidP="00660190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Ja, namelijk:</w:t>
      </w:r>
    </w:p>
    <w:p w:rsidR="003A0EE5" w:rsidRPr="0016172E" w:rsidRDefault="001B0A30" w:rsidP="002F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360" w:lineRule="auto"/>
        <w:ind w:left="7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 xml:space="preserve"> </w:t>
      </w:r>
    </w:p>
    <w:p w:rsidR="002F3C11" w:rsidRPr="0016172E" w:rsidRDefault="002F3C11" w:rsidP="002F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360" w:lineRule="auto"/>
        <w:ind w:left="720"/>
        <w:rPr>
          <w:rFonts w:ascii="Arial" w:hAnsi="Arial" w:cs="Arial"/>
          <w:sz w:val="20"/>
        </w:rPr>
      </w:pPr>
    </w:p>
    <w:p w:rsidR="002F3C11" w:rsidRPr="0016172E" w:rsidRDefault="002F3C11" w:rsidP="002F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360" w:lineRule="auto"/>
        <w:ind w:left="720"/>
        <w:rPr>
          <w:rFonts w:ascii="Arial" w:hAnsi="Arial" w:cs="Arial"/>
          <w:sz w:val="20"/>
        </w:rPr>
      </w:pPr>
    </w:p>
    <w:p w:rsidR="002F3C11" w:rsidRPr="0016172E" w:rsidRDefault="002F3C11" w:rsidP="002F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360" w:lineRule="auto"/>
        <w:ind w:left="720"/>
        <w:rPr>
          <w:rFonts w:ascii="Arial" w:hAnsi="Arial" w:cs="Arial"/>
          <w:sz w:val="20"/>
        </w:rPr>
      </w:pPr>
    </w:p>
    <w:p w:rsidR="002F3C11" w:rsidRPr="0016172E" w:rsidRDefault="002F3C11" w:rsidP="002F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360" w:lineRule="auto"/>
        <w:ind w:left="720"/>
        <w:rPr>
          <w:rFonts w:ascii="Arial" w:hAnsi="Arial" w:cs="Arial"/>
          <w:sz w:val="20"/>
        </w:rPr>
      </w:pPr>
    </w:p>
    <w:p w:rsidR="002F3C11" w:rsidRPr="0016172E" w:rsidRDefault="002F3C11" w:rsidP="002F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360" w:lineRule="auto"/>
        <w:ind w:left="720"/>
        <w:rPr>
          <w:rFonts w:ascii="Arial" w:hAnsi="Arial" w:cs="Arial"/>
          <w:sz w:val="20"/>
        </w:rPr>
      </w:pPr>
    </w:p>
    <w:p w:rsidR="009064E0" w:rsidRPr="0016172E" w:rsidRDefault="009064E0" w:rsidP="009064E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i/>
        </w:rPr>
        <w:t>(a.u.b. in blokletters)</w:t>
      </w:r>
    </w:p>
    <w:p w:rsidR="002F3C11" w:rsidRPr="0016172E" w:rsidRDefault="002F3C1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2F3C11" w:rsidRPr="0016172E" w:rsidRDefault="002F3C1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2F3C11" w:rsidRPr="0016172E" w:rsidRDefault="002F3C1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2F3C11" w:rsidRPr="0016172E" w:rsidRDefault="002F3C1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2F3C11" w:rsidRPr="0016172E" w:rsidRDefault="002F3C1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2F3C11" w:rsidRPr="0016172E" w:rsidRDefault="002F3C1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2F3C11" w:rsidRPr="0016172E" w:rsidRDefault="002F3C1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2F3C11" w:rsidRPr="0016172E" w:rsidRDefault="002F3C1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DB23C3" w:rsidRPr="0016172E" w:rsidRDefault="00DB23C3" w:rsidP="008855D8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Welk cijfer geeft u de informatie</w:t>
      </w:r>
      <w:r w:rsidR="003B028D" w:rsidRPr="0016172E">
        <w:rPr>
          <w:rFonts w:ascii="Arial" w:hAnsi="Arial" w:cs="Arial"/>
          <w:b/>
          <w:sz w:val="20"/>
        </w:rPr>
        <w:t xml:space="preserve"> en communicatie</w:t>
      </w:r>
      <w:r w:rsidRPr="0016172E">
        <w:rPr>
          <w:rFonts w:ascii="Arial" w:hAnsi="Arial" w:cs="Arial"/>
          <w:b/>
          <w:sz w:val="20"/>
        </w:rPr>
        <w:t xml:space="preserve"> in het audiologisch centrum? Een 0 betekent: heel erg slecht. Een 10 betekent: uitstekend.</w:t>
      </w:r>
    </w:p>
    <w:p w:rsidR="007F0A1F" w:rsidRPr="0016172E" w:rsidRDefault="0023543B" w:rsidP="009064E0">
      <w:pPr>
        <w:tabs>
          <w:tab w:val="left" w:pos="425"/>
          <w:tab w:val="left" w:pos="680"/>
        </w:tabs>
        <w:spacing w:line="260" w:lineRule="exact"/>
        <w:ind w:left="425" w:right="-189" w:hanging="425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0071"/>
      </w: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t>0 heel erg slecht</w:t>
      </w:r>
      <w:r w:rsidR="007F0A1F" w:rsidRPr="0016172E">
        <w:rPr>
          <w:rFonts w:ascii="Arial" w:hAnsi="Arial" w:cs="Arial"/>
          <w:sz w:val="20"/>
        </w:rPr>
        <w:t>e informatie en communicatie</w:t>
      </w:r>
    </w:p>
    <w:p w:rsidR="00DB23C3" w:rsidRPr="0016172E" w:rsidRDefault="0023543B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0071"/>
      </w: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t>1</w:t>
      </w:r>
    </w:p>
    <w:p w:rsidR="004964DA" w:rsidRPr="0016172E" w:rsidRDefault="004964DA" w:rsidP="004964DA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2</w:t>
      </w:r>
    </w:p>
    <w:p w:rsidR="004964DA" w:rsidRPr="0016172E" w:rsidRDefault="004964DA" w:rsidP="004964DA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3</w:t>
      </w:r>
    </w:p>
    <w:p w:rsidR="004964DA" w:rsidRPr="0016172E" w:rsidRDefault="004964DA" w:rsidP="004964DA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4</w:t>
      </w:r>
    </w:p>
    <w:p w:rsidR="004964DA" w:rsidRPr="0016172E" w:rsidRDefault="004964DA" w:rsidP="004964DA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5</w:t>
      </w:r>
    </w:p>
    <w:p w:rsidR="004964DA" w:rsidRPr="0016172E" w:rsidRDefault="004964DA" w:rsidP="004964DA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6</w:t>
      </w:r>
    </w:p>
    <w:p w:rsidR="004964DA" w:rsidRPr="0016172E" w:rsidRDefault="004964DA" w:rsidP="004964DA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7</w:t>
      </w:r>
    </w:p>
    <w:p w:rsidR="004964DA" w:rsidRPr="0016172E" w:rsidRDefault="004964DA" w:rsidP="004964DA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8</w:t>
      </w:r>
    </w:p>
    <w:p w:rsidR="004964DA" w:rsidRPr="0016172E" w:rsidRDefault="004964DA" w:rsidP="004964DA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9</w:t>
      </w:r>
    </w:p>
    <w:p w:rsidR="00396D67" w:rsidRPr="0016172E" w:rsidRDefault="004964DA" w:rsidP="002F3C11">
      <w:pPr>
        <w:pBdr>
          <w:bottom w:val="single" w:sz="4" w:space="1" w:color="auto"/>
        </w:pBdr>
        <w:tabs>
          <w:tab w:val="left" w:pos="425"/>
          <w:tab w:val="left" w:pos="680"/>
        </w:tabs>
        <w:spacing w:line="260" w:lineRule="exact"/>
        <w:rPr>
          <w:rFonts w:ascii="Arial" w:hAnsi="Arial" w:cs="Arial"/>
          <w:caps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 xml:space="preserve"> 10 uitstekend</w:t>
      </w:r>
      <w:r w:rsidR="007F0A1F" w:rsidRPr="0016172E">
        <w:rPr>
          <w:rFonts w:ascii="Arial" w:hAnsi="Arial" w:cs="Arial"/>
          <w:sz w:val="20"/>
        </w:rPr>
        <w:t>e informatie en communicatie</w:t>
      </w:r>
    </w:p>
    <w:p w:rsidR="002F3C11" w:rsidRPr="0016172E" w:rsidRDefault="002F3C1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i/>
          <w:caps/>
          <w:sz w:val="24"/>
          <w:szCs w:val="24"/>
        </w:rPr>
      </w:pP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i/>
          <w:caps/>
          <w:sz w:val="24"/>
          <w:szCs w:val="24"/>
        </w:rPr>
      </w:pPr>
      <w:r w:rsidRPr="0016172E">
        <w:rPr>
          <w:rFonts w:ascii="Arial" w:hAnsi="Arial" w:cs="Arial"/>
          <w:b/>
          <w:i/>
          <w:caps/>
          <w:sz w:val="24"/>
          <w:szCs w:val="24"/>
        </w:rPr>
        <w:t>dESKUNDIGHEID</w:t>
      </w: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De volgende vragen gaan over de deskundigheid van de medewerkers v</w:t>
      </w:r>
      <w:r w:rsidR="00265565" w:rsidRPr="0016172E">
        <w:rPr>
          <w:rFonts w:ascii="Arial" w:hAnsi="Arial" w:cs="Arial"/>
          <w:b/>
          <w:sz w:val="20"/>
        </w:rPr>
        <w:t>an het audiologisch centrum</w:t>
      </w:r>
      <w:r w:rsidR="009F77A6" w:rsidRPr="0016172E">
        <w:rPr>
          <w:rFonts w:ascii="Arial" w:hAnsi="Arial" w:cs="Arial"/>
          <w:b/>
          <w:sz w:val="20"/>
        </w:rPr>
        <w:t xml:space="preserve"> in de afgelopen 12 maanden</w:t>
      </w:r>
      <w:r w:rsidRPr="0016172E">
        <w:rPr>
          <w:rFonts w:ascii="Arial" w:hAnsi="Arial" w:cs="Arial"/>
          <w:b/>
          <w:sz w:val="20"/>
        </w:rPr>
        <w:t>.</w:t>
      </w:r>
    </w:p>
    <w:p w:rsidR="008855D8" w:rsidRPr="0016172E" w:rsidRDefault="008855D8" w:rsidP="008855D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8855D8" w:rsidRPr="0016172E" w:rsidRDefault="008855D8" w:rsidP="008855D8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Werden de onderzoeken in het audiologisch centrum zorgvuldig uitgevoerd?</w:t>
      </w:r>
    </w:p>
    <w:p w:rsidR="008855D8" w:rsidRPr="0016172E" w:rsidRDefault="008855D8" w:rsidP="008855D8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8855D8" w:rsidRPr="0016172E" w:rsidRDefault="008855D8" w:rsidP="008855D8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8855D8" w:rsidRPr="0016172E" w:rsidRDefault="008855D8" w:rsidP="008855D8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8855D8" w:rsidRPr="0016172E" w:rsidRDefault="008855D8" w:rsidP="008855D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Altijd </w:t>
      </w:r>
    </w:p>
    <w:p w:rsidR="008855D8" w:rsidRPr="0016172E" w:rsidRDefault="009064E0" w:rsidP="00A873A1">
      <w:pPr>
        <w:tabs>
          <w:tab w:val="left" w:pos="425"/>
          <w:tab w:val="left" w:pos="672"/>
        </w:tabs>
        <w:spacing w:line="260" w:lineRule="exact"/>
        <w:ind w:left="672" w:hanging="235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sym w:font="Wingdings" w:char="F071"/>
      </w:r>
      <w:r w:rsidR="00A873A1" w:rsidRPr="0016172E">
        <w:rPr>
          <w:rFonts w:ascii="Arial" w:hAnsi="Arial" w:cs="Arial"/>
          <w:sz w:val="20"/>
        </w:rPr>
        <w:tab/>
      </w:r>
      <w:r w:rsidR="008855D8" w:rsidRPr="0016172E">
        <w:rPr>
          <w:rFonts w:ascii="Arial" w:hAnsi="Arial" w:cs="Arial"/>
          <w:sz w:val="20"/>
        </w:rPr>
        <w:t xml:space="preserve">Niet van toepassing: ik heb geen onderzoek </w:t>
      </w:r>
      <w:r w:rsidRPr="0016172E">
        <w:rPr>
          <w:rFonts w:ascii="Arial" w:hAnsi="Arial" w:cs="Arial"/>
          <w:sz w:val="20"/>
        </w:rPr>
        <w:t>g</w:t>
      </w:r>
      <w:r w:rsidR="008855D8" w:rsidRPr="0016172E">
        <w:rPr>
          <w:rFonts w:ascii="Arial" w:hAnsi="Arial" w:cs="Arial"/>
          <w:sz w:val="20"/>
        </w:rPr>
        <w:t>ehad</w:t>
      </w:r>
    </w:p>
    <w:p w:rsidR="009064E0" w:rsidRPr="0016172E" w:rsidRDefault="009064E0" w:rsidP="00396D67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8855D8" w:rsidRPr="0016172E" w:rsidRDefault="008855D8" w:rsidP="008855D8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Vond u de medewerkers deskundig op het gebied van uw aandoening/probleem?</w:t>
      </w:r>
    </w:p>
    <w:p w:rsidR="008855D8" w:rsidRPr="0016172E" w:rsidRDefault="008855D8" w:rsidP="008855D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8855D8" w:rsidRPr="0016172E" w:rsidRDefault="008855D8" w:rsidP="008855D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8855D8" w:rsidRPr="0016172E" w:rsidRDefault="008855D8" w:rsidP="008855D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8855D8" w:rsidRPr="0016172E" w:rsidRDefault="008855D8" w:rsidP="008855D8">
      <w:pPr>
        <w:numPr>
          <w:ilvl w:val="0"/>
          <w:numId w:val="13"/>
        </w:num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 xml:space="preserve">Altijd </w:t>
      </w:r>
    </w:p>
    <w:p w:rsidR="008855D8" w:rsidRPr="0016172E" w:rsidRDefault="008855D8" w:rsidP="008855D8">
      <w:pP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8F1C9E" w:rsidRPr="0016172E" w:rsidRDefault="008F1C9E" w:rsidP="008F1C9E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Vond u de medewerkers deskundig op het gebied van de onderzoeken die ze uitvoerden?</w:t>
      </w:r>
    </w:p>
    <w:p w:rsidR="008F1C9E" w:rsidRPr="0016172E" w:rsidRDefault="008F1C9E" w:rsidP="008F1C9E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8F1C9E" w:rsidRPr="0016172E" w:rsidRDefault="008F1C9E" w:rsidP="008F1C9E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8F1C9E" w:rsidRPr="0016172E" w:rsidRDefault="008F1C9E" w:rsidP="008F1C9E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8F1C9E" w:rsidRPr="0016172E" w:rsidRDefault="008F1C9E" w:rsidP="008F1C9E">
      <w:pPr>
        <w:numPr>
          <w:ilvl w:val="0"/>
          <w:numId w:val="13"/>
        </w:num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 xml:space="preserve">Altijd </w:t>
      </w:r>
    </w:p>
    <w:p w:rsidR="008F1C9E" w:rsidRPr="0016172E" w:rsidRDefault="008F1C9E" w:rsidP="00A873A1">
      <w:pPr>
        <w:numPr>
          <w:ilvl w:val="0"/>
          <w:numId w:val="13"/>
        </w:numPr>
        <w:tabs>
          <w:tab w:val="clear" w:pos="780"/>
          <w:tab w:val="left" w:pos="425"/>
        </w:tabs>
        <w:spacing w:line="260" w:lineRule="exact"/>
        <w:ind w:left="672" w:hanging="25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>Niet van toepassing: ik heb geen onderzoek gehad</w:t>
      </w:r>
    </w:p>
    <w:p w:rsidR="008F1C9E" w:rsidRPr="0016172E" w:rsidRDefault="008F1C9E" w:rsidP="008F1C9E">
      <w:pP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8F1C9E" w:rsidRPr="0016172E" w:rsidRDefault="008F1C9E" w:rsidP="008F1C9E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Vond u de medewerkers deskundig op het gebied van hulpmiddelen voor uw aandoening/probleem?</w:t>
      </w:r>
    </w:p>
    <w:p w:rsidR="008F1C9E" w:rsidRPr="0016172E" w:rsidRDefault="008F1C9E" w:rsidP="008F1C9E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8F1C9E" w:rsidRPr="0016172E" w:rsidRDefault="008F1C9E" w:rsidP="008F1C9E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8F1C9E" w:rsidRPr="0016172E" w:rsidRDefault="008F1C9E" w:rsidP="008F1C9E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8F1C9E" w:rsidRPr="0016172E" w:rsidRDefault="008F1C9E" w:rsidP="008F1C9E">
      <w:pPr>
        <w:numPr>
          <w:ilvl w:val="0"/>
          <w:numId w:val="13"/>
        </w:num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 xml:space="preserve">Altijd </w:t>
      </w:r>
    </w:p>
    <w:p w:rsidR="008F1C9E" w:rsidRPr="0016172E" w:rsidRDefault="008F1C9E" w:rsidP="00A873A1">
      <w:pPr>
        <w:numPr>
          <w:ilvl w:val="0"/>
          <w:numId w:val="13"/>
        </w:numPr>
        <w:tabs>
          <w:tab w:val="clear" w:pos="780"/>
          <w:tab w:val="left" w:pos="425"/>
        </w:tabs>
        <w:spacing w:line="260" w:lineRule="exact"/>
        <w:ind w:left="672" w:hanging="25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>Niet van toepassing: ik heb geen hulpmiddel nodig</w:t>
      </w:r>
    </w:p>
    <w:p w:rsidR="003E151C" w:rsidRPr="0016172E" w:rsidRDefault="00C01DDC" w:rsidP="003E151C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Vanuit het audiologisch centrum kunt u voor aanvullende onderzoeken of behandeling doorverwezen worden. De volgende vraag gaat hierover.</w:t>
      </w:r>
    </w:p>
    <w:p w:rsidR="003E151C" w:rsidRPr="0016172E" w:rsidRDefault="003E151C" w:rsidP="003E151C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0D15FF" w:rsidRPr="0016172E" w:rsidRDefault="000D15FF" w:rsidP="008F1C9E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Naar wie bent u doorverwezen?</w:t>
      </w:r>
      <w:r w:rsidR="001D68E7" w:rsidRPr="0016172E">
        <w:rPr>
          <w:rFonts w:ascii="Arial" w:hAnsi="Arial" w:cs="Arial"/>
          <w:b/>
          <w:sz w:val="20"/>
        </w:rPr>
        <w:t xml:space="preserve"> </w:t>
      </w:r>
      <w:r w:rsidR="001D68E7" w:rsidRPr="0016172E">
        <w:rPr>
          <w:rFonts w:ascii="Arial" w:hAnsi="Arial" w:cs="Arial"/>
          <w:b/>
          <w:i/>
          <w:sz w:val="20"/>
        </w:rPr>
        <w:t>(meerdere antwoorden mogelijk)</w:t>
      </w:r>
    </w:p>
    <w:p w:rsidR="000D15FF" w:rsidRPr="0016172E" w:rsidRDefault="000D15FF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 xml:space="preserve"> </w:t>
      </w:r>
      <w:r w:rsidRPr="0016172E">
        <w:rPr>
          <w:rFonts w:ascii="Arial" w:hAnsi="Arial" w:cs="Arial"/>
          <w:sz w:val="20"/>
        </w:rPr>
        <w:tab/>
        <w:t>Huisarts</w:t>
      </w:r>
      <w:r w:rsidRPr="0016172E">
        <w:rPr>
          <w:rFonts w:ascii="Arial" w:hAnsi="Arial" w:cs="Arial"/>
          <w:b/>
          <w:sz w:val="20"/>
        </w:rPr>
        <w:br/>
      </w:r>
      <w:r w:rsidR="004964DA" w:rsidRPr="0016172E">
        <w:rPr>
          <w:rFonts w:ascii="Arial" w:hAnsi="Arial" w:cs="Arial"/>
          <w:b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Kno-arts</w:t>
      </w:r>
      <w:r w:rsidRPr="0016172E">
        <w:rPr>
          <w:rFonts w:ascii="Arial" w:hAnsi="Arial" w:cs="Arial"/>
          <w:sz w:val="20"/>
        </w:rPr>
        <w:br/>
      </w:r>
      <w:r w:rsidR="004964DA"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Audicien</w:t>
      </w:r>
      <w:r w:rsidRPr="0016172E">
        <w:rPr>
          <w:rFonts w:ascii="Arial" w:hAnsi="Arial" w:cs="Arial"/>
          <w:sz w:val="20"/>
        </w:rPr>
        <w:br/>
      </w:r>
      <w:r w:rsidR="004964DA"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Ander audiologisch centrum</w:t>
      </w:r>
    </w:p>
    <w:p w:rsidR="00240DE3" w:rsidRPr="0016172E" w:rsidRDefault="004964DA" w:rsidP="004964D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0D15FF" w:rsidRPr="0016172E">
        <w:rPr>
          <w:rFonts w:ascii="Arial" w:hAnsi="Arial" w:cs="Arial"/>
          <w:sz w:val="20"/>
        </w:rPr>
        <w:t>Maatschappelijk werker</w:t>
      </w:r>
    </w:p>
    <w:p w:rsidR="00240DE3" w:rsidRPr="0016172E" w:rsidRDefault="004964DA" w:rsidP="004964D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5E27E0" w:rsidRPr="0016172E">
        <w:rPr>
          <w:rFonts w:ascii="Arial" w:hAnsi="Arial" w:cs="Arial"/>
          <w:sz w:val="20"/>
        </w:rPr>
        <w:t>Psycholoog</w:t>
      </w:r>
    </w:p>
    <w:p w:rsidR="00240DE3" w:rsidRPr="0016172E" w:rsidRDefault="004964DA" w:rsidP="004964D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B14B1F" w:rsidRPr="0016172E">
        <w:rPr>
          <w:rFonts w:ascii="Arial" w:hAnsi="Arial" w:cs="Arial"/>
          <w:sz w:val="20"/>
        </w:rPr>
        <w:t>Logopedist</w:t>
      </w:r>
    </w:p>
    <w:p w:rsidR="00240DE3" w:rsidRPr="0016172E" w:rsidRDefault="004964DA" w:rsidP="004964D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5E27E0" w:rsidRPr="0016172E">
        <w:rPr>
          <w:rFonts w:ascii="Arial" w:hAnsi="Arial" w:cs="Arial"/>
          <w:sz w:val="20"/>
        </w:rPr>
        <w:t>Patiëntenvereniging</w:t>
      </w:r>
    </w:p>
    <w:p w:rsidR="009249C0" w:rsidRPr="0016172E" w:rsidRDefault="00371D49" w:rsidP="004964D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9249C0" w:rsidRPr="0016172E">
        <w:rPr>
          <w:rFonts w:ascii="Arial" w:hAnsi="Arial" w:cs="Arial"/>
          <w:sz w:val="20"/>
        </w:rPr>
        <w:t>Niet van toepassing: ik ben niet doorverwezen</w:t>
      </w:r>
    </w:p>
    <w:p w:rsidR="00240DE3" w:rsidRPr="0016172E" w:rsidRDefault="004964DA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5E27E0" w:rsidRPr="0016172E">
        <w:rPr>
          <w:rFonts w:ascii="Arial" w:hAnsi="Arial" w:cs="Arial"/>
          <w:sz w:val="20"/>
        </w:rPr>
        <w:t>Anders, namelijk</w:t>
      </w:r>
      <w:r w:rsidRPr="0016172E">
        <w:rPr>
          <w:rFonts w:ascii="Arial" w:hAnsi="Arial" w:cs="Arial"/>
          <w:sz w:val="20"/>
        </w:rPr>
        <w:t>:</w:t>
      </w:r>
      <w:r w:rsidR="005E27E0" w:rsidRPr="0016172E">
        <w:rPr>
          <w:rFonts w:ascii="Arial" w:hAnsi="Arial" w:cs="Arial"/>
          <w:sz w:val="20"/>
        </w:rPr>
        <w:t xml:space="preserve"> </w:t>
      </w:r>
    </w:p>
    <w:p w:rsidR="00240DE3" w:rsidRPr="0016172E" w:rsidRDefault="00240DE3" w:rsidP="00047D4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360" w:lineRule="auto"/>
        <w:ind w:left="675"/>
        <w:rPr>
          <w:rFonts w:ascii="Arial" w:hAnsi="Arial" w:cs="Arial"/>
          <w:sz w:val="20"/>
        </w:rPr>
      </w:pPr>
    </w:p>
    <w:p w:rsidR="00A873A1" w:rsidRPr="0016172E" w:rsidRDefault="00240DE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  <w:r w:rsidRPr="0016172E">
        <w:rPr>
          <w:rFonts w:ascii="Arial" w:hAnsi="Arial" w:cs="Arial"/>
          <w:sz w:val="20"/>
        </w:rPr>
        <w:tab/>
      </w:r>
      <w:r w:rsidR="004964DA"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i/>
        </w:rPr>
        <w:t>(a.u.b. in blokletters)</w:t>
      </w:r>
      <w:r w:rsidRPr="0016172E">
        <w:rPr>
          <w:rFonts w:ascii="Arial" w:hAnsi="Arial" w:cs="Arial"/>
          <w:i/>
        </w:rPr>
        <w:br/>
      </w:r>
    </w:p>
    <w:p w:rsidR="00DB23C3" w:rsidRPr="0016172E" w:rsidRDefault="00DB23C3" w:rsidP="008F1C9E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Welk cijfer geeft u de deskundigheid van </w:t>
      </w:r>
      <w:r w:rsidR="0065063C" w:rsidRPr="0016172E">
        <w:rPr>
          <w:rFonts w:ascii="Arial" w:hAnsi="Arial" w:cs="Arial"/>
          <w:b/>
          <w:sz w:val="20"/>
        </w:rPr>
        <w:t xml:space="preserve">de medewerkers in </w:t>
      </w:r>
      <w:r w:rsidRPr="0016172E">
        <w:rPr>
          <w:rFonts w:ascii="Arial" w:hAnsi="Arial" w:cs="Arial"/>
          <w:b/>
          <w:sz w:val="20"/>
        </w:rPr>
        <w:t>het audiologisch centrum? Een 0 betekent: heel erg slecht. Een 10 betekent: uitstekend.</w:t>
      </w:r>
    </w:p>
    <w:p w:rsidR="004964DA" w:rsidRPr="0016172E" w:rsidRDefault="004964DA" w:rsidP="004964D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0071"/>
      </w:r>
      <w:r w:rsidRPr="0016172E">
        <w:rPr>
          <w:rFonts w:ascii="Arial" w:hAnsi="Arial" w:cs="Arial"/>
          <w:sz w:val="20"/>
        </w:rPr>
        <w:tab/>
        <w:t>0 heel erg slechte deskundigheid</w:t>
      </w:r>
    </w:p>
    <w:p w:rsidR="004964DA" w:rsidRPr="0016172E" w:rsidRDefault="004964DA" w:rsidP="004964D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0071"/>
      </w:r>
      <w:r w:rsidRPr="0016172E">
        <w:rPr>
          <w:rFonts w:ascii="Arial" w:hAnsi="Arial" w:cs="Arial"/>
          <w:sz w:val="20"/>
        </w:rPr>
        <w:tab/>
        <w:t>1</w:t>
      </w:r>
    </w:p>
    <w:p w:rsidR="004964DA" w:rsidRPr="0016172E" w:rsidRDefault="004964DA" w:rsidP="004964DA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2</w:t>
      </w:r>
    </w:p>
    <w:p w:rsidR="004964DA" w:rsidRPr="0016172E" w:rsidRDefault="004964DA" w:rsidP="004964DA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3</w:t>
      </w:r>
    </w:p>
    <w:p w:rsidR="004964DA" w:rsidRPr="0016172E" w:rsidRDefault="004964DA" w:rsidP="004964DA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4</w:t>
      </w:r>
    </w:p>
    <w:p w:rsidR="004964DA" w:rsidRPr="0016172E" w:rsidRDefault="004964DA" w:rsidP="004964DA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5</w:t>
      </w:r>
    </w:p>
    <w:p w:rsidR="004964DA" w:rsidRPr="0016172E" w:rsidRDefault="004964DA" w:rsidP="004964DA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6</w:t>
      </w:r>
    </w:p>
    <w:p w:rsidR="004964DA" w:rsidRPr="0016172E" w:rsidRDefault="004964DA" w:rsidP="004964DA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7</w:t>
      </w:r>
    </w:p>
    <w:p w:rsidR="004964DA" w:rsidRPr="0016172E" w:rsidRDefault="004964DA" w:rsidP="004964DA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8</w:t>
      </w:r>
    </w:p>
    <w:p w:rsidR="004964DA" w:rsidRPr="0016172E" w:rsidRDefault="004964DA" w:rsidP="004964DA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9</w:t>
      </w:r>
    </w:p>
    <w:p w:rsidR="00DB23C3" w:rsidRPr="0016172E" w:rsidRDefault="004964DA" w:rsidP="00047D45">
      <w:pPr>
        <w:pBdr>
          <w:bottom w:val="single" w:sz="4" w:space="1" w:color="auto"/>
        </w:pBd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 xml:space="preserve"> 10 uitstekende</w:t>
      </w:r>
      <w:r w:rsidR="00DB23C3" w:rsidRPr="0016172E">
        <w:rPr>
          <w:rFonts w:ascii="Arial" w:hAnsi="Arial" w:cs="Arial"/>
          <w:sz w:val="20"/>
        </w:rPr>
        <w:t xml:space="preserve"> </w:t>
      </w:r>
      <w:r w:rsidR="007F0A1F" w:rsidRPr="0016172E">
        <w:rPr>
          <w:rFonts w:ascii="Arial" w:hAnsi="Arial" w:cs="Arial"/>
          <w:sz w:val="20"/>
        </w:rPr>
        <w:t>deskundigheid</w:t>
      </w:r>
    </w:p>
    <w:p w:rsidR="00396D67" w:rsidRPr="0016172E" w:rsidRDefault="00396D67" w:rsidP="00047D45">
      <w:pPr>
        <w:pBdr>
          <w:bottom w:val="single" w:sz="4" w:space="1" w:color="auto"/>
        </w:pBd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65063C" w:rsidRPr="0016172E" w:rsidRDefault="0065063C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i/>
          <w:caps/>
          <w:sz w:val="24"/>
          <w:szCs w:val="24"/>
        </w:rPr>
      </w:pPr>
    </w:p>
    <w:p w:rsidR="00DB23C3" w:rsidRPr="0016172E" w:rsidRDefault="007F0A1F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i/>
          <w:caps/>
          <w:sz w:val="24"/>
          <w:szCs w:val="24"/>
        </w:rPr>
      </w:pPr>
      <w:r w:rsidRPr="0016172E">
        <w:rPr>
          <w:rFonts w:ascii="Arial" w:hAnsi="Arial" w:cs="Arial"/>
          <w:b/>
          <w:i/>
          <w:caps/>
          <w:sz w:val="24"/>
          <w:szCs w:val="24"/>
        </w:rPr>
        <w:t>sERVICE</w:t>
      </w: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caps/>
          <w:sz w:val="20"/>
        </w:rPr>
      </w:pP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De volgende vragen gaan over de service </w:t>
      </w:r>
      <w:r w:rsidR="001C229D" w:rsidRPr="0016172E">
        <w:rPr>
          <w:rFonts w:ascii="Arial" w:hAnsi="Arial" w:cs="Arial"/>
          <w:b/>
          <w:sz w:val="20"/>
        </w:rPr>
        <w:t xml:space="preserve">die u </w:t>
      </w:r>
      <w:r w:rsidR="009F77A6" w:rsidRPr="0016172E">
        <w:rPr>
          <w:rFonts w:ascii="Arial" w:hAnsi="Arial" w:cs="Arial"/>
          <w:b/>
          <w:sz w:val="20"/>
        </w:rPr>
        <w:t xml:space="preserve">in de afgelopen 12 maanden </w:t>
      </w:r>
      <w:r w:rsidRPr="0016172E">
        <w:rPr>
          <w:rFonts w:ascii="Arial" w:hAnsi="Arial" w:cs="Arial"/>
          <w:b/>
          <w:sz w:val="20"/>
        </w:rPr>
        <w:t>van he</w:t>
      </w:r>
      <w:r w:rsidR="00265565" w:rsidRPr="0016172E">
        <w:rPr>
          <w:rFonts w:ascii="Arial" w:hAnsi="Arial" w:cs="Arial"/>
          <w:b/>
          <w:sz w:val="20"/>
        </w:rPr>
        <w:t>t audiologisch centrum ontving</w:t>
      </w:r>
      <w:r w:rsidRPr="0016172E">
        <w:rPr>
          <w:rFonts w:ascii="Arial" w:hAnsi="Arial" w:cs="Arial"/>
          <w:b/>
          <w:sz w:val="20"/>
        </w:rPr>
        <w:t>.</w:t>
      </w:r>
    </w:p>
    <w:p w:rsidR="00502F1E" w:rsidRPr="0016172E" w:rsidRDefault="00502F1E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502F1E" w:rsidRPr="0016172E" w:rsidRDefault="00502F1E" w:rsidP="00502F1E">
      <w:pPr>
        <w:numPr>
          <w:ilvl w:val="0"/>
          <w:numId w:val="35"/>
        </w:numPr>
        <w:tabs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Was het audiologisch centrum telefonisch goed bereikbaar? </w:t>
      </w:r>
    </w:p>
    <w:p w:rsidR="00502F1E" w:rsidRPr="0016172E" w:rsidRDefault="00502F1E" w:rsidP="00502F1E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502F1E" w:rsidRPr="0016172E" w:rsidRDefault="00502F1E" w:rsidP="00502F1E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502F1E" w:rsidRPr="0016172E" w:rsidRDefault="00502F1E" w:rsidP="00502F1E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502F1E" w:rsidRPr="0016172E" w:rsidRDefault="00502F1E" w:rsidP="00502F1E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Altijd </w:t>
      </w:r>
    </w:p>
    <w:p w:rsidR="00300402" w:rsidRPr="0016172E" w:rsidRDefault="00502F1E" w:rsidP="00300402">
      <w:pPr>
        <w:tabs>
          <w:tab w:val="left" w:pos="425"/>
          <w:tab w:val="left" w:pos="680"/>
        </w:tabs>
        <w:spacing w:line="260" w:lineRule="exact"/>
        <w:ind w:left="675" w:hanging="675"/>
        <w:rPr>
          <w:rFonts w:ascii="Arial" w:hAnsi="Arial" w:cs="Arial"/>
          <w:i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Niet van toepassing: ik heb niet naar het audiologisch centrum gebeld</w:t>
      </w:r>
      <w:r w:rsidR="001B0A30" w:rsidRPr="0016172E">
        <w:rPr>
          <w:rFonts w:ascii="Arial" w:hAnsi="Arial" w:cs="Arial"/>
          <w:sz w:val="20"/>
        </w:rPr>
        <w:t xml:space="preserve"> </w:t>
      </w:r>
      <w:r w:rsidR="00300402" w:rsidRPr="0016172E">
        <w:rPr>
          <w:rFonts w:ascii="Arial" w:hAnsi="Arial" w:cs="Arial"/>
          <w:sz w:val="20"/>
        </w:rPr>
        <w:sym w:font="Wingdings" w:char="F0E0"/>
      </w:r>
      <w:r w:rsidR="00300402" w:rsidRPr="0016172E">
        <w:rPr>
          <w:rFonts w:ascii="Arial" w:hAnsi="Arial" w:cs="Arial"/>
          <w:sz w:val="20"/>
        </w:rPr>
        <w:t xml:space="preserve"> </w:t>
      </w:r>
      <w:r w:rsidR="00300402" w:rsidRPr="0016172E">
        <w:rPr>
          <w:rFonts w:ascii="Arial" w:hAnsi="Arial" w:cs="Arial"/>
          <w:i/>
          <w:sz w:val="20"/>
        </w:rPr>
        <w:t xml:space="preserve">ga door naar vraag </w:t>
      </w:r>
      <w:r w:rsidR="00300402">
        <w:rPr>
          <w:rFonts w:ascii="Arial" w:hAnsi="Arial" w:cs="Arial"/>
          <w:i/>
          <w:sz w:val="20"/>
        </w:rPr>
        <w:t>32</w:t>
      </w:r>
    </w:p>
    <w:p w:rsidR="00502F1E" w:rsidRPr="0016172E" w:rsidRDefault="00502F1E" w:rsidP="00502F1E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</w:p>
    <w:p w:rsidR="007010CC" w:rsidRPr="0016172E" w:rsidRDefault="007010CC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2F3C11" w:rsidRPr="0016172E" w:rsidRDefault="002F3C1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2F3C11" w:rsidRPr="0016172E" w:rsidRDefault="002F3C1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061B23" w:rsidRPr="0016172E" w:rsidRDefault="00CD7E74" w:rsidP="008F1C9E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Als u</w:t>
      </w:r>
      <w:r w:rsidR="001F0998" w:rsidRPr="0016172E">
        <w:rPr>
          <w:rFonts w:ascii="Arial" w:hAnsi="Arial" w:cs="Arial"/>
          <w:b/>
          <w:sz w:val="20"/>
        </w:rPr>
        <w:t xml:space="preserve"> </w:t>
      </w:r>
      <w:r w:rsidRPr="0016172E">
        <w:rPr>
          <w:rFonts w:ascii="Arial" w:hAnsi="Arial" w:cs="Arial"/>
          <w:b/>
          <w:sz w:val="20"/>
        </w:rPr>
        <w:t xml:space="preserve">belde met het audiologisch centrum, kon u dan </w:t>
      </w:r>
      <w:r w:rsidR="00265A68" w:rsidRPr="0016172E">
        <w:rPr>
          <w:rFonts w:ascii="Arial" w:hAnsi="Arial" w:cs="Arial"/>
          <w:b/>
          <w:sz w:val="20"/>
        </w:rPr>
        <w:t>direct</w:t>
      </w:r>
      <w:r w:rsidR="00061B23" w:rsidRPr="0016172E">
        <w:rPr>
          <w:rFonts w:ascii="Arial" w:hAnsi="Arial" w:cs="Arial"/>
          <w:b/>
          <w:sz w:val="20"/>
        </w:rPr>
        <w:t xml:space="preserve"> een afspraak maken?</w:t>
      </w:r>
    </w:p>
    <w:p w:rsidR="00061B23" w:rsidRPr="0016172E" w:rsidRDefault="00061B23" w:rsidP="004964DA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061B23" w:rsidRPr="0016172E" w:rsidRDefault="00061B23" w:rsidP="004964DA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061B23" w:rsidRPr="0016172E" w:rsidRDefault="00061B23" w:rsidP="004964DA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061B23" w:rsidRPr="0016172E" w:rsidRDefault="00061B23" w:rsidP="004964DA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Altijd </w:t>
      </w:r>
    </w:p>
    <w:p w:rsidR="00061B23" w:rsidRPr="0016172E" w:rsidRDefault="00061B23" w:rsidP="004964DA">
      <w:pPr>
        <w:tabs>
          <w:tab w:val="left" w:pos="420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Niet van toepassing: ik heb niet geprobeerd telefonisch een afspraak te maken </w:t>
      </w:r>
    </w:p>
    <w:p w:rsidR="000C38FC" w:rsidRPr="0016172E" w:rsidRDefault="000C38FC" w:rsidP="004964DA">
      <w:pPr>
        <w:tabs>
          <w:tab w:val="left" w:pos="420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</w:p>
    <w:p w:rsidR="00061B23" w:rsidRPr="0016172E" w:rsidRDefault="00CD7E74" w:rsidP="008F1C9E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Kon u</w:t>
      </w:r>
      <w:r w:rsidR="001F0998" w:rsidRPr="0016172E">
        <w:rPr>
          <w:rFonts w:ascii="Arial" w:hAnsi="Arial" w:cs="Arial"/>
          <w:b/>
          <w:sz w:val="20"/>
        </w:rPr>
        <w:t xml:space="preserve"> </w:t>
      </w:r>
      <w:r w:rsidR="00061B23" w:rsidRPr="0016172E">
        <w:rPr>
          <w:rFonts w:ascii="Arial" w:hAnsi="Arial" w:cs="Arial"/>
          <w:b/>
          <w:sz w:val="20"/>
        </w:rPr>
        <w:t>in het audiologisch centrum</w:t>
      </w:r>
      <w:r w:rsidR="00CD7977" w:rsidRPr="0016172E">
        <w:rPr>
          <w:rFonts w:ascii="Arial" w:hAnsi="Arial" w:cs="Arial"/>
          <w:b/>
          <w:sz w:val="20"/>
        </w:rPr>
        <w:t xml:space="preserve"> </w:t>
      </w:r>
      <w:r w:rsidR="00262A66" w:rsidRPr="0016172E">
        <w:rPr>
          <w:rFonts w:ascii="Arial" w:hAnsi="Arial" w:cs="Arial"/>
          <w:b/>
          <w:sz w:val="20"/>
        </w:rPr>
        <w:t xml:space="preserve">ter plekke </w:t>
      </w:r>
      <w:r w:rsidR="00061B23" w:rsidRPr="0016172E">
        <w:rPr>
          <w:rFonts w:ascii="Arial" w:hAnsi="Arial" w:cs="Arial"/>
          <w:b/>
          <w:sz w:val="20"/>
        </w:rPr>
        <w:t xml:space="preserve">een </w:t>
      </w:r>
      <w:r w:rsidR="00262A66" w:rsidRPr="0016172E">
        <w:rPr>
          <w:rFonts w:ascii="Arial" w:hAnsi="Arial" w:cs="Arial"/>
          <w:b/>
          <w:sz w:val="20"/>
        </w:rPr>
        <w:t>vervolg</w:t>
      </w:r>
      <w:r w:rsidR="00061B23" w:rsidRPr="0016172E">
        <w:rPr>
          <w:rFonts w:ascii="Arial" w:hAnsi="Arial" w:cs="Arial"/>
          <w:b/>
          <w:sz w:val="20"/>
        </w:rPr>
        <w:t>afspraak maken?</w:t>
      </w:r>
    </w:p>
    <w:p w:rsidR="00061B23" w:rsidRPr="0016172E" w:rsidRDefault="00061B2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061B23" w:rsidRPr="0016172E" w:rsidRDefault="00061B2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061B23" w:rsidRPr="0016172E" w:rsidRDefault="00061B2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240DE3" w:rsidRPr="0016172E" w:rsidRDefault="00061B2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Altijd </w:t>
      </w:r>
    </w:p>
    <w:p w:rsidR="00061B23" w:rsidRPr="0016172E" w:rsidRDefault="00240DE3" w:rsidP="000E54AC">
      <w:pPr>
        <w:tabs>
          <w:tab w:val="left" w:pos="425"/>
          <w:tab w:val="left" w:pos="680"/>
        </w:tabs>
        <w:spacing w:line="260" w:lineRule="exact"/>
        <w:ind w:left="672" w:right="-189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="00205840" w:rsidRPr="0016172E">
        <w:rPr>
          <w:rFonts w:ascii="Arial" w:hAnsi="Arial" w:cs="Arial"/>
          <w:sz w:val="20"/>
        </w:rPr>
        <w:tab/>
      </w:r>
      <w:r w:rsidR="00061B23" w:rsidRPr="0016172E">
        <w:rPr>
          <w:rFonts w:ascii="Arial" w:hAnsi="Arial" w:cs="Arial"/>
          <w:sz w:val="20"/>
        </w:rPr>
        <w:t xml:space="preserve">Niet van toepassing: ik heb niet geprobeerd </w:t>
      </w:r>
      <w:r w:rsidR="00300402">
        <w:rPr>
          <w:rFonts w:ascii="Arial" w:hAnsi="Arial" w:cs="Arial"/>
          <w:sz w:val="20"/>
        </w:rPr>
        <w:t>o</w:t>
      </w:r>
      <w:r w:rsidR="00061B23" w:rsidRPr="0016172E">
        <w:rPr>
          <w:rFonts w:ascii="Arial" w:hAnsi="Arial" w:cs="Arial"/>
          <w:sz w:val="20"/>
        </w:rPr>
        <w:t xml:space="preserve">m </w:t>
      </w:r>
      <w:r w:rsidR="00CD7977" w:rsidRPr="0016172E">
        <w:rPr>
          <w:rFonts w:ascii="Arial" w:hAnsi="Arial" w:cs="Arial"/>
          <w:sz w:val="20"/>
        </w:rPr>
        <w:t>in het audiologisch centrum</w:t>
      </w:r>
      <w:r w:rsidR="00061B23" w:rsidRPr="0016172E">
        <w:rPr>
          <w:rFonts w:ascii="Arial" w:hAnsi="Arial" w:cs="Arial"/>
          <w:sz w:val="20"/>
        </w:rPr>
        <w:t xml:space="preserve"> een </w:t>
      </w:r>
      <w:r w:rsidR="00262A66" w:rsidRPr="0016172E">
        <w:rPr>
          <w:rFonts w:ascii="Arial" w:hAnsi="Arial" w:cs="Arial"/>
          <w:sz w:val="20"/>
        </w:rPr>
        <w:t>vervolg</w:t>
      </w:r>
      <w:r w:rsidR="00061B23" w:rsidRPr="0016172E">
        <w:rPr>
          <w:rFonts w:ascii="Arial" w:hAnsi="Arial" w:cs="Arial"/>
          <w:sz w:val="20"/>
        </w:rPr>
        <w:t xml:space="preserve">afspraak te maken </w:t>
      </w:r>
    </w:p>
    <w:p w:rsidR="00A873A1" w:rsidRPr="0016172E" w:rsidRDefault="00A873A1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color w:val="FF0000"/>
          <w:sz w:val="20"/>
        </w:rPr>
      </w:pPr>
    </w:p>
    <w:p w:rsidR="00CB3015" w:rsidRPr="0016172E" w:rsidRDefault="00CB3015" w:rsidP="008F1C9E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Kon u bij </w:t>
      </w:r>
      <w:r w:rsidR="001D68E7" w:rsidRPr="0016172E">
        <w:rPr>
          <w:rFonts w:ascii="Arial" w:hAnsi="Arial" w:cs="Arial"/>
          <w:b/>
          <w:sz w:val="20"/>
        </w:rPr>
        <w:t xml:space="preserve">een </w:t>
      </w:r>
      <w:r w:rsidRPr="0016172E">
        <w:rPr>
          <w:rFonts w:ascii="Arial" w:hAnsi="Arial" w:cs="Arial"/>
          <w:b/>
          <w:sz w:val="20"/>
        </w:rPr>
        <w:t>acu</w:t>
      </w:r>
      <w:r w:rsidR="001D68E7" w:rsidRPr="0016172E">
        <w:rPr>
          <w:rFonts w:ascii="Arial" w:hAnsi="Arial" w:cs="Arial"/>
          <w:b/>
          <w:sz w:val="20"/>
        </w:rPr>
        <w:t>u</w:t>
      </w:r>
      <w:r w:rsidRPr="0016172E">
        <w:rPr>
          <w:rFonts w:ascii="Arial" w:hAnsi="Arial" w:cs="Arial"/>
          <w:b/>
          <w:sz w:val="20"/>
        </w:rPr>
        <w:t>t proble</w:t>
      </w:r>
      <w:r w:rsidR="001D68E7" w:rsidRPr="0016172E">
        <w:rPr>
          <w:rFonts w:ascii="Arial" w:hAnsi="Arial" w:cs="Arial"/>
          <w:b/>
          <w:sz w:val="20"/>
        </w:rPr>
        <w:t>e</w:t>
      </w:r>
      <w:r w:rsidRPr="0016172E">
        <w:rPr>
          <w:rFonts w:ascii="Arial" w:hAnsi="Arial" w:cs="Arial"/>
          <w:b/>
          <w:sz w:val="20"/>
        </w:rPr>
        <w:t xml:space="preserve">m </w:t>
      </w:r>
      <w:r w:rsidR="001D68E7" w:rsidRPr="0016172E">
        <w:rPr>
          <w:rFonts w:ascii="Arial" w:hAnsi="Arial" w:cs="Arial"/>
          <w:b/>
          <w:sz w:val="20"/>
        </w:rPr>
        <w:t xml:space="preserve">snel </w:t>
      </w:r>
      <w:r w:rsidRPr="0016172E">
        <w:rPr>
          <w:rFonts w:ascii="Arial" w:hAnsi="Arial" w:cs="Arial"/>
          <w:b/>
          <w:sz w:val="20"/>
        </w:rPr>
        <w:t>een afspraak maken?</w:t>
      </w:r>
    </w:p>
    <w:p w:rsidR="00CB3015" w:rsidRPr="0016172E" w:rsidRDefault="00CB3015" w:rsidP="00CB3015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CB3015" w:rsidRPr="0016172E" w:rsidRDefault="00CB3015" w:rsidP="00CB3015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CB3015" w:rsidRPr="0016172E" w:rsidRDefault="00CB3015" w:rsidP="00CB3015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CB3015" w:rsidRPr="0016172E" w:rsidRDefault="00CB3015" w:rsidP="00CB3015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Altijd </w:t>
      </w:r>
    </w:p>
    <w:p w:rsidR="00CB3015" w:rsidRPr="0016172E" w:rsidRDefault="00CB3015" w:rsidP="002F3C11">
      <w:pPr>
        <w:tabs>
          <w:tab w:val="left" w:pos="425"/>
          <w:tab w:val="left" w:pos="680"/>
        </w:tabs>
        <w:spacing w:line="260" w:lineRule="exact"/>
        <w:ind w:left="675" w:hanging="675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Niet van toepassing</w:t>
      </w:r>
      <w:r w:rsidR="00090B28" w:rsidRPr="0016172E">
        <w:rPr>
          <w:rFonts w:ascii="Arial" w:hAnsi="Arial" w:cs="Arial"/>
          <w:sz w:val="20"/>
        </w:rPr>
        <w:t>: ik heb nooit een acuut probleem gehad</w:t>
      </w:r>
    </w:p>
    <w:p w:rsidR="007010CC" w:rsidRPr="0016172E" w:rsidRDefault="007010CC" w:rsidP="002F3C11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color w:val="FF0000"/>
          <w:sz w:val="20"/>
        </w:rPr>
      </w:pPr>
    </w:p>
    <w:p w:rsidR="000D15FF" w:rsidRPr="0016172E" w:rsidRDefault="00FF222E" w:rsidP="002F3C11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Vond u de</w:t>
      </w:r>
      <w:r w:rsidR="000D15FF" w:rsidRPr="0016172E">
        <w:rPr>
          <w:rFonts w:ascii="Arial" w:hAnsi="Arial" w:cs="Arial"/>
          <w:b/>
          <w:sz w:val="20"/>
        </w:rPr>
        <w:t xml:space="preserve"> wachttijd </w:t>
      </w:r>
      <w:r w:rsidR="007E191C" w:rsidRPr="0016172E">
        <w:rPr>
          <w:rFonts w:ascii="Arial" w:hAnsi="Arial" w:cs="Arial"/>
          <w:b/>
          <w:sz w:val="20"/>
        </w:rPr>
        <w:t>tot u voor het eerst</w:t>
      </w:r>
      <w:r w:rsidRPr="0016172E">
        <w:rPr>
          <w:rFonts w:ascii="Arial" w:hAnsi="Arial" w:cs="Arial"/>
          <w:b/>
          <w:sz w:val="20"/>
        </w:rPr>
        <w:t xml:space="preserve"> terecht kon in het audiologisch centrum </w:t>
      </w:r>
      <w:r w:rsidR="000D15FF" w:rsidRPr="0016172E">
        <w:rPr>
          <w:rFonts w:ascii="Arial" w:hAnsi="Arial" w:cs="Arial"/>
          <w:b/>
          <w:sz w:val="20"/>
        </w:rPr>
        <w:t>een probleem?</w:t>
      </w:r>
    </w:p>
    <w:p w:rsidR="000D15FF" w:rsidRPr="0016172E" w:rsidRDefault="000D15FF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="00205840" w:rsidRPr="0016172E">
        <w:rPr>
          <w:rFonts w:ascii="Arial" w:hAnsi="Arial" w:cs="Arial"/>
          <w:sz w:val="20"/>
        </w:rPr>
        <w:tab/>
        <w:t>E</w:t>
      </w:r>
      <w:r w:rsidRPr="0016172E">
        <w:rPr>
          <w:rFonts w:ascii="Arial" w:hAnsi="Arial" w:cs="Arial"/>
          <w:sz w:val="20"/>
        </w:rPr>
        <w:t>en groot probleem</w:t>
      </w:r>
    </w:p>
    <w:p w:rsidR="000D15FF" w:rsidRPr="0016172E" w:rsidRDefault="000D15FF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205840" w:rsidRPr="0016172E">
        <w:rPr>
          <w:rFonts w:ascii="Arial" w:hAnsi="Arial" w:cs="Arial"/>
          <w:sz w:val="20"/>
        </w:rPr>
        <w:t>E</w:t>
      </w:r>
      <w:r w:rsidRPr="0016172E">
        <w:rPr>
          <w:rFonts w:ascii="Arial" w:hAnsi="Arial" w:cs="Arial"/>
          <w:sz w:val="20"/>
        </w:rPr>
        <w:t>en klein probleem</w:t>
      </w:r>
    </w:p>
    <w:p w:rsidR="000D15FF" w:rsidRPr="0016172E" w:rsidRDefault="00205840" w:rsidP="00CB3015">
      <w:pPr>
        <w:numPr>
          <w:ilvl w:val="0"/>
          <w:numId w:val="11"/>
        </w:num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>G</w:t>
      </w:r>
      <w:r w:rsidR="000D15FF" w:rsidRPr="0016172E">
        <w:rPr>
          <w:rFonts w:ascii="Arial" w:hAnsi="Arial" w:cs="Arial"/>
          <w:sz w:val="20"/>
        </w:rPr>
        <w:t>een probleem</w:t>
      </w:r>
      <w:r w:rsidR="000D15FF" w:rsidRPr="0016172E">
        <w:rPr>
          <w:rFonts w:ascii="Arial" w:hAnsi="Arial" w:cs="Arial"/>
          <w:sz w:val="20"/>
        </w:rPr>
        <w:br/>
      </w:r>
    </w:p>
    <w:p w:rsidR="00CB3015" w:rsidRPr="0016172E" w:rsidRDefault="00CB3015" w:rsidP="000E54AC">
      <w:pPr>
        <w:numPr>
          <w:ilvl w:val="0"/>
          <w:numId w:val="35"/>
        </w:numPr>
        <w:spacing w:line="260" w:lineRule="exact"/>
        <w:ind w:right="-215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Als u een afspraak had, werd u dan binnen </w:t>
      </w:r>
      <w:r w:rsidR="00793F90" w:rsidRPr="0016172E">
        <w:rPr>
          <w:rFonts w:ascii="Arial" w:hAnsi="Arial" w:cs="Arial"/>
          <w:b/>
          <w:sz w:val="20"/>
        </w:rPr>
        <w:t xml:space="preserve">een kwartier </w:t>
      </w:r>
      <w:r w:rsidRPr="0016172E">
        <w:rPr>
          <w:rFonts w:ascii="Arial" w:hAnsi="Arial" w:cs="Arial"/>
          <w:b/>
          <w:sz w:val="20"/>
        </w:rPr>
        <w:t xml:space="preserve">na de afgesproken tijd geholpen? </w:t>
      </w:r>
    </w:p>
    <w:p w:rsidR="00CB3015" w:rsidRPr="0016172E" w:rsidRDefault="000E54AC" w:rsidP="000E54AC">
      <w:pPr>
        <w:tabs>
          <w:tab w:val="left" w:pos="425"/>
          <w:tab w:val="left" w:pos="680"/>
        </w:tabs>
        <w:spacing w:line="260" w:lineRule="exact"/>
        <w:ind w:left="540" w:hanging="54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CB3015" w:rsidRPr="0016172E">
        <w:rPr>
          <w:rFonts w:ascii="Arial" w:hAnsi="Arial" w:cs="Arial"/>
          <w:sz w:val="20"/>
        </w:rPr>
        <w:t xml:space="preserve">Nooit </w:t>
      </w:r>
    </w:p>
    <w:p w:rsidR="00CB3015" w:rsidRPr="0016172E" w:rsidRDefault="000E54AC" w:rsidP="000E54AC">
      <w:pPr>
        <w:tabs>
          <w:tab w:val="left" w:pos="425"/>
          <w:tab w:val="left" w:pos="680"/>
        </w:tabs>
        <w:spacing w:line="260" w:lineRule="exact"/>
        <w:ind w:left="540" w:hanging="54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CB3015" w:rsidRPr="0016172E">
        <w:rPr>
          <w:rFonts w:ascii="Arial" w:hAnsi="Arial" w:cs="Arial"/>
          <w:sz w:val="20"/>
        </w:rPr>
        <w:t xml:space="preserve">Soms </w:t>
      </w:r>
    </w:p>
    <w:p w:rsidR="00CB3015" w:rsidRPr="0016172E" w:rsidRDefault="000E54AC" w:rsidP="000E54AC">
      <w:pPr>
        <w:tabs>
          <w:tab w:val="left" w:pos="425"/>
          <w:tab w:val="left" w:pos="680"/>
        </w:tabs>
        <w:spacing w:line="260" w:lineRule="exact"/>
        <w:ind w:left="540" w:hanging="54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CB3015" w:rsidRPr="0016172E">
        <w:rPr>
          <w:rFonts w:ascii="Arial" w:hAnsi="Arial" w:cs="Arial"/>
          <w:sz w:val="20"/>
        </w:rPr>
        <w:t xml:space="preserve">Meestal </w:t>
      </w:r>
    </w:p>
    <w:p w:rsidR="00CB3015" w:rsidRPr="0016172E" w:rsidRDefault="00CB3015" w:rsidP="000E54AC">
      <w:pPr>
        <w:tabs>
          <w:tab w:val="left" w:pos="425"/>
          <w:tab w:val="left" w:pos="680"/>
        </w:tabs>
        <w:spacing w:line="260" w:lineRule="exact"/>
        <w:ind w:left="540" w:hanging="54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Altijd </w:t>
      </w:r>
    </w:p>
    <w:p w:rsidR="000C38FC" w:rsidRPr="0016172E" w:rsidRDefault="000C38FC" w:rsidP="00205840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color w:val="FF0000"/>
          <w:sz w:val="20"/>
        </w:rPr>
      </w:pPr>
    </w:p>
    <w:p w:rsidR="000D15FF" w:rsidRPr="0016172E" w:rsidRDefault="000D15FF" w:rsidP="008F1C9E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Vond u deze wachttijd een probleem?</w:t>
      </w:r>
    </w:p>
    <w:p w:rsidR="00205840" w:rsidRPr="0016172E" w:rsidRDefault="00205840" w:rsidP="0020584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Een groot probleem</w:t>
      </w:r>
    </w:p>
    <w:p w:rsidR="00205840" w:rsidRPr="0016172E" w:rsidRDefault="00205840" w:rsidP="0020584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Een klein probleem</w:t>
      </w:r>
    </w:p>
    <w:p w:rsidR="005E59B0" w:rsidRPr="0016172E" w:rsidRDefault="00205840" w:rsidP="00A83B87">
      <w:pPr>
        <w:numPr>
          <w:ilvl w:val="0"/>
          <w:numId w:val="11"/>
        </w:num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>Geen probleem</w:t>
      </w:r>
    </w:p>
    <w:p w:rsidR="005E59B0" w:rsidRPr="0016172E" w:rsidRDefault="005E59B0" w:rsidP="005E59B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5E59B0" w:rsidRPr="0016172E" w:rsidRDefault="005E59B0" w:rsidP="008F1C9E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Als u meerdere afspraken op één dag had, was de pauze tussen de verschillende afspraken dan korter dan een kwartier?</w:t>
      </w:r>
    </w:p>
    <w:p w:rsidR="005E59B0" w:rsidRPr="0016172E" w:rsidRDefault="005E59B0" w:rsidP="000E54AC">
      <w:pPr>
        <w:tabs>
          <w:tab w:val="left" w:pos="426"/>
          <w:tab w:val="left" w:pos="680"/>
          <w:tab w:val="left" w:pos="1260"/>
        </w:tabs>
        <w:spacing w:line="260" w:lineRule="exact"/>
        <w:ind w:left="539" w:hanging="539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Nooit </w:t>
      </w:r>
    </w:p>
    <w:p w:rsidR="005E59B0" w:rsidRPr="0016172E" w:rsidRDefault="005E59B0" w:rsidP="000E54AC">
      <w:pPr>
        <w:tabs>
          <w:tab w:val="left" w:pos="426"/>
          <w:tab w:val="left" w:pos="680"/>
          <w:tab w:val="left" w:pos="1260"/>
        </w:tabs>
        <w:spacing w:line="260" w:lineRule="exact"/>
        <w:ind w:left="539" w:hanging="539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5E59B0" w:rsidRPr="0016172E" w:rsidRDefault="005E59B0" w:rsidP="000E54AC">
      <w:pPr>
        <w:tabs>
          <w:tab w:val="left" w:pos="426"/>
          <w:tab w:val="left" w:pos="680"/>
          <w:tab w:val="left" w:pos="1260"/>
        </w:tabs>
        <w:spacing w:line="260" w:lineRule="exact"/>
        <w:ind w:left="539" w:hanging="539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F74B59" w:rsidRPr="0016172E" w:rsidRDefault="005E59B0" w:rsidP="000E54AC">
      <w:pPr>
        <w:numPr>
          <w:ilvl w:val="0"/>
          <w:numId w:val="11"/>
        </w:numPr>
        <w:tabs>
          <w:tab w:val="clear" w:pos="780"/>
          <w:tab w:val="left" w:pos="540"/>
          <w:tab w:val="left" w:pos="680"/>
          <w:tab w:val="left" w:pos="900"/>
          <w:tab w:val="left" w:pos="1260"/>
        </w:tabs>
        <w:spacing w:line="260" w:lineRule="exact"/>
        <w:rPr>
          <w:rFonts w:ascii="Arial" w:hAnsi="Arial" w:cs="Arial"/>
          <w:i/>
          <w:sz w:val="20"/>
        </w:rPr>
      </w:pPr>
      <w:r w:rsidRPr="0016172E">
        <w:rPr>
          <w:rFonts w:ascii="Arial" w:hAnsi="Arial" w:cs="Arial"/>
          <w:sz w:val="20"/>
        </w:rPr>
        <w:t xml:space="preserve">Altijd </w:t>
      </w:r>
    </w:p>
    <w:p w:rsidR="00F74B59" w:rsidRPr="00300402" w:rsidRDefault="005E59B0" w:rsidP="00300402">
      <w:pPr>
        <w:numPr>
          <w:ilvl w:val="0"/>
          <w:numId w:val="11"/>
        </w:numPr>
        <w:tabs>
          <w:tab w:val="clear" w:pos="780"/>
          <w:tab w:val="left" w:pos="425"/>
          <w:tab w:val="left" w:pos="680"/>
          <w:tab w:val="left" w:pos="1260"/>
        </w:tabs>
        <w:spacing w:line="260" w:lineRule="exact"/>
        <w:ind w:left="672" w:hanging="252"/>
        <w:rPr>
          <w:rFonts w:ascii="Arial" w:hAnsi="Arial" w:cs="Arial"/>
          <w:i/>
          <w:sz w:val="20"/>
        </w:rPr>
      </w:pPr>
      <w:r w:rsidRPr="00300402">
        <w:rPr>
          <w:rFonts w:ascii="Arial" w:hAnsi="Arial" w:cs="Arial"/>
          <w:sz w:val="20"/>
        </w:rPr>
        <w:t xml:space="preserve">Niet van toepassing: ik heb </w:t>
      </w:r>
      <w:r w:rsidR="008A31FC" w:rsidRPr="00300402">
        <w:rPr>
          <w:rFonts w:ascii="Arial" w:hAnsi="Arial" w:cs="Arial"/>
          <w:sz w:val="20"/>
        </w:rPr>
        <w:t>niet</w:t>
      </w:r>
      <w:r w:rsidRPr="00300402">
        <w:rPr>
          <w:rFonts w:ascii="Arial" w:hAnsi="Arial" w:cs="Arial"/>
          <w:sz w:val="20"/>
        </w:rPr>
        <w:t xml:space="preserve"> meerdere afspraken op één dag gehad</w:t>
      </w:r>
      <w:r w:rsidR="00F74B59" w:rsidRPr="00300402">
        <w:rPr>
          <w:rFonts w:ascii="Arial" w:hAnsi="Arial" w:cs="Arial"/>
          <w:sz w:val="20"/>
        </w:rPr>
        <w:t xml:space="preserve"> </w:t>
      </w:r>
      <w:r w:rsidR="00F74B59" w:rsidRPr="0016172E">
        <w:rPr>
          <w:rFonts w:ascii="Arial" w:hAnsi="Arial" w:cs="Arial"/>
          <w:sz w:val="20"/>
        </w:rPr>
        <w:sym w:font="Wingdings" w:char="F0E0"/>
      </w:r>
      <w:r w:rsidR="00F74B59" w:rsidRPr="00300402">
        <w:rPr>
          <w:rFonts w:ascii="Arial" w:hAnsi="Arial" w:cs="Arial"/>
          <w:sz w:val="20"/>
        </w:rPr>
        <w:t xml:space="preserve"> </w:t>
      </w:r>
      <w:r w:rsidR="00300402" w:rsidRPr="00300402">
        <w:rPr>
          <w:rFonts w:ascii="Arial" w:hAnsi="Arial" w:cs="Arial"/>
          <w:i/>
          <w:sz w:val="20"/>
        </w:rPr>
        <w:t>ga door naar vraag 39</w:t>
      </w:r>
      <w:r w:rsidR="00F74B59" w:rsidRPr="00300402">
        <w:rPr>
          <w:rFonts w:ascii="Arial" w:hAnsi="Arial" w:cs="Arial"/>
          <w:i/>
          <w:sz w:val="20"/>
        </w:rPr>
        <w:t xml:space="preserve"> </w:t>
      </w:r>
    </w:p>
    <w:p w:rsidR="000C38FC" w:rsidRPr="0016172E" w:rsidRDefault="005E59B0" w:rsidP="008F1C9E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Vond u deze wachttijd tussen meerdere afspraken een probleem? </w:t>
      </w:r>
    </w:p>
    <w:p w:rsidR="005E59B0" w:rsidRPr="0016172E" w:rsidRDefault="005E59B0" w:rsidP="005E59B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Een groot probleem</w:t>
      </w:r>
    </w:p>
    <w:p w:rsidR="005E59B0" w:rsidRPr="0016172E" w:rsidRDefault="005E59B0" w:rsidP="005E59B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Een klein probleem</w:t>
      </w:r>
    </w:p>
    <w:p w:rsidR="005E59B0" w:rsidRPr="0016172E" w:rsidRDefault="005E59B0" w:rsidP="005E59B0">
      <w:pPr>
        <w:numPr>
          <w:ilvl w:val="0"/>
          <w:numId w:val="11"/>
        </w:num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lastRenderedPageBreak/>
        <w:t>Geen probleem</w:t>
      </w:r>
    </w:p>
    <w:p w:rsidR="00A83B87" w:rsidRPr="0016172E" w:rsidRDefault="00A83B87" w:rsidP="00A83B87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751D8C" w:rsidRPr="0016172E" w:rsidRDefault="00751D8C" w:rsidP="004F14DA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Kon u meebeslissen over uw</w:t>
      </w:r>
      <w:r w:rsidR="00C65905" w:rsidRPr="0016172E">
        <w:rPr>
          <w:rFonts w:ascii="Arial" w:hAnsi="Arial" w:cs="Arial"/>
          <w:b/>
          <w:sz w:val="20"/>
        </w:rPr>
        <w:t xml:space="preserve"> behandelplan</w:t>
      </w:r>
      <w:r w:rsidRPr="0016172E">
        <w:rPr>
          <w:rFonts w:ascii="Arial" w:hAnsi="Arial" w:cs="Arial"/>
          <w:b/>
          <w:sz w:val="20"/>
        </w:rPr>
        <w:t xml:space="preserve"> in het </w:t>
      </w:r>
      <w:r w:rsidR="0065063C" w:rsidRPr="0016172E">
        <w:rPr>
          <w:rFonts w:ascii="Arial" w:hAnsi="Arial" w:cs="Arial"/>
          <w:b/>
          <w:sz w:val="20"/>
        </w:rPr>
        <w:t>audiologisch centrum</w:t>
      </w:r>
      <w:r w:rsidRPr="0016172E">
        <w:rPr>
          <w:rFonts w:ascii="Arial" w:hAnsi="Arial" w:cs="Arial"/>
          <w:b/>
          <w:sz w:val="20"/>
        </w:rPr>
        <w:t>?</w:t>
      </w:r>
    </w:p>
    <w:p w:rsidR="00205840" w:rsidRPr="0016172E" w:rsidRDefault="00205840" w:rsidP="00205840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="001B0A30" w:rsidRPr="0016172E">
        <w:rPr>
          <w:rFonts w:ascii="Arial" w:hAnsi="Arial" w:cs="Arial"/>
          <w:sz w:val="20"/>
        </w:rPr>
        <w:t xml:space="preserve"> </w:t>
      </w:r>
      <w:r w:rsidRPr="0016172E">
        <w:rPr>
          <w:rFonts w:ascii="Arial" w:hAnsi="Arial" w:cs="Arial"/>
          <w:sz w:val="20"/>
        </w:rPr>
        <w:t xml:space="preserve">Nooit </w:t>
      </w:r>
    </w:p>
    <w:p w:rsidR="00205840" w:rsidRPr="0016172E" w:rsidRDefault="00205840" w:rsidP="00205840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205840" w:rsidRPr="0016172E" w:rsidRDefault="00205840" w:rsidP="0020584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751D8C" w:rsidRPr="0016172E" w:rsidRDefault="00205840" w:rsidP="004C73F2">
      <w:pPr>
        <w:numPr>
          <w:ilvl w:val="0"/>
          <w:numId w:val="11"/>
        </w:num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>Altijd</w:t>
      </w:r>
    </w:p>
    <w:p w:rsidR="003E151C" w:rsidRPr="0016172E" w:rsidRDefault="003E151C" w:rsidP="004C73F2">
      <w:pPr>
        <w:tabs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5E27E0" w:rsidRPr="0016172E" w:rsidRDefault="00751D8C" w:rsidP="004F14DA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Kon u meebeslissen over uw doorverwijzing vanuit het </w:t>
      </w:r>
      <w:r w:rsidR="0065063C" w:rsidRPr="0016172E">
        <w:rPr>
          <w:rFonts w:ascii="Arial" w:hAnsi="Arial" w:cs="Arial"/>
          <w:b/>
          <w:sz w:val="20"/>
        </w:rPr>
        <w:t>audiologisch centrum</w:t>
      </w:r>
      <w:r w:rsidRPr="0016172E">
        <w:rPr>
          <w:rFonts w:ascii="Arial" w:hAnsi="Arial" w:cs="Arial"/>
          <w:b/>
          <w:sz w:val="20"/>
        </w:rPr>
        <w:t>?</w:t>
      </w:r>
      <w:r w:rsidR="005E27E0" w:rsidRPr="0016172E">
        <w:rPr>
          <w:rFonts w:ascii="Arial" w:hAnsi="Arial" w:cs="Arial"/>
          <w:b/>
          <w:sz w:val="20"/>
        </w:rPr>
        <w:t xml:space="preserve"> (bijvoorbeeld naar welke audicien of hulpverlener u zou gaan)?</w:t>
      </w:r>
    </w:p>
    <w:p w:rsidR="00205840" w:rsidRPr="0016172E" w:rsidRDefault="00205840" w:rsidP="00205840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 xml:space="preserve"> Nooit </w:t>
      </w:r>
    </w:p>
    <w:p w:rsidR="00205840" w:rsidRPr="0016172E" w:rsidRDefault="00205840" w:rsidP="00205840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205840" w:rsidRPr="0016172E" w:rsidRDefault="00205840" w:rsidP="0020584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205840" w:rsidRPr="0016172E" w:rsidRDefault="00205840" w:rsidP="0020584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Altijd </w:t>
      </w:r>
    </w:p>
    <w:p w:rsidR="00751D8C" w:rsidRPr="0016172E" w:rsidRDefault="00205840" w:rsidP="000E54AC">
      <w:pPr>
        <w:tabs>
          <w:tab w:val="left" w:pos="425"/>
          <w:tab w:val="left" w:pos="680"/>
          <w:tab w:val="left" w:pos="709"/>
        </w:tabs>
        <w:spacing w:line="260" w:lineRule="exact"/>
        <w:ind w:left="680" w:hanging="68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751D8C" w:rsidRPr="0016172E">
        <w:rPr>
          <w:rFonts w:ascii="Arial" w:hAnsi="Arial" w:cs="Arial"/>
          <w:sz w:val="20"/>
        </w:rPr>
        <w:t>Niet van toepassing</w:t>
      </w:r>
      <w:r w:rsidR="00083144" w:rsidRPr="0016172E">
        <w:rPr>
          <w:rFonts w:ascii="Arial" w:hAnsi="Arial" w:cs="Arial"/>
          <w:sz w:val="20"/>
        </w:rPr>
        <w:t>: ik ben niet doorverwezen</w:t>
      </w:r>
    </w:p>
    <w:p w:rsidR="004F14DA" w:rsidRPr="0016172E" w:rsidRDefault="004F14DA" w:rsidP="0020584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DB23C3" w:rsidRPr="0016172E" w:rsidRDefault="00DB23C3" w:rsidP="00DE37C9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Welk c</w:t>
      </w:r>
      <w:r w:rsidR="007F0A1F" w:rsidRPr="0016172E">
        <w:rPr>
          <w:rFonts w:ascii="Arial" w:hAnsi="Arial" w:cs="Arial"/>
          <w:b/>
          <w:sz w:val="20"/>
        </w:rPr>
        <w:t>ijfer geeft u de service</w:t>
      </w:r>
      <w:r w:rsidRPr="0016172E">
        <w:rPr>
          <w:rFonts w:ascii="Arial" w:hAnsi="Arial" w:cs="Arial"/>
          <w:b/>
          <w:sz w:val="20"/>
        </w:rPr>
        <w:t xml:space="preserve"> van het audiologisch centrum? Een 0 betekent: heel erg slecht. Een 10 betekent: uitstekend.</w:t>
      </w:r>
    </w:p>
    <w:p w:rsidR="007371FC" w:rsidRPr="0016172E" w:rsidRDefault="007371FC" w:rsidP="007371FC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0071"/>
      </w:r>
      <w:r w:rsidRPr="0016172E">
        <w:rPr>
          <w:rFonts w:ascii="Arial" w:hAnsi="Arial" w:cs="Arial"/>
          <w:sz w:val="20"/>
        </w:rPr>
        <w:tab/>
        <w:t>0 heel erg slechte service</w:t>
      </w:r>
    </w:p>
    <w:p w:rsidR="007371FC" w:rsidRPr="0016172E" w:rsidRDefault="007371FC" w:rsidP="007371FC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0071"/>
      </w:r>
      <w:r w:rsidRPr="0016172E">
        <w:rPr>
          <w:rFonts w:ascii="Arial" w:hAnsi="Arial" w:cs="Arial"/>
          <w:sz w:val="20"/>
        </w:rPr>
        <w:tab/>
        <w:t>1</w:t>
      </w:r>
    </w:p>
    <w:p w:rsidR="007371FC" w:rsidRPr="0016172E" w:rsidRDefault="007371FC" w:rsidP="007371FC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2</w:t>
      </w:r>
    </w:p>
    <w:p w:rsidR="007371FC" w:rsidRPr="0016172E" w:rsidRDefault="007371FC" w:rsidP="007371FC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3</w:t>
      </w:r>
    </w:p>
    <w:p w:rsidR="007371FC" w:rsidRPr="0016172E" w:rsidRDefault="007371FC" w:rsidP="007371FC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4</w:t>
      </w:r>
    </w:p>
    <w:p w:rsidR="007371FC" w:rsidRPr="0016172E" w:rsidRDefault="007371FC" w:rsidP="007371FC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5</w:t>
      </w:r>
    </w:p>
    <w:p w:rsidR="007371FC" w:rsidRPr="0016172E" w:rsidRDefault="007371FC" w:rsidP="007371FC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6</w:t>
      </w:r>
    </w:p>
    <w:p w:rsidR="007371FC" w:rsidRPr="0016172E" w:rsidRDefault="007371FC" w:rsidP="007371FC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7</w:t>
      </w:r>
    </w:p>
    <w:p w:rsidR="007371FC" w:rsidRPr="0016172E" w:rsidRDefault="007371FC" w:rsidP="007371FC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8</w:t>
      </w:r>
    </w:p>
    <w:p w:rsidR="007371FC" w:rsidRPr="0016172E" w:rsidRDefault="007371FC" w:rsidP="007371FC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9</w:t>
      </w:r>
    </w:p>
    <w:p w:rsidR="00AE2B49" w:rsidRPr="0016172E" w:rsidRDefault="007371FC" w:rsidP="007371FC">
      <w:pPr>
        <w:pBdr>
          <w:bottom w:val="single" w:sz="4" w:space="1" w:color="auto"/>
        </w:pBd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caps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 xml:space="preserve"> 10 uitstekende</w:t>
      </w:r>
      <w:r w:rsidR="007F0A1F" w:rsidRPr="0016172E">
        <w:rPr>
          <w:rFonts w:ascii="Arial" w:hAnsi="Arial" w:cs="Arial"/>
          <w:sz w:val="20"/>
        </w:rPr>
        <w:t xml:space="preserve"> service</w:t>
      </w:r>
    </w:p>
    <w:p w:rsidR="00AE2B49" w:rsidRPr="0016172E" w:rsidRDefault="00AE2B49" w:rsidP="007371FC">
      <w:pPr>
        <w:pBdr>
          <w:bottom w:val="single" w:sz="4" w:space="1" w:color="auto"/>
        </w:pBd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caps/>
          <w:sz w:val="20"/>
        </w:rPr>
      </w:pPr>
    </w:p>
    <w:p w:rsidR="00B25A86" w:rsidRPr="0016172E" w:rsidRDefault="00B25A86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caps/>
          <w:sz w:val="20"/>
        </w:rPr>
      </w:pP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4"/>
          <w:szCs w:val="22"/>
        </w:rPr>
      </w:pPr>
      <w:r w:rsidRPr="0016172E">
        <w:rPr>
          <w:rFonts w:ascii="Arial" w:hAnsi="Arial" w:cs="Arial"/>
          <w:b/>
          <w:i/>
          <w:caps/>
          <w:sz w:val="24"/>
          <w:szCs w:val="22"/>
        </w:rPr>
        <w:t>algemene waardering</w:t>
      </w: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De volgende vragen gaan over uw </w:t>
      </w:r>
      <w:r w:rsidR="008F312E" w:rsidRPr="0016172E">
        <w:rPr>
          <w:rFonts w:ascii="Arial" w:hAnsi="Arial" w:cs="Arial"/>
          <w:b/>
          <w:sz w:val="20"/>
        </w:rPr>
        <w:t xml:space="preserve">totaal oordeel over </w:t>
      </w:r>
      <w:r w:rsidRPr="0016172E">
        <w:rPr>
          <w:rFonts w:ascii="Arial" w:hAnsi="Arial" w:cs="Arial"/>
          <w:b/>
          <w:sz w:val="20"/>
        </w:rPr>
        <w:t>het audiologisch centrum in de afgelopen 12 maanden.</w:t>
      </w:r>
    </w:p>
    <w:p w:rsidR="005E27E0" w:rsidRPr="0016172E" w:rsidRDefault="005E27E0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5E27E0" w:rsidRPr="0016172E" w:rsidRDefault="005E27E0" w:rsidP="00DE37C9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Zou u dit audiologisch centrum bij uw vrienden en familie aanbevelen?</w:t>
      </w:r>
    </w:p>
    <w:p w:rsidR="005E27E0" w:rsidRPr="0016172E" w:rsidRDefault="005E27E0" w:rsidP="007371FC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="00B046CB" w:rsidRPr="0016172E">
        <w:rPr>
          <w:rFonts w:ascii="Arial" w:hAnsi="Arial" w:cs="Arial"/>
          <w:sz w:val="20"/>
        </w:rPr>
        <w:tab/>
      </w:r>
      <w:r w:rsidR="007371FC" w:rsidRPr="0016172E">
        <w:rPr>
          <w:rFonts w:ascii="Arial" w:hAnsi="Arial" w:cs="Arial"/>
          <w:sz w:val="20"/>
        </w:rPr>
        <w:t>B</w:t>
      </w:r>
      <w:r w:rsidRPr="0016172E">
        <w:rPr>
          <w:rFonts w:ascii="Arial" w:hAnsi="Arial" w:cs="Arial"/>
          <w:sz w:val="20"/>
        </w:rPr>
        <w:t>eslist niet</w:t>
      </w:r>
    </w:p>
    <w:p w:rsidR="005E27E0" w:rsidRPr="0016172E" w:rsidRDefault="005E27E0" w:rsidP="007371FC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="007371FC" w:rsidRPr="0016172E">
        <w:rPr>
          <w:rFonts w:ascii="Arial" w:hAnsi="Arial" w:cs="Arial"/>
          <w:sz w:val="20"/>
        </w:rPr>
        <w:tab/>
        <w:t>W</w:t>
      </w:r>
      <w:r w:rsidRPr="0016172E">
        <w:rPr>
          <w:rFonts w:ascii="Arial" w:hAnsi="Arial" w:cs="Arial"/>
          <w:sz w:val="20"/>
        </w:rPr>
        <w:t>aarschijnlijk niet</w:t>
      </w:r>
    </w:p>
    <w:p w:rsidR="005E27E0" w:rsidRPr="0016172E" w:rsidRDefault="005E27E0" w:rsidP="007371FC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="007371FC" w:rsidRPr="0016172E">
        <w:rPr>
          <w:rFonts w:ascii="Arial" w:hAnsi="Arial" w:cs="Arial"/>
          <w:sz w:val="20"/>
        </w:rPr>
        <w:tab/>
        <w:t>W</w:t>
      </w:r>
      <w:r w:rsidRPr="0016172E">
        <w:rPr>
          <w:rFonts w:ascii="Arial" w:hAnsi="Arial" w:cs="Arial"/>
          <w:sz w:val="20"/>
        </w:rPr>
        <w:t>aarschijnlijk wel</w:t>
      </w:r>
    </w:p>
    <w:p w:rsidR="005E27E0" w:rsidRPr="0016172E" w:rsidRDefault="005E27E0" w:rsidP="007371FC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="007371FC" w:rsidRPr="0016172E">
        <w:rPr>
          <w:rFonts w:ascii="Arial" w:hAnsi="Arial" w:cs="Arial"/>
          <w:sz w:val="20"/>
        </w:rPr>
        <w:tab/>
        <w:t>B</w:t>
      </w:r>
      <w:r w:rsidRPr="0016172E">
        <w:rPr>
          <w:rFonts w:ascii="Arial" w:hAnsi="Arial" w:cs="Arial"/>
          <w:sz w:val="20"/>
        </w:rPr>
        <w:t>eslist wel</w:t>
      </w:r>
    </w:p>
    <w:p w:rsidR="00B046CB" w:rsidRPr="0016172E" w:rsidRDefault="00B046CB" w:rsidP="007371FC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</w:p>
    <w:p w:rsidR="002F3C11" w:rsidRDefault="002F3C11" w:rsidP="007371FC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</w:p>
    <w:p w:rsidR="00300402" w:rsidRDefault="00300402" w:rsidP="007371FC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</w:p>
    <w:p w:rsidR="00300402" w:rsidRPr="0016172E" w:rsidRDefault="00300402" w:rsidP="007371FC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</w:p>
    <w:p w:rsidR="00DB23C3" w:rsidRPr="0016172E" w:rsidRDefault="00DB23C3" w:rsidP="00DE37C9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Welk cijfer geeft u het audiologisch centrum als geheel? Een 0 betekent: heel erg slecht. Een 10 betekent: uitstekend.</w:t>
      </w:r>
    </w:p>
    <w:p w:rsidR="007371FC" w:rsidRPr="0016172E" w:rsidRDefault="007371FC" w:rsidP="007371FC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0071"/>
      </w:r>
      <w:r w:rsidRPr="0016172E">
        <w:rPr>
          <w:rFonts w:ascii="Arial" w:hAnsi="Arial" w:cs="Arial"/>
          <w:sz w:val="20"/>
        </w:rPr>
        <w:tab/>
        <w:t>0 heel erg slecht audiologisch centrum</w:t>
      </w:r>
    </w:p>
    <w:p w:rsidR="007371FC" w:rsidRPr="0016172E" w:rsidRDefault="007371FC" w:rsidP="007371FC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0071"/>
      </w:r>
      <w:r w:rsidRPr="0016172E">
        <w:rPr>
          <w:rFonts w:ascii="Arial" w:hAnsi="Arial" w:cs="Arial"/>
          <w:sz w:val="20"/>
        </w:rPr>
        <w:tab/>
        <w:t>1</w:t>
      </w:r>
    </w:p>
    <w:p w:rsidR="007371FC" w:rsidRPr="0016172E" w:rsidRDefault="007371FC" w:rsidP="007371FC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2</w:t>
      </w:r>
    </w:p>
    <w:p w:rsidR="007371FC" w:rsidRPr="0016172E" w:rsidRDefault="007371FC" w:rsidP="007371FC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3</w:t>
      </w:r>
    </w:p>
    <w:p w:rsidR="007371FC" w:rsidRPr="0016172E" w:rsidRDefault="007371FC" w:rsidP="007371FC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4</w:t>
      </w:r>
    </w:p>
    <w:p w:rsidR="007371FC" w:rsidRPr="0016172E" w:rsidRDefault="007371FC" w:rsidP="007371FC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5</w:t>
      </w:r>
    </w:p>
    <w:p w:rsidR="007371FC" w:rsidRPr="0016172E" w:rsidRDefault="007371FC" w:rsidP="007371FC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6</w:t>
      </w:r>
    </w:p>
    <w:p w:rsidR="007371FC" w:rsidRPr="0016172E" w:rsidRDefault="007371FC" w:rsidP="007371FC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7</w:t>
      </w:r>
    </w:p>
    <w:p w:rsidR="007371FC" w:rsidRPr="0016172E" w:rsidRDefault="007371FC" w:rsidP="007371FC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8</w:t>
      </w:r>
    </w:p>
    <w:p w:rsidR="007371FC" w:rsidRPr="0016172E" w:rsidRDefault="007371FC" w:rsidP="007371FC">
      <w:pPr>
        <w:tabs>
          <w:tab w:val="left" w:pos="425"/>
          <w:tab w:val="left" w:pos="680"/>
          <w:tab w:val="left" w:pos="90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9</w:t>
      </w:r>
    </w:p>
    <w:p w:rsidR="00DB23C3" w:rsidRPr="0016172E" w:rsidRDefault="007371FC" w:rsidP="007371FC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 xml:space="preserve"> 10 uitstekend </w:t>
      </w:r>
      <w:r w:rsidR="00DB23C3" w:rsidRPr="0016172E">
        <w:rPr>
          <w:rFonts w:ascii="Arial" w:hAnsi="Arial" w:cs="Arial"/>
          <w:sz w:val="20"/>
        </w:rPr>
        <w:t>audiologisch centrum</w:t>
      </w:r>
    </w:p>
    <w:p w:rsidR="00F74B59" w:rsidRPr="0016172E" w:rsidRDefault="00F74B59" w:rsidP="00AE2B49">
      <w:pPr>
        <w:tabs>
          <w:tab w:val="left" w:pos="567"/>
          <w:tab w:val="left" w:pos="851"/>
        </w:tabs>
        <w:rPr>
          <w:rFonts w:ascii="Arial" w:hAnsi="Arial" w:cs="Arial"/>
          <w:b/>
          <w:sz w:val="20"/>
        </w:rPr>
      </w:pPr>
    </w:p>
    <w:p w:rsidR="00A07A98" w:rsidRPr="0016172E" w:rsidRDefault="00F74B59" w:rsidP="000055CF">
      <w:pPr>
        <w:numPr>
          <w:ilvl w:val="0"/>
          <w:numId w:val="35"/>
        </w:numPr>
        <w:rPr>
          <w:rFonts w:ascii="Arial" w:hAnsi="Arial" w:cs="Arial"/>
          <w:sz w:val="20"/>
        </w:rPr>
      </w:pPr>
      <w:r w:rsidRPr="0016172E">
        <w:rPr>
          <w:rFonts w:ascii="Arial" w:hAnsi="Arial" w:cs="Arial"/>
          <w:b/>
          <w:sz w:val="20"/>
        </w:rPr>
        <w:t>Waren de adviezen van het audiologisch centrum</w:t>
      </w:r>
      <w:r w:rsidR="00A07A98" w:rsidRPr="0016172E">
        <w:rPr>
          <w:rFonts w:ascii="Arial" w:hAnsi="Arial" w:cs="Arial"/>
          <w:b/>
          <w:sz w:val="20"/>
        </w:rPr>
        <w:t xml:space="preserve"> bruikbaar?</w:t>
      </w:r>
      <w:r w:rsidR="00D630C7" w:rsidRPr="0016172E">
        <w:rPr>
          <w:rFonts w:ascii="Arial" w:hAnsi="Arial" w:cs="Arial"/>
          <w:b/>
          <w:sz w:val="20"/>
        </w:rPr>
        <w:t xml:space="preserve"> </w:t>
      </w:r>
    </w:p>
    <w:p w:rsidR="00A07A98" w:rsidRPr="0016172E" w:rsidRDefault="00A07A98" w:rsidP="000E54AC">
      <w:pPr>
        <w:tabs>
          <w:tab w:val="left" w:pos="425"/>
          <w:tab w:val="left" w:pos="540"/>
          <w:tab w:val="left" w:pos="68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="000E54AC"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t xml:space="preserve">Nooit </w:t>
      </w:r>
    </w:p>
    <w:p w:rsidR="00A07A98" w:rsidRPr="0016172E" w:rsidRDefault="00A07A98" w:rsidP="000E54AC">
      <w:pPr>
        <w:tabs>
          <w:tab w:val="left" w:pos="425"/>
          <w:tab w:val="left" w:pos="540"/>
          <w:tab w:val="left" w:pos="68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Soms </w:t>
      </w:r>
    </w:p>
    <w:p w:rsidR="00A07A98" w:rsidRPr="0016172E" w:rsidRDefault="00A07A98" w:rsidP="000E54AC">
      <w:pPr>
        <w:tabs>
          <w:tab w:val="left" w:pos="425"/>
          <w:tab w:val="left" w:pos="540"/>
          <w:tab w:val="left" w:pos="68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Meestal </w:t>
      </w:r>
    </w:p>
    <w:p w:rsidR="00A07A98" w:rsidRPr="0016172E" w:rsidRDefault="000E54AC" w:rsidP="000E54AC">
      <w:pPr>
        <w:tabs>
          <w:tab w:val="left" w:pos="425"/>
          <w:tab w:val="left" w:pos="680"/>
          <w:tab w:val="left" w:pos="851"/>
        </w:tabs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A07A98" w:rsidRPr="0016172E">
        <w:rPr>
          <w:rFonts w:ascii="Arial" w:hAnsi="Arial" w:cs="Arial"/>
          <w:sz w:val="20"/>
        </w:rPr>
        <w:sym w:font="Wingdings" w:char="F071"/>
      </w:r>
      <w:r w:rsidR="00A20FDB" w:rsidRPr="0016172E">
        <w:rPr>
          <w:rFonts w:ascii="Arial" w:hAnsi="Arial" w:cs="Arial"/>
          <w:sz w:val="20"/>
        </w:rPr>
        <w:tab/>
      </w:r>
      <w:r w:rsidR="00A07A98" w:rsidRPr="0016172E">
        <w:rPr>
          <w:rFonts w:ascii="Arial" w:hAnsi="Arial" w:cs="Arial"/>
          <w:sz w:val="20"/>
        </w:rPr>
        <w:t>Altijd</w:t>
      </w:r>
    </w:p>
    <w:p w:rsidR="00AE2B49" w:rsidRPr="0016172E" w:rsidRDefault="000E54AC" w:rsidP="000E54AC">
      <w:pPr>
        <w:tabs>
          <w:tab w:val="left" w:pos="425"/>
          <w:tab w:val="left" w:pos="680"/>
          <w:tab w:val="left" w:pos="851"/>
        </w:tabs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AE2B49" w:rsidRPr="0016172E">
        <w:rPr>
          <w:rFonts w:ascii="Arial" w:hAnsi="Arial" w:cs="Arial"/>
          <w:sz w:val="20"/>
        </w:rPr>
        <w:sym w:font="Wingdings" w:char="F071"/>
      </w:r>
      <w:r w:rsidR="00AE2B49" w:rsidRPr="0016172E">
        <w:rPr>
          <w:rFonts w:ascii="Arial" w:hAnsi="Arial" w:cs="Arial"/>
          <w:sz w:val="20"/>
        </w:rPr>
        <w:tab/>
        <w:t xml:space="preserve">Niet van toepassing: ik heb geen adviezen </w:t>
      </w:r>
    </w:p>
    <w:p w:rsidR="00540300" w:rsidRPr="0016172E" w:rsidRDefault="00AE2B49" w:rsidP="00A20FDB">
      <w:pPr>
        <w:tabs>
          <w:tab w:val="left" w:pos="680"/>
        </w:tabs>
        <w:spacing w:line="260" w:lineRule="exact"/>
        <w:ind w:left="672" w:hanging="252"/>
        <w:rPr>
          <w:rFonts w:ascii="Arial" w:hAnsi="Arial" w:cs="Arial"/>
          <w:i/>
          <w:sz w:val="20"/>
        </w:rPr>
      </w:pPr>
      <w:r w:rsidRPr="0016172E">
        <w:rPr>
          <w:rFonts w:ascii="Arial" w:hAnsi="Arial" w:cs="Arial"/>
          <w:sz w:val="20"/>
        </w:rPr>
        <w:tab/>
      </w:r>
      <w:r w:rsidR="00540300" w:rsidRPr="0016172E">
        <w:rPr>
          <w:rFonts w:ascii="Arial" w:hAnsi="Arial" w:cs="Arial"/>
          <w:sz w:val="20"/>
        </w:rPr>
        <w:t>g</w:t>
      </w:r>
      <w:r w:rsidRPr="0016172E">
        <w:rPr>
          <w:rFonts w:ascii="Arial" w:hAnsi="Arial" w:cs="Arial"/>
          <w:sz w:val="20"/>
        </w:rPr>
        <w:t>ekregen</w:t>
      </w:r>
      <w:r w:rsidR="00540300" w:rsidRPr="0016172E">
        <w:rPr>
          <w:rFonts w:ascii="Arial" w:hAnsi="Arial" w:cs="Arial"/>
          <w:sz w:val="20"/>
        </w:rPr>
        <w:t xml:space="preserve"> </w:t>
      </w:r>
      <w:r w:rsidR="00540300" w:rsidRPr="0016172E">
        <w:rPr>
          <w:rFonts w:ascii="Arial" w:hAnsi="Arial" w:cs="Arial"/>
          <w:sz w:val="20"/>
        </w:rPr>
        <w:sym w:font="Wingdings" w:char="F0E0"/>
      </w:r>
      <w:r w:rsidR="00540300" w:rsidRPr="0016172E">
        <w:rPr>
          <w:rFonts w:ascii="Arial" w:hAnsi="Arial" w:cs="Arial"/>
          <w:sz w:val="20"/>
        </w:rPr>
        <w:t xml:space="preserve"> </w:t>
      </w:r>
      <w:r w:rsidR="00300402">
        <w:rPr>
          <w:rFonts w:ascii="Arial" w:hAnsi="Arial" w:cs="Arial"/>
          <w:i/>
          <w:sz w:val="20"/>
        </w:rPr>
        <w:t>ga door naar vraag 46</w:t>
      </w:r>
    </w:p>
    <w:p w:rsidR="00AE2B49" w:rsidRPr="0016172E" w:rsidRDefault="00AE2B49" w:rsidP="000E54AC">
      <w:pPr>
        <w:tabs>
          <w:tab w:val="left" w:pos="425"/>
          <w:tab w:val="left" w:pos="680"/>
          <w:tab w:val="left" w:pos="851"/>
        </w:tabs>
        <w:rPr>
          <w:rFonts w:ascii="Arial" w:hAnsi="Arial" w:cs="Arial"/>
          <w:sz w:val="20"/>
        </w:rPr>
      </w:pPr>
    </w:p>
    <w:p w:rsidR="00A07A98" w:rsidRPr="0016172E" w:rsidRDefault="00F74B59" w:rsidP="000E54AC">
      <w:pPr>
        <w:numPr>
          <w:ilvl w:val="0"/>
          <w:numId w:val="35"/>
        </w:numPr>
        <w:tabs>
          <w:tab w:val="clear" w:pos="420"/>
          <w:tab w:val="left" w:pos="425"/>
          <w:tab w:val="left" w:pos="680"/>
        </w:tabs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Heeft u de adviezen van</w:t>
      </w:r>
      <w:r w:rsidR="00A07A98" w:rsidRPr="0016172E">
        <w:rPr>
          <w:rFonts w:ascii="Arial" w:hAnsi="Arial" w:cs="Arial"/>
          <w:b/>
          <w:sz w:val="20"/>
        </w:rPr>
        <w:t xml:space="preserve"> het audiologisch centrum opgevolgd?</w:t>
      </w:r>
    </w:p>
    <w:p w:rsidR="00A07A98" w:rsidRPr="0016172E" w:rsidRDefault="000E54AC" w:rsidP="000E54AC">
      <w:pPr>
        <w:tabs>
          <w:tab w:val="left" w:pos="425"/>
          <w:tab w:val="left" w:pos="540"/>
          <w:tab w:val="left" w:pos="68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A07A98" w:rsidRPr="0016172E">
        <w:rPr>
          <w:rFonts w:ascii="Arial" w:hAnsi="Arial" w:cs="Arial"/>
          <w:sz w:val="20"/>
        </w:rPr>
        <w:t xml:space="preserve">Nooit </w:t>
      </w:r>
    </w:p>
    <w:p w:rsidR="00A07A98" w:rsidRPr="0016172E" w:rsidRDefault="000E54AC" w:rsidP="000E54AC">
      <w:pPr>
        <w:tabs>
          <w:tab w:val="left" w:pos="425"/>
          <w:tab w:val="left" w:pos="540"/>
          <w:tab w:val="left" w:pos="68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A07A98" w:rsidRPr="0016172E">
        <w:rPr>
          <w:rFonts w:ascii="Arial" w:hAnsi="Arial" w:cs="Arial"/>
          <w:sz w:val="20"/>
        </w:rPr>
        <w:t xml:space="preserve">Soms </w:t>
      </w:r>
    </w:p>
    <w:p w:rsidR="00A07A98" w:rsidRPr="0016172E" w:rsidRDefault="000E54AC" w:rsidP="000E54AC">
      <w:pPr>
        <w:tabs>
          <w:tab w:val="left" w:pos="425"/>
          <w:tab w:val="left" w:pos="540"/>
          <w:tab w:val="left" w:pos="68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A07A98" w:rsidRPr="0016172E">
        <w:rPr>
          <w:rFonts w:ascii="Arial" w:hAnsi="Arial" w:cs="Arial"/>
          <w:sz w:val="20"/>
        </w:rPr>
        <w:t xml:space="preserve">Meestal </w:t>
      </w:r>
    </w:p>
    <w:p w:rsidR="00A07A98" w:rsidRPr="0016172E" w:rsidRDefault="000E54AC" w:rsidP="000E54AC">
      <w:pPr>
        <w:tabs>
          <w:tab w:val="left" w:pos="425"/>
          <w:tab w:val="left" w:pos="680"/>
          <w:tab w:val="left" w:pos="851"/>
        </w:tabs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A07A98" w:rsidRPr="0016172E">
        <w:rPr>
          <w:rFonts w:ascii="Arial" w:hAnsi="Arial" w:cs="Arial"/>
          <w:sz w:val="20"/>
        </w:rPr>
        <w:t>Altijd</w:t>
      </w:r>
    </w:p>
    <w:p w:rsidR="00A07A98" w:rsidRPr="0016172E" w:rsidRDefault="00A07A98" w:rsidP="002F3C11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sz w:val="20"/>
        </w:rPr>
      </w:pPr>
    </w:p>
    <w:p w:rsidR="004C3FA3" w:rsidRPr="0016172E" w:rsidRDefault="00DB23C3" w:rsidP="002F3C11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Als u één ding zou kunnen veranderen aan dit audiologisch centrum, wat zou dat dan zijn? </w:t>
      </w:r>
    </w:p>
    <w:p w:rsidR="00DB23C3" w:rsidRPr="0016172E" w:rsidRDefault="00DB23C3" w:rsidP="002F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983CB8" w:rsidRPr="0016172E" w:rsidRDefault="00983CB8" w:rsidP="00094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983CB8" w:rsidRPr="0016172E" w:rsidRDefault="00983CB8" w:rsidP="00094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540300" w:rsidRPr="0016172E" w:rsidRDefault="00540300" w:rsidP="00094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540300" w:rsidRPr="0016172E" w:rsidRDefault="00540300" w:rsidP="00094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983CB8" w:rsidRPr="0016172E" w:rsidRDefault="00983CB8" w:rsidP="00094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DB23C3" w:rsidRPr="0016172E" w:rsidRDefault="00DB23C3" w:rsidP="00094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DB23C3" w:rsidRPr="0016172E" w:rsidRDefault="00DB23C3" w:rsidP="00094A82">
      <w:pP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i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i/>
        </w:rPr>
        <w:t>(a.u.b. in blokletters)</w:t>
      </w:r>
    </w:p>
    <w:p w:rsidR="00983CB8" w:rsidRPr="0016172E" w:rsidRDefault="00983CB8" w:rsidP="000055CF">
      <w:pPr>
        <w:pStyle w:val="Plattetekstinspringen"/>
        <w:tabs>
          <w:tab w:val="clear" w:pos="540"/>
          <w:tab w:val="clear" w:pos="900"/>
          <w:tab w:val="clear" w:pos="1260"/>
          <w:tab w:val="left" w:pos="425"/>
          <w:tab w:val="left" w:pos="680"/>
        </w:tabs>
        <w:ind w:left="0" w:firstLine="0"/>
        <w:rPr>
          <w:b w:val="0"/>
          <w:i/>
          <w:sz w:val="18"/>
        </w:rPr>
      </w:pPr>
    </w:p>
    <w:p w:rsidR="004C3FA3" w:rsidRPr="0016172E" w:rsidRDefault="00DB23C3" w:rsidP="00A20FDB">
      <w:pPr>
        <w:pStyle w:val="Plattetekstinspringen"/>
        <w:numPr>
          <w:ilvl w:val="0"/>
          <w:numId w:val="35"/>
        </w:numPr>
        <w:tabs>
          <w:tab w:val="clear" w:pos="540"/>
          <w:tab w:val="clear" w:pos="900"/>
          <w:tab w:val="clear" w:pos="1260"/>
        </w:tabs>
      </w:pPr>
      <w:r w:rsidRPr="0016172E">
        <w:t xml:space="preserve">Zou u een korte conclusie kunnen geven over dit audiologisch centrum? </w:t>
      </w:r>
    </w:p>
    <w:p w:rsidR="00DB23C3" w:rsidRPr="0016172E" w:rsidRDefault="00DB23C3" w:rsidP="00094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DB23C3" w:rsidRPr="0016172E" w:rsidRDefault="00DB23C3" w:rsidP="00094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DB23C3" w:rsidRPr="0016172E" w:rsidRDefault="00DB23C3" w:rsidP="00094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983CB8" w:rsidRPr="0016172E" w:rsidRDefault="00983CB8" w:rsidP="00094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983CB8" w:rsidRPr="0016172E" w:rsidRDefault="00983CB8" w:rsidP="00094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983CB8" w:rsidRPr="0016172E" w:rsidRDefault="00983CB8" w:rsidP="00094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094A82" w:rsidRPr="0016172E" w:rsidRDefault="00094A82" w:rsidP="00094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260" w:lineRule="exact"/>
        <w:ind w:left="420"/>
        <w:rPr>
          <w:rFonts w:ascii="Arial" w:hAnsi="Arial" w:cs="Arial"/>
          <w:sz w:val="20"/>
        </w:rPr>
      </w:pPr>
    </w:p>
    <w:p w:rsidR="00DB23C3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i/>
        </w:rPr>
        <w:t>(a.u.b. in blokletters)</w:t>
      </w:r>
    </w:p>
    <w:p w:rsidR="00396D67" w:rsidRPr="0016172E" w:rsidRDefault="00396D67" w:rsidP="00094A82">
      <w:pPr>
        <w:pStyle w:val="Default"/>
        <w:pBdr>
          <w:bottom w:val="single" w:sz="4" w:space="1" w:color="auto"/>
        </w:pBd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  <w:szCs w:val="20"/>
        </w:rPr>
      </w:pPr>
    </w:p>
    <w:p w:rsidR="00A45416" w:rsidRPr="0016172E" w:rsidRDefault="00A45416" w:rsidP="00D220C8">
      <w:pPr>
        <w:pStyle w:val="Default"/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i/>
          <w:caps/>
          <w:szCs w:val="22"/>
        </w:rPr>
      </w:pPr>
    </w:p>
    <w:p w:rsidR="002F3C11" w:rsidRPr="0016172E" w:rsidRDefault="002F3C11" w:rsidP="00D220C8">
      <w:pPr>
        <w:pStyle w:val="Default"/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i/>
          <w:caps/>
          <w:szCs w:val="22"/>
        </w:rPr>
      </w:pPr>
    </w:p>
    <w:p w:rsidR="002F3C11" w:rsidRPr="0016172E" w:rsidRDefault="002F3C11" w:rsidP="00D220C8">
      <w:pPr>
        <w:pStyle w:val="Default"/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i/>
          <w:caps/>
          <w:szCs w:val="22"/>
        </w:rPr>
      </w:pPr>
    </w:p>
    <w:p w:rsidR="005E27E0" w:rsidRPr="0016172E" w:rsidRDefault="005E27E0" w:rsidP="00D220C8">
      <w:pPr>
        <w:pStyle w:val="Default"/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i/>
          <w:caps/>
          <w:szCs w:val="22"/>
        </w:rPr>
      </w:pPr>
      <w:r w:rsidRPr="0016172E">
        <w:rPr>
          <w:rFonts w:ascii="Arial" w:hAnsi="Arial" w:cs="Arial"/>
          <w:b/>
          <w:i/>
          <w:caps/>
          <w:szCs w:val="22"/>
        </w:rPr>
        <w:t>Over uzelf (De Cliënt)</w:t>
      </w:r>
    </w:p>
    <w:p w:rsidR="00094A82" w:rsidRPr="0016172E" w:rsidRDefault="00094A82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5E27E0" w:rsidRPr="0016172E" w:rsidRDefault="005E27E0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De volgende vragen gaan over uzelf of over de persoon waarvoor u </w:t>
      </w:r>
      <w:r w:rsidR="00540300" w:rsidRPr="0016172E">
        <w:rPr>
          <w:rFonts w:ascii="Arial" w:hAnsi="Arial" w:cs="Arial"/>
          <w:b/>
          <w:sz w:val="20"/>
        </w:rPr>
        <w:t xml:space="preserve">deze vragenlijst heeft ingevuld. </w:t>
      </w:r>
      <w:r w:rsidRPr="0016172E">
        <w:rPr>
          <w:rFonts w:ascii="Arial" w:hAnsi="Arial" w:cs="Arial"/>
          <w:b/>
          <w:sz w:val="20"/>
        </w:rPr>
        <w:t>Wanneer u deze vragenlijst invult voor uw kind, partner</w:t>
      </w:r>
      <w:r w:rsidR="00540300" w:rsidRPr="0016172E">
        <w:rPr>
          <w:rFonts w:ascii="Arial" w:hAnsi="Arial" w:cs="Arial"/>
          <w:b/>
          <w:sz w:val="20"/>
        </w:rPr>
        <w:t>, familielid, vriend</w:t>
      </w:r>
      <w:r w:rsidRPr="0016172E">
        <w:rPr>
          <w:rFonts w:ascii="Arial" w:hAnsi="Arial" w:cs="Arial"/>
          <w:b/>
          <w:sz w:val="20"/>
        </w:rPr>
        <w:t xml:space="preserve"> of kennis, lees </w:t>
      </w:r>
      <w:r w:rsidRPr="0016172E">
        <w:rPr>
          <w:rFonts w:ascii="Arial" w:hAnsi="Arial" w:cs="Arial"/>
          <w:b/>
          <w:sz w:val="20"/>
        </w:rPr>
        <w:lastRenderedPageBreak/>
        <w:t>dan telkens waar het woord ‘u’ staat ‘uw kind/partner/</w:t>
      </w:r>
      <w:r w:rsidR="00540300" w:rsidRPr="0016172E">
        <w:rPr>
          <w:rFonts w:ascii="Arial" w:hAnsi="Arial" w:cs="Arial"/>
          <w:b/>
          <w:sz w:val="20"/>
        </w:rPr>
        <w:t>familielid/vriend/</w:t>
      </w:r>
      <w:r w:rsidRPr="0016172E">
        <w:rPr>
          <w:rFonts w:ascii="Arial" w:hAnsi="Arial" w:cs="Arial"/>
          <w:b/>
          <w:sz w:val="20"/>
        </w:rPr>
        <w:t>kennis</w:t>
      </w:r>
      <w:r w:rsidR="00094A82" w:rsidRPr="0016172E">
        <w:rPr>
          <w:rFonts w:ascii="Arial" w:hAnsi="Arial" w:cs="Arial"/>
          <w:b/>
          <w:sz w:val="20"/>
        </w:rPr>
        <w:t>’</w:t>
      </w:r>
      <w:r w:rsidRPr="0016172E">
        <w:rPr>
          <w:rFonts w:ascii="Arial" w:hAnsi="Arial" w:cs="Arial"/>
          <w:b/>
          <w:sz w:val="20"/>
        </w:rPr>
        <w:t xml:space="preserve">. </w:t>
      </w:r>
    </w:p>
    <w:p w:rsidR="005E27E0" w:rsidRPr="0016172E" w:rsidRDefault="005E27E0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5E27E0" w:rsidRPr="0016172E" w:rsidRDefault="005E27E0" w:rsidP="005C4C9F">
      <w:pPr>
        <w:numPr>
          <w:ilvl w:val="0"/>
          <w:numId w:val="35"/>
        </w:numPr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b/>
          <w:sz w:val="20"/>
        </w:rPr>
        <w:t xml:space="preserve">Heeft u te maken met één van de volgende aandoeningen? </w:t>
      </w:r>
      <w:r w:rsidR="00683680" w:rsidRPr="0016172E">
        <w:rPr>
          <w:rFonts w:ascii="Arial" w:hAnsi="Arial" w:cs="Arial"/>
          <w:b/>
          <w:i/>
          <w:sz w:val="20"/>
        </w:rPr>
        <w:t>(meerdere antwoorden mogelijk)</w:t>
      </w:r>
      <w:r w:rsidRPr="0016172E">
        <w:rPr>
          <w:rFonts w:ascii="Arial" w:hAnsi="Arial" w:cs="Arial"/>
          <w:i/>
          <w:sz w:val="20"/>
        </w:rPr>
        <w:tab/>
      </w:r>
      <w:r w:rsidRPr="0016172E">
        <w:rPr>
          <w:rFonts w:ascii="Arial" w:hAnsi="Arial" w:cs="Arial"/>
          <w:i/>
          <w:sz w:val="20"/>
        </w:rPr>
        <w:tab/>
      </w:r>
    </w:p>
    <w:p w:rsidR="005E27E0" w:rsidRPr="0016172E" w:rsidRDefault="00C12E1A" w:rsidP="002F3C11">
      <w:pPr>
        <w:tabs>
          <w:tab w:val="left" w:pos="425"/>
          <w:tab w:val="left" w:pos="680"/>
          <w:tab w:val="center" w:pos="4111"/>
          <w:tab w:val="center" w:pos="4536"/>
        </w:tabs>
        <w:spacing w:line="260" w:lineRule="exact"/>
        <w:ind w:left="966" w:hanging="966"/>
        <w:rPr>
          <w:rFonts w:ascii="Arial" w:hAnsi="Arial" w:cs="Arial"/>
          <w:i/>
        </w:rPr>
      </w:pPr>
      <w:r w:rsidRPr="0016172E">
        <w:rPr>
          <w:rFonts w:ascii="Arial" w:hAnsi="Arial" w:cs="Arial"/>
          <w:i/>
        </w:rPr>
        <w:tab/>
      </w:r>
      <w:r w:rsidR="002F3C11" w:rsidRPr="0016172E">
        <w:rPr>
          <w:rFonts w:ascii="Arial" w:hAnsi="Arial" w:cs="Arial"/>
          <w:i/>
        </w:rPr>
        <w:t>aandoening:</w:t>
      </w:r>
      <w:r w:rsidR="002F3C11" w:rsidRPr="0016172E">
        <w:rPr>
          <w:rFonts w:ascii="Arial" w:hAnsi="Arial" w:cs="Arial"/>
          <w:i/>
        </w:rPr>
        <w:tab/>
        <w:t>ja</w:t>
      </w:r>
      <w:r w:rsidR="002F3C11" w:rsidRPr="0016172E">
        <w:rPr>
          <w:rFonts w:ascii="Arial" w:hAnsi="Arial" w:cs="Arial"/>
          <w:i/>
        </w:rPr>
        <w:tab/>
        <w:t>n</w:t>
      </w:r>
      <w:r w:rsidR="005E27E0" w:rsidRPr="0016172E">
        <w:rPr>
          <w:rFonts w:ascii="Arial" w:hAnsi="Arial" w:cs="Arial"/>
          <w:i/>
        </w:rPr>
        <w:t>ee</w:t>
      </w:r>
    </w:p>
    <w:p w:rsidR="005E27E0" w:rsidRPr="0016172E" w:rsidRDefault="00C12E1A" w:rsidP="002F3C11">
      <w:pPr>
        <w:tabs>
          <w:tab w:val="left" w:pos="425"/>
          <w:tab w:val="left" w:pos="680"/>
          <w:tab w:val="center" w:pos="4111"/>
          <w:tab w:val="center" w:pos="4536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E27E0" w:rsidRPr="0016172E">
        <w:rPr>
          <w:rFonts w:ascii="Arial" w:hAnsi="Arial" w:cs="Arial"/>
          <w:sz w:val="20"/>
        </w:rPr>
        <w:t>Overgevoeligheid voor bepaalde</w:t>
      </w:r>
      <w:r w:rsidR="005E27E0" w:rsidRPr="0016172E">
        <w:rPr>
          <w:rFonts w:ascii="Arial" w:hAnsi="Arial" w:cs="Arial"/>
          <w:sz w:val="20"/>
        </w:rPr>
        <w:tab/>
      </w:r>
      <w:r w:rsidR="005E27E0" w:rsidRPr="0016172E">
        <w:rPr>
          <w:rFonts w:ascii="Arial" w:hAnsi="Arial" w:cs="Arial"/>
          <w:sz w:val="20"/>
        </w:rPr>
        <w:sym w:font="Wingdings" w:char="F071"/>
      </w:r>
      <w:r w:rsidR="005E27E0" w:rsidRPr="0016172E">
        <w:rPr>
          <w:rFonts w:ascii="Arial" w:hAnsi="Arial" w:cs="Arial"/>
          <w:sz w:val="20"/>
        </w:rPr>
        <w:tab/>
      </w:r>
      <w:r w:rsidR="005E27E0" w:rsidRPr="0016172E">
        <w:rPr>
          <w:rFonts w:ascii="Arial" w:hAnsi="Arial" w:cs="Arial"/>
          <w:sz w:val="20"/>
        </w:rPr>
        <w:sym w:font="Wingdings" w:char="F071"/>
      </w:r>
      <w:r w:rsidR="005E27E0" w:rsidRPr="0016172E">
        <w:rPr>
          <w:rFonts w:ascii="Arial" w:hAnsi="Arial" w:cs="Arial"/>
          <w:sz w:val="20"/>
        </w:rPr>
        <w:br/>
        <w:t xml:space="preserve">geluiden (hyperacusis) </w:t>
      </w:r>
    </w:p>
    <w:p w:rsidR="005E27E0" w:rsidRPr="0016172E" w:rsidRDefault="005E27E0" w:rsidP="002F3C11">
      <w:pPr>
        <w:tabs>
          <w:tab w:val="left" w:pos="425"/>
          <w:tab w:val="left" w:pos="680"/>
          <w:tab w:val="center" w:pos="4111"/>
          <w:tab w:val="center" w:pos="4536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  <w:t xml:space="preserve">Oorsuizen (tinnitus) </w:t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</w:p>
    <w:p w:rsidR="005E27E0" w:rsidRPr="0016172E" w:rsidRDefault="005E27E0" w:rsidP="002F3C11">
      <w:pPr>
        <w:tabs>
          <w:tab w:val="left" w:pos="425"/>
          <w:tab w:val="left" w:pos="680"/>
          <w:tab w:val="center" w:pos="4111"/>
          <w:tab w:val="center" w:pos="4536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  <w:t xml:space="preserve">Draaierigheid/duizeligheid (ziekte </w:t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br/>
        <w:t xml:space="preserve">van Ménière) </w:t>
      </w:r>
    </w:p>
    <w:p w:rsidR="005E27E0" w:rsidRPr="0016172E" w:rsidRDefault="005E27E0" w:rsidP="002F3C11">
      <w:pPr>
        <w:tabs>
          <w:tab w:val="left" w:pos="425"/>
          <w:tab w:val="left" w:pos="680"/>
          <w:tab w:val="center" w:pos="4111"/>
          <w:tab w:val="center" w:pos="4536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  <w:t xml:space="preserve">Brughoektumor bij het oor </w:t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</w:p>
    <w:p w:rsidR="005E27E0" w:rsidRPr="0016172E" w:rsidRDefault="005E27E0" w:rsidP="002F3C11">
      <w:pPr>
        <w:tabs>
          <w:tab w:val="left" w:pos="425"/>
          <w:tab w:val="left" w:pos="680"/>
          <w:tab w:val="center" w:pos="4111"/>
          <w:tab w:val="center" w:pos="4536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  <w:t>Spraakaandoening</w:t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</w:p>
    <w:p w:rsidR="005E27E0" w:rsidRPr="0016172E" w:rsidRDefault="005E27E0" w:rsidP="002F3C11">
      <w:pPr>
        <w:tabs>
          <w:tab w:val="left" w:pos="425"/>
          <w:tab w:val="left" w:pos="680"/>
          <w:tab w:val="center" w:pos="4111"/>
          <w:tab w:val="center" w:pos="4536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  <w:t>Taalverwerkingsprobleem</w:t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</w:p>
    <w:p w:rsidR="005E27E0" w:rsidRPr="0016172E" w:rsidRDefault="005E27E0" w:rsidP="002F3C11">
      <w:pPr>
        <w:tabs>
          <w:tab w:val="left" w:pos="425"/>
          <w:tab w:val="left" w:pos="680"/>
          <w:tab w:val="center" w:pos="4111"/>
          <w:tab w:val="center" w:pos="4536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  <w:t>Gehoorverlies</w:t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</w:p>
    <w:p w:rsidR="00B93EC7" w:rsidRPr="0016172E" w:rsidRDefault="00683680" w:rsidP="002F3C11">
      <w:pPr>
        <w:tabs>
          <w:tab w:val="left" w:pos="425"/>
          <w:tab w:val="left" w:pos="680"/>
          <w:tab w:val="center" w:pos="4111"/>
          <w:tab w:val="center" w:pos="4536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  <w:t xml:space="preserve">Combinatie </w:t>
      </w:r>
      <w:r w:rsidR="00B93EC7" w:rsidRPr="0016172E">
        <w:rPr>
          <w:rFonts w:ascii="Arial" w:hAnsi="Arial" w:cs="Arial"/>
          <w:sz w:val="20"/>
        </w:rPr>
        <w:t xml:space="preserve">van </w:t>
      </w:r>
      <w:r w:rsidRPr="0016172E">
        <w:rPr>
          <w:rFonts w:ascii="Arial" w:hAnsi="Arial" w:cs="Arial"/>
          <w:sz w:val="20"/>
        </w:rPr>
        <w:t>gehoor</w:t>
      </w:r>
      <w:r w:rsidR="00B93EC7" w:rsidRPr="0016172E">
        <w:rPr>
          <w:rFonts w:ascii="Arial" w:hAnsi="Arial" w:cs="Arial"/>
          <w:sz w:val="20"/>
        </w:rPr>
        <w:t>verlies en</w:t>
      </w:r>
    </w:p>
    <w:p w:rsidR="00683680" w:rsidRPr="0016172E" w:rsidRDefault="00B93EC7" w:rsidP="002F3C11">
      <w:pPr>
        <w:tabs>
          <w:tab w:val="left" w:pos="425"/>
          <w:tab w:val="left" w:pos="680"/>
          <w:tab w:val="center" w:pos="4111"/>
          <w:tab w:val="center" w:pos="4536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tab/>
      </w:r>
      <w:r w:rsidR="00683680" w:rsidRPr="0016172E">
        <w:rPr>
          <w:rFonts w:ascii="Arial" w:hAnsi="Arial" w:cs="Arial"/>
          <w:sz w:val="20"/>
        </w:rPr>
        <w:t>gezicht</w:t>
      </w:r>
      <w:r w:rsidRPr="0016172E">
        <w:rPr>
          <w:rFonts w:ascii="Arial" w:hAnsi="Arial" w:cs="Arial"/>
          <w:sz w:val="20"/>
        </w:rPr>
        <w:t xml:space="preserve">sverlies </w:t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</w:p>
    <w:p w:rsidR="007A7CC4" w:rsidRPr="0016172E" w:rsidRDefault="007A7CC4" w:rsidP="002F3C11">
      <w:pPr>
        <w:tabs>
          <w:tab w:val="left" w:pos="425"/>
          <w:tab w:val="left" w:pos="680"/>
          <w:tab w:val="center" w:pos="4111"/>
          <w:tab w:val="center" w:pos="4536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  <w:t>Taal-/spraak probleem</w:t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</w:p>
    <w:p w:rsidR="005E27E0" w:rsidRPr="0016172E" w:rsidRDefault="005E27E0" w:rsidP="002F3C11">
      <w:pPr>
        <w:tabs>
          <w:tab w:val="left" w:pos="425"/>
          <w:tab w:val="left" w:pos="680"/>
          <w:tab w:val="center" w:pos="4111"/>
          <w:tab w:val="center" w:pos="4536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  <w:t xml:space="preserve">Overige aandoening, </w:t>
      </w:r>
      <w:r w:rsidR="00083144" w:rsidRPr="0016172E">
        <w:rPr>
          <w:rFonts w:ascii="Arial" w:hAnsi="Arial" w:cs="Arial"/>
          <w:sz w:val="20"/>
        </w:rPr>
        <w:t>namelijk</w:t>
      </w:r>
      <w:r w:rsidRPr="0016172E">
        <w:rPr>
          <w:rFonts w:ascii="Arial" w:hAnsi="Arial" w:cs="Arial"/>
          <w:sz w:val="20"/>
        </w:rPr>
        <w:t xml:space="preserve">: </w:t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</w:p>
    <w:p w:rsidR="005E27E0" w:rsidRPr="0016172E" w:rsidRDefault="005E27E0" w:rsidP="00A20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80"/>
        </w:tabs>
        <w:spacing w:line="360" w:lineRule="auto"/>
        <w:ind w:left="532"/>
        <w:rPr>
          <w:rFonts w:ascii="Arial" w:hAnsi="Arial" w:cs="Arial"/>
          <w:sz w:val="20"/>
        </w:rPr>
      </w:pPr>
    </w:p>
    <w:p w:rsidR="005E27E0" w:rsidRPr="0016172E" w:rsidRDefault="005E27E0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i/>
        </w:rPr>
        <w:t>(a.u.b. in blokletters)</w:t>
      </w:r>
    </w:p>
    <w:p w:rsidR="000C38FC" w:rsidRPr="0016172E" w:rsidRDefault="000C38FC" w:rsidP="00C12E1A">
      <w:pPr>
        <w:tabs>
          <w:tab w:val="left" w:pos="425"/>
          <w:tab w:val="left" w:pos="680"/>
        </w:tabs>
        <w:spacing w:line="260" w:lineRule="exact"/>
        <w:ind w:left="420" w:hanging="420"/>
        <w:rPr>
          <w:rFonts w:ascii="Arial" w:hAnsi="Arial" w:cs="Arial"/>
          <w:b/>
          <w:color w:val="FF0000"/>
          <w:sz w:val="20"/>
        </w:rPr>
      </w:pPr>
    </w:p>
    <w:p w:rsidR="005E27E0" w:rsidRPr="0016172E" w:rsidRDefault="005E27E0" w:rsidP="005C4C9F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In welke mate heeft u last van uw aandoening</w:t>
      </w:r>
      <w:r w:rsidR="00F74B59" w:rsidRPr="0016172E">
        <w:rPr>
          <w:rFonts w:ascii="Arial" w:hAnsi="Arial" w:cs="Arial"/>
          <w:b/>
          <w:sz w:val="20"/>
        </w:rPr>
        <w:t>/probleem</w:t>
      </w:r>
      <w:r w:rsidRPr="0016172E">
        <w:rPr>
          <w:rFonts w:ascii="Arial" w:hAnsi="Arial" w:cs="Arial"/>
          <w:b/>
          <w:sz w:val="20"/>
        </w:rPr>
        <w:t xml:space="preserve">? </w:t>
      </w:r>
    </w:p>
    <w:p w:rsidR="00793F90" w:rsidRPr="0016172E" w:rsidRDefault="005E27E0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793F90" w:rsidRPr="0016172E">
        <w:rPr>
          <w:rFonts w:ascii="Arial" w:hAnsi="Arial" w:cs="Arial"/>
          <w:sz w:val="20"/>
        </w:rPr>
        <w:t>Helemaal niet</w:t>
      </w:r>
    </w:p>
    <w:p w:rsidR="005E27E0" w:rsidRPr="0016172E" w:rsidRDefault="005E27E0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="00793F90" w:rsidRPr="0016172E">
        <w:rPr>
          <w:rFonts w:ascii="Arial" w:hAnsi="Arial" w:cs="Arial"/>
          <w:sz w:val="20"/>
        </w:rPr>
        <w:t xml:space="preserve"> </w:t>
      </w:r>
      <w:r w:rsidR="005E59B0" w:rsidRPr="0016172E">
        <w:rPr>
          <w:rFonts w:ascii="Arial" w:hAnsi="Arial" w:cs="Arial"/>
          <w:sz w:val="20"/>
        </w:rPr>
        <w:t>E</w:t>
      </w:r>
      <w:r w:rsidR="00793F90" w:rsidRPr="0016172E">
        <w:rPr>
          <w:rFonts w:ascii="Arial" w:hAnsi="Arial" w:cs="Arial"/>
          <w:sz w:val="20"/>
        </w:rPr>
        <w:t>en beetje</w:t>
      </w:r>
    </w:p>
    <w:p w:rsidR="005E27E0" w:rsidRPr="0016172E" w:rsidRDefault="005E27E0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793F90" w:rsidRPr="0016172E">
        <w:rPr>
          <w:rFonts w:ascii="Arial" w:hAnsi="Arial" w:cs="Arial"/>
          <w:sz w:val="20"/>
        </w:rPr>
        <w:t>Veel</w:t>
      </w:r>
    </w:p>
    <w:p w:rsidR="005E27E0" w:rsidRPr="0016172E" w:rsidRDefault="005E27E0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</w:r>
      <w:r w:rsidR="005E59B0" w:rsidRPr="0016172E">
        <w:rPr>
          <w:rFonts w:ascii="Arial" w:hAnsi="Arial" w:cs="Arial"/>
          <w:sz w:val="20"/>
        </w:rPr>
        <w:t>H</w:t>
      </w:r>
      <w:r w:rsidR="00793F90" w:rsidRPr="0016172E">
        <w:rPr>
          <w:rFonts w:ascii="Arial" w:hAnsi="Arial" w:cs="Arial"/>
          <w:sz w:val="20"/>
        </w:rPr>
        <w:t>eel veel</w:t>
      </w:r>
    </w:p>
    <w:p w:rsidR="00A20FDB" w:rsidRPr="0016172E" w:rsidRDefault="005E27E0" w:rsidP="00396D67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  <w:t xml:space="preserve"> </w:t>
      </w:r>
    </w:p>
    <w:p w:rsidR="005E27E0" w:rsidRPr="0016172E" w:rsidRDefault="005E27E0" w:rsidP="005C4C9F">
      <w:pPr>
        <w:numPr>
          <w:ilvl w:val="0"/>
          <w:numId w:val="35"/>
        </w:numPr>
        <w:spacing w:line="260" w:lineRule="exact"/>
        <w:ind w:right="-45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In welke mate bent u slechthorend? (Tip: op uw audiogram staat uw gehoorverlies uitgedrukt in aantal decibellen (dB) bij de term 'Fletscher-gemiddelde', maar u kunt deze vraag ook invullen op basis van de omschrijvingen.) </w:t>
      </w:r>
    </w:p>
    <w:p w:rsidR="005E27E0" w:rsidRPr="0016172E" w:rsidRDefault="005E27E0" w:rsidP="00C12E1A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0-30 dB: zonder hoortoestel kan ik (bijna) alles verstaan of ik kan alleen zacht gefluister niet verstaan </w:t>
      </w:r>
    </w:p>
    <w:p w:rsidR="005E27E0" w:rsidRPr="0016172E" w:rsidRDefault="005E27E0" w:rsidP="00C12E1A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31-60 dB: zonder hoortoestel is gefluister, zijn delen van gesprekken of bepaalde zachte medeklinkers niet verstaanbaar </w:t>
      </w:r>
    </w:p>
    <w:p w:rsidR="005E27E0" w:rsidRPr="0016172E" w:rsidRDefault="005E27E0" w:rsidP="00C12E1A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61-90 dB: zonder hoortoestel zijn (delen van) gesprekken niet verstaanbaar </w:t>
      </w:r>
    </w:p>
    <w:p w:rsidR="005E27E0" w:rsidRPr="0016172E" w:rsidRDefault="005E27E0" w:rsidP="00C12E1A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 xml:space="preserve">&gt;90 dB zonder hoortoestel kan ik (bijna) niets verstaan, geschreeuw is niet verstaanbaar </w:t>
      </w:r>
    </w:p>
    <w:p w:rsidR="005E27E0" w:rsidRPr="0016172E" w:rsidRDefault="00C12E1A" w:rsidP="00C12E1A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5E27E0" w:rsidRPr="0016172E">
        <w:rPr>
          <w:rFonts w:ascii="Arial" w:hAnsi="Arial" w:cs="Arial"/>
          <w:sz w:val="20"/>
        </w:rPr>
        <w:sym w:font="Wingdings" w:char="F071"/>
      </w:r>
      <w:r w:rsidR="005E27E0" w:rsidRPr="0016172E">
        <w:rPr>
          <w:rFonts w:ascii="Arial" w:hAnsi="Arial" w:cs="Arial"/>
          <w:sz w:val="20"/>
        </w:rPr>
        <w:tab/>
        <w:t>Niet van toepassing: ik heb geen gehoorverlies</w:t>
      </w:r>
    </w:p>
    <w:p w:rsidR="00020C16" w:rsidRPr="0016172E" w:rsidRDefault="00020C16" w:rsidP="00C12E1A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</w:p>
    <w:p w:rsidR="00DB23C3" w:rsidRPr="0016172E" w:rsidRDefault="00DB23C3" w:rsidP="00EC1BF5">
      <w:pPr>
        <w:numPr>
          <w:ilvl w:val="0"/>
          <w:numId w:val="35"/>
        </w:numPr>
        <w:tabs>
          <w:tab w:val="clear" w:pos="420"/>
          <w:tab w:val="left" w:pos="426"/>
        </w:tabs>
        <w:spacing w:after="120" w:line="260" w:lineRule="exact"/>
        <w:ind w:left="426" w:hanging="426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Als u deze vragenlijst invult voor </w:t>
      </w:r>
      <w:r w:rsidR="00751D8C" w:rsidRPr="0016172E">
        <w:rPr>
          <w:rFonts w:ascii="Arial" w:hAnsi="Arial" w:cs="Arial"/>
          <w:b/>
          <w:sz w:val="20"/>
        </w:rPr>
        <w:t>iemand anders (</w:t>
      </w:r>
      <w:r w:rsidRPr="0016172E">
        <w:rPr>
          <w:rFonts w:ascii="Arial" w:hAnsi="Arial" w:cs="Arial"/>
          <w:b/>
          <w:sz w:val="20"/>
        </w:rPr>
        <w:t>uw kind,</w:t>
      </w:r>
      <w:r w:rsidR="00751D8C" w:rsidRPr="0016172E">
        <w:rPr>
          <w:rFonts w:ascii="Arial" w:hAnsi="Arial" w:cs="Arial"/>
          <w:b/>
          <w:sz w:val="20"/>
        </w:rPr>
        <w:t xml:space="preserve"> partner, familielid, vriend of kennis), vult u hieronder dan zijn/haar geboortejaar</w:t>
      </w:r>
      <w:r w:rsidRPr="0016172E">
        <w:rPr>
          <w:rFonts w:ascii="Arial" w:hAnsi="Arial" w:cs="Arial"/>
          <w:b/>
          <w:sz w:val="20"/>
        </w:rPr>
        <w:t xml:space="preserve"> in.</w:t>
      </w:r>
    </w:p>
    <w:tbl>
      <w:tblPr>
        <w:tblpPr w:leftFromText="141" w:rightFromText="141" w:vertAnchor="text" w:tblpX="473" w:tblpY="1"/>
        <w:tblOverlap w:val="never"/>
        <w:tblW w:w="1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"/>
        <w:gridCol w:w="379"/>
        <w:gridCol w:w="379"/>
        <w:gridCol w:w="380"/>
      </w:tblGrid>
      <w:tr w:rsidR="00C12E1A" w:rsidRPr="0016172E" w:rsidTr="00A20FDB">
        <w:tc>
          <w:tcPr>
            <w:tcW w:w="379" w:type="dxa"/>
          </w:tcPr>
          <w:p w:rsidR="00C12E1A" w:rsidRPr="0016172E" w:rsidRDefault="00C12E1A" w:rsidP="002F3C11">
            <w:pPr>
              <w:tabs>
                <w:tab w:val="left" w:pos="680"/>
              </w:tabs>
              <w:spacing w:line="260" w:lineRule="exact"/>
              <w:rPr>
                <w:rFonts w:ascii="Arial" w:eastAsia="Arial Unicode MS" w:hAnsi="Arial" w:cs="Arial"/>
                <w:sz w:val="48"/>
              </w:rPr>
            </w:pPr>
          </w:p>
          <w:p w:rsidR="00C12E1A" w:rsidRPr="0016172E" w:rsidRDefault="00C12E1A" w:rsidP="002F3C11">
            <w:pPr>
              <w:tabs>
                <w:tab w:val="left" w:pos="680"/>
              </w:tabs>
              <w:spacing w:line="260" w:lineRule="exact"/>
              <w:rPr>
                <w:rFonts w:ascii="Arial" w:eastAsia="Arial Unicode MS" w:hAnsi="Arial" w:cs="Arial"/>
                <w:sz w:val="48"/>
              </w:rPr>
            </w:pPr>
          </w:p>
        </w:tc>
        <w:tc>
          <w:tcPr>
            <w:tcW w:w="379" w:type="dxa"/>
          </w:tcPr>
          <w:p w:rsidR="00C12E1A" w:rsidRPr="0016172E" w:rsidRDefault="00C12E1A" w:rsidP="002F3C11">
            <w:pPr>
              <w:tabs>
                <w:tab w:val="left" w:pos="680"/>
              </w:tabs>
              <w:spacing w:line="260" w:lineRule="exact"/>
              <w:rPr>
                <w:rFonts w:ascii="Arial" w:eastAsia="Arial Unicode MS" w:hAnsi="Arial" w:cs="Arial"/>
                <w:sz w:val="48"/>
              </w:rPr>
            </w:pPr>
          </w:p>
        </w:tc>
        <w:tc>
          <w:tcPr>
            <w:tcW w:w="379" w:type="dxa"/>
          </w:tcPr>
          <w:p w:rsidR="00C12E1A" w:rsidRPr="0016172E" w:rsidRDefault="00C12E1A" w:rsidP="002F3C11">
            <w:pPr>
              <w:tabs>
                <w:tab w:val="left" w:pos="680"/>
              </w:tabs>
              <w:spacing w:line="260" w:lineRule="exact"/>
              <w:rPr>
                <w:rFonts w:ascii="Arial" w:eastAsia="Arial Unicode MS" w:hAnsi="Arial" w:cs="Arial"/>
                <w:sz w:val="48"/>
              </w:rPr>
            </w:pPr>
          </w:p>
        </w:tc>
        <w:tc>
          <w:tcPr>
            <w:tcW w:w="380" w:type="dxa"/>
          </w:tcPr>
          <w:p w:rsidR="00C12E1A" w:rsidRPr="0016172E" w:rsidRDefault="00C12E1A" w:rsidP="002F3C11">
            <w:pPr>
              <w:tabs>
                <w:tab w:val="left" w:pos="680"/>
              </w:tabs>
              <w:spacing w:line="260" w:lineRule="exact"/>
              <w:rPr>
                <w:rFonts w:ascii="Arial" w:eastAsia="Arial Unicode MS" w:hAnsi="Arial" w:cs="Arial"/>
                <w:sz w:val="48"/>
              </w:rPr>
            </w:pPr>
          </w:p>
        </w:tc>
      </w:tr>
    </w:tbl>
    <w:p w:rsidR="00C12E1A" w:rsidRPr="0016172E" w:rsidRDefault="00C12E1A" w:rsidP="002F3C11">
      <w:pPr>
        <w:tabs>
          <w:tab w:val="left" w:pos="680"/>
        </w:tabs>
        <w:spacing w:line="260" w:lineRule="exact"/>
        <w:rPr>
          <w:rFonts w:ascii="Arial" w:eastAsia="Arial Unicode MS" w:hAnsi="Arial" w:cs="Arial"/>
          <w:sz w:val="48"/>
        </w:rPr>
      </w:pPr>
      <w:r w:rsidRPr="0016172E">
        <w:rPr>
          <w:rFonts w:ascii="Arial" w:eastAsia="Arial Unicode MS" w:hAnsi="Arial" w:cs="Arial"/>
          <w:sz w:val="48"/>
        </w:rPr>
        <w:t xml:space="preserve"> </w:t>
      </w:r>
    </w:p>
    <w:p w:rsidR="00C12E1A" w:rsidRPr="0016172E" w:rsidRDefault="00C12E1A" w:rsidP="002F3C11">
      <w:pPr>
        <w:tabs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eastAsia="Arial Unicode MS" w:hAnsi="Arial" w:cs="Arial"/>
          <w:sz w:val="20"/>
        </w:rPr>
        <w:t>jaartal</w:t>
      </w:r>
    </w:p>
    <w:p w:rsidR="0033232F" w:rsidRPr="0016172E" w:rsidRDefault="0033232F" w:rsidP="002F3C11">
      <w:pPr>
        <w:tabs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2F3C11" w:rsidRPr="0016172E" w:rsidRDefault="002F3C11" w:rsidP="002F3C11">
      <w:pPr>
        <w:pBdr>
          <w:top w:val="single" w:sz="4" w:space="1" w:color="auto"/>
        </w:pBdr>
        <w:tabs>
          <w:tab w:val="left" w:pos="680"/>
        </w:tabs>
        <w:spacing w:line="260" w:lineRule="exact"/>
        <w:rPr>
          <w:rFonts w:ascii="Arial" w:hAnsi="Arial" w:cs="Arial"/>
          <w:b/>
          <w:i/>
          <w:sz w:val="24"/>
        </w:rPr>
      </w:pPr>
    </w:p>
    <w:p w:rsidR="005E27E0" w:rsidRPr="0016172E" w:rsidRDefault="005E27E0" w:rsidP="002F3C11">
      <w:pPr>
        <w:tabs>
          <w:tab w:val="left" w:pos="680"/>
        </w:tabs>
        <w:spacing w:line="260" w:lineRule="exact"/>
        <w:rPr>
          <w:rFonts w:ascii="Arial" w:hAnsi="Arial" w:cs="Arial"/>
          <w:b/>
          <w:i/>
          <w:sz w:val="24"/>
        </w:rPr>
      </w:pPr>
      <w:r w:rsidRPr="0016172E">
        <w:rPr>
          <w:rFonts w:ascii="Arial" w:hAnsi="Arial" w:cs="Arial"/>
          <w:b/>
          <w:i/>
          <w:sz w:val="24"/>
        </w:rPr>
        <w:t>OVER UZELF (DE INVULLER VAN DE VRAGENLIJST)</w:t>
      </w:r>
    </w:p>
    <w:p w:rsidR="005E27E0" w:rsidRPr="0016172E" w:rsidRDefault="005E27E0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  <w:sz w:val="24"/>
        </w:rPr>
      </w:pPr>
    </w:p>
    <w:p w:rsidR="005E27E0" w:rsidRPr="0016172E" w:rsidRDefault="005E27E0" w:rsidP="00C12E1A">
      <w:pPr>
        <w:tabs>
          <w:tab w:val="left" w:pos="425"/>
          <w:tab w:val="left" w:pos="680"/>
        </w:tabs>
        <w:spacing w:line="260" w:lineRule="exact"/>
        <w:outlineLvl w:val="0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Tot slot stellen wij u een aantal vragen over </w:t>
      </w:r>
    </w:p>
    <w:p w:rsidR="005E27E0" w:rsidRPr="0016172E" w:rsidRDefault="005E27E0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uzelf. Met deze gegevens wordt nagegaan of de </w:t>
      </w:r>
    </w:p>
    <w:p w:rsidR="005E27E0" w:rsidRPr="0016172E" w:rsidRDefault="005E27E0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antwoorden van diverse groepen mensen </w:t>
      </w:r>
    </w:p>
    <w:p w:rsidR="005E27E0" w:rsidRPr="0016172E" w:rsidRDefault="005E27E0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verschillen. Als u deze vragenlijst voor iemand anders heeft ingevuld, vul onderstaande vragen dan over uzelf in.</w:t>
      </w:r>
    </w:p>
    <w:p w:rsidR="00A20FDB" w:rsidRPr="0016172E" w:rsidRDefault="00A20FDB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b/>
          <w:sz w:val="20"/>
        </w:rPr>
      </w:pPr>
    </w:p>
    <w:p w:rsidR="008472E7" w:rsidRPr="0016172E" w:rsidRDefault="005E27E0" w:rsidP="00A20FDB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In welk jaar bent u geboren?</w:t>
      </w:r>
      <w:r w:rsidR="008472E7" w:rsidRPr="0016172E">
        <w:rPr>
          <w:rFonts w:ascii="Arial" w:hAnsi="Arial" w:cs="Arial"/>
          <w:b/>
          <w:sz w:val="20"/>
        </w:rPr>
        <w:t xml:space="preserve"> </w:t>
      </w:r>
    </w:p>
    <w:tbl>
      <w:tblPr>
        <w:tblpPr w:leftFromText="141" w:rightFromText="141" w:vertAnchor="text" w:horzAnchor="page" w:tblpX="6811" w:tblpY="155"/>
        <w:tblOverlap w:val="never"/>
        <w:tblW w:w="1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"/>
        <w:gridCol w:w="379"/>
        <w:gridCol w:w="379"/>
        <w:gridCol w:w="380"/>
      </w:tblGrid>
      <w:tr w:rsidR="00991F33" w:rsidRPr="0016172E" w:rsidTr="00A20FDB">
        <w:tc>
          <w:tcPr>
            <w:tcW w:w="379" w:type="dxa"/>
          </w:tcPr>
          <w:p w:rsidR="00991F33" w:rsidRPr="0016172E" w:rsidRDefault="00991F33" w:rsidP="00A20FDB">
            <w:pPr>
              <w:tabs>
                <w:tab w:val="left" w:pos="425"/>
                <w:tab w:val="left" w:pos="680"/>
              </w:tabs>
              <w:spacing w:line="260" w:lineRule="exact"/>
              <w:rPr>
                <w:rFonts w:ascii="Arial" w:eastAsia="Arial Unicode MS" w:hAnsi="Arial" w:cs="Arial"/>
                <w:sz w:val="48"/>
              </w:rPr>
            </w:pPr>
          </w:p>
          <w:p w:rsidR="00554CAE" w:rsidRPr="0016172E" w:rsidRDefault="00554CAE" w:rsidP="00A20FDB">
            <w:pPr>
              <w:tabs>
                <w:tab w:val="left" w:pos="425"/>
                <w:tab w:val="left" w:pos="680"/>
              </w:tabs>
              <w:spacing w:line="260" w:lineRule="exact"/>
              <w:rPr>
                <w:rFonts w:ascii="Arial" w:eastAsia="Arial Unicode MS" w:hAnsi="Arial" w:cs="Arial"/>
                <w:sz w:val="48"/>
              </w:rPr>
            </w:pPr>
          </w:p>
        </w:tc>
        <w:tc>
          <w:tcPr>
            <w:tcW w:w="379" w:type="dxa"/>
          </w:tcPr>
          <w:p w:rsidR="00991F33" w:rsidRPr="0016172E" w:rsidRDefault="00991F33" w:rsidP="00A20FDB">
            <w:pPr>
              <w:tabs>
                <w:tab w:val="left" w:pos="425"/>
                <w:tab w:val="left" w:pos="680"/>
              </w:tabs>
              <w:spacing w:line="260" w:lineRule="exact"/>
              <w:rPr>
                <w:rFonts w:ascii="Arial" w:eastAsia="Arial Unicode MS" w:hAnsi="Arial" w:cs="Arial"/>
                <w:sz w:val="48"/>
              </w:rPr>
            </w:pPr>
          </w:p>
        </w:tc>
        <w:tc>
          <w:tcPr>
            <w:tcW w:w="379" w:type="dxa"/>
          </w:tcPr>
          <w:p w:rsidR="00991F33" w:rsidRPr="0016172E" w:rsidRDefault="00991F33" w:rsidP="00A20FDB">
            <w:pPr>
              <w:tabs>
                <w:tab w:val="left" w:pos="425"/>
                <w:tab w:val="left" w:pos="680"/>
              </w:tabs>
              <w:spacing w:line="260" w:lineRule="exact"/>
              <w:rPr>
                <w:rFonts w:ascii="Arial" w:eastAsia="Arial Unicode MS" w:hAnsi="Arial" w:cs="Arial"/>
                <w:sz w:val="48"/>
              </w:rPr>
            </w:pPr>
          </w:p>
        </w:tc>
        <w:tc>
          <w:tcPr>
            <w:tcW w:w="380" w:type="dxa"/>
          </w:tcPr>
          <w:p w:rsidR="00991F33" w:rsidRPr="0016172E" w:rsidRDefault="00991F33" w:rsidP="00A20FDB">
            <w:pPr>
              <w:tabs>
                <w:tab w:val="left" w:pos="425"/>
                <w:tab w:val="left" w:pos="680"/>
              </w:tabs>
              <w:spacing w:line="260" w:lineRule="exact"/>
              <w:rPr>
                <w:rFonts w:ascii="Arial" w:eastAsia="Arial Unicode MS" w:hAnsi="Arial" w:cs="Arial"/>
                <w:sz w:val="48"/>
              </w:rPr>
            </w:pPr>
          </w:p>
        </w:tc>
      </w:tr>
    </w:tbl>
    <w:p w:rsidR="00554CAE" w:rsidRPr="0016172E" w:rsidRDefault="00C12E1A" w:rsidP="00C12E1A">
      <w:pPr>
        <w:tabs>
          <w:tab w:val="left" w:pos="425"/>
          <w:tab w:val="left" w:pos="680"/>
        </w:tabs>
        <w:spacing w:line="260" w:lineRule="exact"/>
        <w:rPr>
          <w:rFonts w:ascii="Arial" w:eastAsia="Arial Unicode MS" w:hAnsi="Arial" w:cs="Arial"/>
          <w:sz w:val="48"/>
        </w:rPr>
      </w:pPr>
      <w:r w:rsidRPr="0016172E">
        <w:rPr>
          <w:rFonts w:ascii="Arial" w:eastAsia="Arial Unicode MS" w:hAnsi="Arial" w:cs="Arial"/>
          <w:sz w:val="48"/>
        </w:rPr>
        <w:t xml:space="preserve"> </w:t>
      </w:r>
    </w:p>
    <w:p w:rsidR="00C12E1A" w:rsidRPr="0016172E" w:rsidRDefault="00C12E1A" w:rsidP="00C12E1A">
      <w:pPr>
        <w:tabs>
          <w:tab w:val="left" w:pos="425"/>
          <w:tab w:val="left" w:pos="680"/>
        </w:tabs>
        <w:spacing w:line="260" w:lineRule="exact"/>
        <w:rPr>
          <w:rFonts w:ascii="Arial" w:eastAsia="Arial Unicode MS" w:hAnsi="Arial" w:cs="Arial"/>
          <w:sz w:val="48"/>
        </w:rPr>
      </w:pPr>
      <w:r w:rsidRPr="0016172E">
        <w:rPr>
          <w:rFonts w:ascii="Arial" w:eastAsia="Arial Unicode MS" w:hAnsi="Arial" w:cs="Arial"/>
          <w:sz w:val="20"/>
        </w:rPr>
        <w:t>jaartal</w:t>
      </w:r>
    </w:p>
    <w:p w:rsidR="00A20FDB" w:rsidRPr="0016172E" w:rsidRDefault="00A20FDB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C12E1A" w:rsidRPr="0016172E" w:rsidRDefault="00C12E1A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</w:p>
    <w:p w:rsidR="00DB23C3" w:rsidRPr="0016172E" w:rsidRDefault="00DB23C3" w:rsidP="005C4C9F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Bent u een man of een vrouw?</w:t>
      </w:r>
    </w:p>
    <w:p w:rsidR="00DB23C3" w:rsidRPr="0016172E" w:rsidRDefault="00DB23C3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Man</w:t>
      </w:r>
    </w:p>
    <w:p w:rsidR="00DB23C3" w:rsidRPr="0016172E" w:rsidRDefault="00DB23C3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Vrouw</w:t>
      </w:r>
    </w:p>
    <w:p w:rsidR="00AE2B49" w:rsidRPr="0016172E" w:rsidRDefault="00AE2B49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DB23C3" w:rsidRPr="0016172E" w:rsidRDefault="00DB23C3" w:rsidP="0093386E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Wat is uw hoogst voltooide opleiding? (een opleiding afgerond met diploma of voldoende getuigschrift)</w:t>
      </w:r>
    </w:p>
    <w:p w:rsidR="00DB23C3" w:rsidRPr="0016172E" w:rsidRDefault="00374319" w:rsidP="00374319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Geen opleiding (lager onderwijs: niet afgemaakt)</w:t>
      </w:r>
    </w:p>
    <w:p w:rsidR="00DB23C3" w:rsidRPr="0016172E" w:rsidRDefault="00374319" w:rsidP="00374319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Lager onderwijs (basisschool, speciaal basisonderwijs)</w:t>
      </w:r>
    </w:p>
    <w:p w:rsidR="00DB23C3" w:rsidRPr="0016172E" w:rsidRDefault="00374319" w:rsidP="00374319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Lager of voorbereidend beroepsonderwijs (zoals LTS, LEAO, LHNO, VMBO)</w:t>
      </w:r>
    </w:p>
    <w:p w:rsidR="00DB23C3" w:rsidRPr="0016172E" w:rsidRDefault="00374319" w:rsidP="00374319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Middelbaar algemeen voortgezet onderwijs (zoals MAVO, (M)ULO, MBO-kort, VMBO-t)</w:t>
      </w:r>
    </w:p>
    <w:p w:rsidR="00DB23C3" w:rsidRPr="0016172E" w:rsidRDefault="00374319" w:rsidP="00374319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 xml:space="preserve">Middelbaar beroepsonderwijs en </w:t>
      </w:r>
      <w:r w:rsidR="00DB23C3" w:rsidRPr="0016172E">
        <w:rPr>
          <w:rFonts w:ascii="Arial" w:hAnsi="Arial" w:cs="Arial"/>
          <w:sz w:val="20"/>
        </w:rPr>
        <w:tab/>
        <w:t>beroepsbegeleidend onderwijs (zoals MBO-</w:t>
      </w:r>
      <w:r w:rsidR="00DB23C3" w:rsidRPr="0016172E">
        <w:rPr>
          <w:rFonts w:ascii="Arial" w:hAnsi="Arial" w:cs="Arial"/>
          <w:sz w:val="20"/>
        </w:rPr>
        <w:tab/>
        <w:t>lang, MTS, MEAO, BOL, BBL, INAS)</w:t>
      </w:r>
    </w:p>
    <w:p w:rsidR="00DB23C3" w:rsidRPr="0016172E" w:rsidRDefault="00374319" w:rsidP="00374319">
      <w:pPr>
        <w:tabs>
          <w:tab w:val="left" w:pos="425"/>
          <w:tab w:val="left" w:pos="680"/>
        </w:tabs>
        <w:spacing w:line="260" w:lineRule="exact"/>
        <w:ind w:left="672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 xml:space="preserve">Hoger algemeen en voorbereidend </w:t>
      </w:r>
      <w:r w:rsidR="00DB23C3" w:rsidRPr="0016172E">
        <w:rPr>
          <w:rFonts w:ascii="Arial" w:hAnsi="Arial" w:cs="Arial"/>
          <w:sz w:val="20"/>
        </w:rPr>
        <w:tab/>
        <w:t>wetenschappelijk onderwijs (zoals HAVO, VWO, Atheneum, Gymnasium, HBS, MMS)</w:t>
      </w:r>
    </w:p>
    <w:p w:rsidR="00DB23C3" w:rsidRPr="0016172E" w:rsidRDefault="00374319" w:rsidP="007041DD">
      <w:pPr>
        <w:tabs>
          <w:tab w:val="left" w:pos="425"/>
          <w:tab w:val="left" w:pos="680"/>
        </w:tabs>
        <w:spacing w:line="260" w:lineRule="exact"/>
        <w:ind w:left="672" w:right="-9" w:hanging="672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 xml:space="preserve">Hoger beroepsonderwijs (zoals HBO, HTS, </w:t>
      </w:r>
      <w:r w:rsidR="00DB23C3" w:rsidRPr="0016172E">
        <w:rPr>
          <w:rFonts w:ascii="Arial" w:hAnsi="Arial" w:cs="Arial"/>
          <w:sz w:val="20"/>
        </w:rPr>
        <w:tab/>
        <w:t>HEAO, HBO-V, kandidaats wetenschappelijk onderwijs)</w:t>
      </w:r>
    </w:p>
    <w:p w:rsidR="00DB23C3" w:rsidRPr="0016172E" w:rsidRDefault="00374319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Wetenschappelijk onderwijs (universiteit)</w:t>
      </w:r>
    </w:p>
    <w:p w:rsidR="00DB23C3" w:rsidRPr="0016172E" w:rsidRDefault="00374319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Anders, namelijk:</w:t>
      </w:r>
    </w:p>
    <w:p w:rsidR="00374319" w:rsidRPr="0016172E" w:rsidRDefault="00374319" w:rsidP="00047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360" w:lineRule="auto"/>
        <w:ind w:left="675"/>
        <w:rPr>
          <w:rFonts w:ascii="Arial" w:hAnsi="Arial" w:cs="Arial"/>
          <w:sz w:val="20"/>
        </w:rPr>
      </w:pPr>
    </w:p>
    <w:p w:rsidR="00DB23C3" w:rsidRPr="0016172E" w:rsidRDefault="00374319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i/>
        </w:rPr>
        <w:t>(a.u.b. in blokletters)</w:t>
      </w:r>
    </w:p>
    <w:p w:rsidR="00374319" w:rsidRPr="0016172E" w:rsidRDefault="00374319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</w:p>
    <w:p w:rsidR="00EC1BF5" w:rsidRPr="0016172E" w:rsidRDefault="00EC1BF5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</w:p>
    <w:p w:rsidR="00EC1BF5" w:rsidRPr="0016172E" w:rsidRDefault="00EC1BF5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</w:p>
    <w:p w:rsidR="00CD7977" w:rsidRPr="0016172E" w:rsidRDefault="00CD7977" w:rsidP="0093386E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 xml:space="preserve">Hoe </w:t>
      </w:r>
      <w:r w:rsidR="001C229D" w:rsidRPr="0016172E">
        <w:rPr>
          <w:rFonts w:ascii="Arial" w:hAnsi="Arial" w:cs="Arial"/>
          <w:b/>
          <w:sz w:val="20"/>
        </w:rPr>
        <w:t>zou</w:t>
      </w:r>
      <w:r w:rsidRPr="0016172E">
        <w:rPr>
          <w:rFonts w:ascii="Arial" w:hAnsi="Arial" w:cs="Arial"/>
          <w:b/>
          <w:sz w:val="20"/>
        </w:rPr>
        <w:t xml:space="preserve"> u over het algemeen uw gezondheid</w:t>
      </w:r>
      <w:r w:rsidR="001C229D" w:rsidRPr="0016172E">
        <w:rPr>
          <w:rFonts w:ascii="Arial" w:hAnsi="Arial" w:cs="Arial"/>
          <w:b/>
          <w:sz w:val="20"/>
        </w:rPr>
        <w:t xml:space="preserve"> noemen</w:t>
      </w:r>
      <w:r w:rsidRPr="0016172E">
        <w:rPr>
          <w:rFonts w:ascii="Arial" w:hAnsi="Arial" w:cs="Arial"/>
          <w:b/>
          <w:sz w:val="20"/>
        </w:rPr>
        <w:t>?</w:t>
      </w:r>
    </w:p>
    <w:p w:rsidR="00CD7977" w:rsidRPr="0016172E" w:rsidRDefault="00374319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CD7977" w:rsidRPr="0016172E">
        <w:rPr>
          <w:rFonts w:ascii="Arial" w:hAnsi="Arial" w:cs="Arial"/>
          <w:sz w:val="20"/>
        </w:rPr>
        <w:sym w:font="Wingdings" w:char="F071"/>
      </w:r>
      <w:r w:rsidR="00CD7977" w:rsidRPr="0016172E">
        <w:rPr>
          <w:rFonts w:ascii="Arial" w:hAnsi="Arial" w:cs="Arial"/>
          <w:sz w:val="20"/>
        </w:rPr>
        <w:tab/>
        <w:t>Uitstekend</w:t>
      </w:r>
    </w:p>
    <w:p w:rsidR="00CD7977" w:rsidRPr="0016172E" w:rsidRDefault="00374319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CD7977" w:rsidRPr="0016172E">
        <w:rPr>
          <w:rFonts w:ascii="Arial" w:hAnsi="Arial" w:cs="Arial"/>
          <w:sz w:val="20"/>
        </w:rPr>
        <w:sym w:font="Wingdings" w:char="F071"/>
      </w:r>
      <w:r w:rsidR="00CD7977" w:rsidRPr="0016172E">
        <w:rPr>
          <w:rFonts w:ascii="Arial" w:hAnsi="Arial" w:cs="Arial"/>
          <w:sz w:val="20"/>
        </w:rPr>
        <w:tab/>
        <w:t>Zeer goed</w:t>
      </w:r>
    </w:p>
    <w:p w:rsidR="00CD7977" w:rsidRPr="0016172E" w:rsidRDefault="00374319" w:rsidP="00C12E1A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CD7977" w:rsidRPr="0016172E">
        <w:rPr>
          <w:rFonts w:ascii="Arial" w:hAnsi="Arial" w:cs="Arial"/>
          <w:sz w:val="20"/>
        </w:rPr>
        <w:sym w:font="Wingdings" w:char="F071"/>
      </w:r>
      <w:r w:rsidR="00CD7977" w:rsidRPr="0016172E">
        <w:rPr>
          <w:rFonts w:ascii="Arial" w:hAnsi="Arial" w:cs="Arial"/>
          <w:sz w:val="20"/>
        </w:rPr>
        <w:tab/>
        <w:t>Goed</w:t>
      </w:r>
    </w:p>
    <w:p w:rsidR="00CD7977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CD7977" w:rsidRPr="0016172E">
        <w:rPr>
          <w:rFonts w:ascii="Arial" w:hAnsi="Arial" w:cs="Arial"/>
          <w:sz w:val="20"/>
        </w:rPr>
        <w:sym w:font="Wingdings" w:char="F071"/>
      </w:r>
      <w:r w:rsidR="00CD7977" w:rsidRPr="0016172E">
        <w:rPr>
          <w:rFonts w:ascii="Arial" w:hAnsi="Arial" w:cs="Arial"/>
          <w:sz w:val="20"/>
        </w:rPr>
        <w:tab/>
        <w:t>Matig</w:t>
      </w:r>
    </w:p>
    <w:p w:rsidR="00CD7977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CD7977" w:rsidRPr="0016172E">
        <w:rPr>
          <w:rFonts w:ascii="Arial" w:hAnsi="Arial" w:cs="Arial"/>
          <w:sz w:val="20"/>
        </w:rPr>
        <w:sym w:font="Wingdings" w:char="F071"/>
      </w:r>
      <w:r w:rsidR="00CD7977" w:rsidRPr="0016172E">
        <w:rPr>
          <w:rFonts w:ascii="Arial" w:hAnsi="Arial" w:cs="Arial"/>
          <w:sz w:val="20"/>
        </w:rPr>
        <w:tab/>
        <w:t>Slecht</w:t>
      </w:r>
    </w:p>
    <w:p w:rsidR="007010CC" w:rsidRPr="0016172E" w:rsidRDefault="007010CC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DB23C3" w:rsidRPr="0016172E" w:rsidRDefault="00DB23C3" w:rsidP="0093386E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Wat is het geboorteland van uzelf?</w:t>
      </w:r>
    </w:p>
    <w:p w:rsidR="00DB23C3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Nederland</w:t>
      </w:r>
    </w:p>
    <w:p w:rsidR="00DB23C3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lastRenderedPageBreak/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Indonesië/voormalig Nederlands-Indië</w:t>
      </w:r>
    </w:p>
    <w:p w:rsidR="00DB23C3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Suriname</w:t>
      </w:r>
    </w:p>
    <w:p w:rsidR="00DB23C3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Marokko</w:t>
      </w:r>
    </w:p>
    <w:p w:rsidR="00DB23C3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Turkije</w:t>
      </w:r>
    </w:p>
    <w:p w:rsidR="00DB23C3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Duitsland</w:t>
      </w:r>
    </w:p>
    <w:p w:rsidR="00DB23C3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(voormalig) Nederlandse Antillen</w:t>
      </w:r>
    </w:p>
    <w:p w:rsidR="00DB23C3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Aruba</w:t>
      </w:r>
    </w:p>
    <w:p w:rsidR="00374319" w:rsidRPr="0016172E" w:rsidRDefault="00374319" w:rsidP="00374319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Anders, namelijk:</w:t>
      </w:r>
    </w:p>
    <w:p w:rsidR="00374319" w:rsidRPr="0016172E" w:rsidRDefault="00374319" w:rsidP="00047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360" w:lineRule="auto"/>
        <w:ind w:left="675"/>
        <w:rPr>
          <w:rFonts w:ascii="Arial" w:hAnsi="Arial" w:cs="Arial"/>
          <w:sz w:val="20"/>
        </w:rPr>
      </w:pPr>
    </w:p>
    <w:p w:rsidR="00374319" w:rsidRPr="0016172E" w:rsidRDefault="00374319" w:rsidP="00374319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i/>
        </w:rPr>
        <w:t>(a.u.b. in blokletters)</w:t>
      </w:r>
    </w:p>
    <w:p w:rsidR="00396D67" w:rsidRPr="0016172E" w:rsidRDefault="00396D67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DB23C3" w:rsidRPr="0016172E" w:rsidRDefault="00DB23C3" w:rsidP="0093386E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Wat is het geboorteland van uw vader?</w:t>
      </w:r>
    </w:p>
    <w:p w:rsidR="00DB23C3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Nederland</w:t>
      </w:r>
    </w:p>
    <w:p w:rsidR="00DB23C3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Indonesië/voormalig Nederlands-Indië</w:t>
      </w:r>
    </w:p>
    <w:p w:rsidR="00DB23C3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Suriname</w:t>
      </w:r>
    </w:p>
    <w:p w:rsidR="00DB23C3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Marokko</w:t>
      </w:r>
    </w:p>
    <w:p w:rsidR="00DB23C3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Turkije</w:t>
      </w:r>
    </w:p>
    <w:p w:rsidR="00DB23C3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Duitsland</w:t>
      </w:r>
    </w:p>
    <w:p w:rsidR="00DB23C3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(voormalig) Nederlandse Antillen</w:t>
      </w:r>
    </w:p>
    <w:p w:rsidR="00DB23C3" w:rsidRPr="0016172E" w:rsidRDefault="00374319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Aruba</w:t>
      </w:r>
    </w:p>
    <w:p w:rsidR="00374319" w:rsidRPr="0016172E" w:rsidRDefault="00374319" w:rsidP="00374319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Anders, namelijk:</w:t>
      </w:r>
    </w:p>
    <w:p w:rsidR="00374319" w:rsidRPr="0016172E" w:rsidRDefault="00374319" w:rsidP="00047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360" w:lineRule="auto"/>
        <w:ind w:left="675"/>
        <w:rPr>
          <w:rFonts w:ascii="Arial" w:hAnsi="Arial" w:cs="Arial"/>
          <w:sz w:val="20"/>
        </w:rPr>
      </w:pPr>
    </w:p>
    <w:p w:rsidR="00374319" w:rsidRPr="0016172E" w:rsidRDefault="00374319" w:rsidP="00374319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i/>
        </w:rPr>
        <w:t>(a.u.b. in blokletters)</w:t>
      </w:r>
    </w:p>
    <w:p w:rsidR="00DB23C3" w:rsidRPr="0016172E" w:rsidRDefault="00DB23C3" w:rsidP="0093386E">
      <w:pPr>
        <w:numPr>
          <w:ilvl w:val="0"/>
          <w:numId w:val="35"/>
        </w:numPr>
        <w:spacing w:line="260" w:lineRule="exact"/>
        <w:rPr>
          <w:rFonts w:ascii="Arial" w:hAnsi="Arial" w:cs="Arial"/>
          <w:b/>
          <w:sz w:val="20"/>
        </w:rPr>
      </w:pPr>
      <w:r w:rsidRPr="0016172E">
        <w:rPr>
          <w:rFonts w:ascii="Arial" w:hAnsi="Arial" w:cs="Arial"/>
          <w:b/>
          <w:sz w:val="20"/>
        </w:rPr>
        <w:t>Wat is het geboorteland van uw moeder?</w:t>
      </w:r>
    </w:p>
    <w:p w:rsidR="00DB23C3" w:rsidRPr="0016172E" w:rsidRDefault="007041D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Nederland</w:t>
      </w:r>
    </w:p>
    <w:p w:rsidR="00DB23C3" w:rsidRPr="0016172E" w:rsidRDefault="007041D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Indonesië/voormalig Nederlands-Indië</w:t>
      </w:r>
    </w:p>
    <w:p w:rsidR="00DB23C3" w:rsidRPr="0016172E" w:rsidRDefault="007041D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Suriname</w:t>
      </w:r>
    </w:p>
    <w:p w:rsidR="00DB23C3" w:rsidRPr="0016172E" w:rsidRDefault="007041D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Marokko</w:t>
      </w:r>
    </w:p>
    <w:p w:rsidR="00DB23C3" w:rsidRPr="0016172E" w:rsidRDefault="007041D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Turkije</w:t>
      </w:r>
    </w:p>
    <w:p w:rsidR="00DB23C3" w:rsidRPr="0016172E" w:rsidRDefault="007041D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Duitsland</w:t>
      </w:r>
    </w:p>
    <w:p w:rsidR="00DB23C3" w:rsidRPr="0016172E" w:rsidRDefault="007041D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(voormalig) Nederlandse Antillen</w:t>
      </w:r>
    </w:p>
    <w:p w:rsidR="00DB23C3" w:rsidRPr="0016172E" w:rsidRDefault="007041DD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="00DB23C3" w:rsidRPr="0016172E">
        <w:rPr>
          <w:rFonts w:ascii="Arial" w:hAnsi="Arial" w:cs="Arial"/>
          <w:sz w:val="20"/>
        </w:rPr>
        <w:sym w:font="Wingdings" w:char="F071"/>
      </w:r>
      <w:r w:rsidR="00DB23C3" w:rsidRPr="0016172E">
        <w:rPr>
          <w:rFonts w:ascii="Arial" w:hAnsi="Arial" w:cs="Arial"/>
          <w:sz w:val="20"/>
        </w:rPr>
        <w:tab/>
        <w:t>Aruba</w:t>
      </w:r>
    </w:p>
    <w:p w:rsidR="00374319" w:rsidRPr="0016172E" w:rsidRDefault="00374319" w:rsidP="00374319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Anders, namelijk:</w:t>
      </w:r>
    </w:p>
    <w:p w:rsidR="00374319" w:rsidRPr="0016172E" w:rsidRDefault="00374319" w:rsidP="00047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360" w:lineRule="auto"/>
        <w:ind w:left="675"/>
        <w:rPr>
          <w:rFonts w:ascii="Arial" w:hAnsi="Arial" w:cs="Arial"/>
          <w:sz w:val="20"/>
        </w:rPr>
      </w:pPr>
    </w:p>
    <w:p w:rsidR="00F30B9E" w:rsidRPr="0016172E" w:rsidRDefault="00374319" w:rsidP="00374319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i/>
        </w:rPr>
        <w:t>(a.u.b. in blokletters)</w:t>
      </w:r>
    </w:p>
    <w:p w:rsidR="00AD7F8C" w:rsidRPr="0016172E" w:rsidRDefault="00AD7F8C" w:rsidP="00374319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</w:p>
    <w:p w:rsidR="00B25A86" w:rsidRPr="0016172E" w:rsidRDefault="00B25A86" w:rsidP="0093386E">
      <w:pPr>
        <w:pStyle w:val="Default"/>
        <w:numPr>
          <w:ilvl w:val="0"/>
          <w:numId w:val="35"/>
        </w:numPr>
        <w:rPr>
          <w:rFonts w:ascii="Arial" w:hAnsi="Arial" w:cs="Arial"/>
          <w:b/>
          <w:sz w:val="20"/>
          <w:szCs w:val="20"/>
        </w:rPr>
      </w:pPr>
      <w:r w:rsidRPr="0016172E">
        <w:rPr>
          <w:rFonts w:ascii="Arial" w:hAnsi="Arial" w:cs="Arial"/>
          <w:b/>
          <w:sz w:val="20"/>
          <w:szCs w:val="20"/>
        </w:rPr>
        <w:t xml:space="preserve">In welke taal praat u thuis het meeste? </w:t>
      </w:r>
    </w:p>
    <w:p w:rsidR="00791F40" w:rsidRPr="0016172E" w:rsidRDefault="00791F40" w:rsidP="00791F4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Nederlands</w:t>
      </w:r>
    </w:p>
    <w:p w:rsidR="00791F40" w:rsidRPr="0016172E" w:rsidRDefault="00791F40" w:rsidP="00791F4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Fries</w:t>
      </w:r>
    </w:p>
    <w:p w:rsidR="00791F40" w:rsidRPr="0016172E" w:rsidRDefault="00791F40" w:rsidP="00791F4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Nederlands dialect</w:t>
      </w:r>
    </w:p>
    <w:p w:rsidR="00791F40" w:rsidRPr="0016172E" w:rsidRDefault="00791F40" w:rsidP="00791F4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Indonesisch</w:t>
      </w:r>
    </w:p>
    <w:p w:rsidR="00791F40" w:rsidRPr="0016172E" w:rsidRDefault="00791F40" w:rsidP="00791F4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Sranan (Surinaams)</w:t>
      </w:r>
    </w:p>
    <w:p w:rsidR="00791F40" w:rsidRPr="0016172E" w:rsidRDefault="00791F40" w:rsidP="00791F4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Marokkaans-Arabisch</w:t>
      </w:r>
    </w:p>
    <w:p w:rsidR="00791F40" w:rsidRPr="0016172E" w:rsidRDefault="00791F40" w:rsidP="00791F4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Turks</w:t>
      </w:r>
    </w:p>
    <w:p w:rsidR="00791F40" w:rsidRPr="0016172E" w:rsidRDefault="00791F40" w:rsidP="00791F4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Duits</w:t>
      </w:r>
    </w:p>
    <w:p w:rsidR="00791F40" w:rsidRPr="0016172E" w:rsidRDefault="00791F40" w:rsidP="00791F40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Papiaments (Nederlandse Antillen)</w:t>
      </w:r>
    </w:p>
    <w:p w:rsidR="00247705" w:rsidRPr="0016172E" w:rsidRDefault="00DB23C3" w:rsidP="00D220C8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sym w:font="Wingdings" w:char="F071"/>
      </w:r>
      <w:r w:rsidRPr="0016172E">
        <w:rPr>
          <w:rFonts w:ascii="Arial" w:hAnsi="Arial" w:cs="Arial"/>
          <w:sz w:val="20"/>
        </w:rPr>
        <w:tab/>
        <w:t>Anders, namelijk</w:t>
      </w:r>
      <w:r w:rsidR="00247705" w:rsidRPr="0016172E">
        <w:rPr>
          <w:rFonts w:ascii="Arial" w:hAnsi="Arial" w:cs="Arial"/>
          <w:sz w:val="20"/>
        </w:rPr>
        <w:t>:</w:t>
      </w:r>
    </w:p>
    <w:p w:rsidR="00247705" w:rsidRPr="0016172E" w:rsidRDefault="00247705" w:rsidP="00047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"/>
          <w:tab w:val="left" w:pos="680"/>
        </w:tabs>
        <w:spacing w:line="360" w:lineRule="auto"/>
        <w:ind w:left="675"/>
        <w:rPr>
          <w:rFonts w:ascii="Arial" w:hAnsi="Arial" w:cs="Arial"/>
          <w:sz w:val="20"/>
        </w:rPr>
      </w:pPr>
    </w:p>
    <w:p w:rsidR="00083144" w:rsidRPr="0016172E" w:rsidRDefault="00247705" w:rsidP="00A20FDB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i/>
        </w:rPr>
      </w:pP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sz w:val="20"/>
        </w:rPr>
        <w:tab/>
      </w:r>
      <w:r w:rsidRPr="0016172E">
        <w:rPr>
          <w:rFonts w:ascii="Arial" w:hAnsi="Arial" w:cs="Arial"/>
          <w:i/>
        </w:rPr>
        <w:t>(a.u.b. in blokletters)</w:t>
      </w:r>
    </w:p>
    <w:p w:rsidR="003E151C" w:rsidRPr="0016172E" w:rsidRDefault="003E151C" w:rsidP="00A20FDB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0"/>
        </w:rPr>
      </w:pPr>
    </w:p>
    <w:p w:rsidR="00A45416" w:rsidRPr="0016172E" w:rsidRDefault="00A45416" w:rsidP="008729B0">
      <w:pPr>
        <w:tabs>
          <w:tab w:val="left" w:pos="425"/>
          <w:tab w:val="left" w:pos="680"/>
        </w:tabs>
        <w:spacing w:line="260" w:lineRule="exact"/>
        <w:ind w:left="425" w:hanging="425"/>
        <w:rPr>
          <w:rFonts w:ascii="Arial" w:hAnsi="Arial" w:cs="Arial"/>
          <w:b/>
          <w:i/>
          <w:sz w:val="24"/>
          <w:szCs w:val="24"/>
        </w:rPr>
      </w:pPr>
    </w:p>
    <w:p w:rsidR="00A20FDB" w:rsidRPr="0016172E" w:rsidRDefault="00A20FDB" w:rsidP="000B7CB8">
      <w:pPr>
        <w:tabs>
          <w:tab w:val="left" w:pos="425"/>
          <w:tab w:val="left" w:pos="540"/>
          <w:tab w:val="left" w:pos="680"/>
          <w:tab w:val="left" w:pos="1260"/>
        </w:tabs>
        <w:autoSpaceDE w:val="0"/>
        <w:autoSpaceDN w:val="0"/>
        <w:adjustRightInd w:val="0"/>
        <w:spacing w:line="260" w:lineRule="exact"/>
        <w:ind w:left="425" w:hanging="425"/>
        <w:rPr>
          <w:rFonts w:ascii="Arial" w:hAnsi="Arial" w:cs="Arial"/>
          <w:sz w:val="24"/>
          <w:szCs w:val="24"/>
        </w:rPr>
      </w:pPr>
    </w:p>
    <w:p w:rsidR="00EC1BF5" w:rsidRPr="0016172E" w:rsidRDefault="00EC1BF5" w:rsidP="000B7CB8">
      <w:pPr>
        <w:tabs>
          <w:tab w:val="left" w:pos="425"/>
          <w:tab w:val="left" w:pos="540"/>
          <w:tab w:val="left" w:pos="680"/>
          <w:tab w:val="left" w:pos="1260"/>
        </w:tabs>
        <w:autoSpaceDE w:val="0"/>
        <w:autoSpaceDN w:val="0"/>
        <w:adjustRightInd w:val="0"/>
        <w:spacing w:line="260" w:lineRule="exact"/>
        <w:ind w:left="425" w:hanging="425"/>
        <w:rPr>
          <w:rFonts w:ascii="Arial" w:hAnsi="Arial" w:cs="Arial"/>
          <w:sz w:val="24"/>
          <w:szCs w:val="24"/>
        </w:rPr>
      </w:pPr>
    </w:p>
    <w:p w:rsidR="00EC1BF5" w:rsidRPr="0016172E" w:rsidRDefault="00EC1BF5" w:rsidP="000B7CB8">
      <w:pPr>
        <w:tabs>
          <w:tab w:val="left" w:pos="425"/>
          <w:tab w:val="left" w:pos="540"/>
          <w:tab w:val="left" w:pos="680"/>
          <w:tab w:val="left" w:pos="1260"/>
        </w:tabs>
        <w:autoSpaceDE w:val="0"/>
        <w:autoSpaceDN w:val="0"/>
        <w:adjustRightInd w:val="0"/>
        <w:spacing w:line="260" w:lineRule="exact"/>
        <w:ind w:left="425" w:hanging="425"/>
        <w:rPr>
          <w:rFonts w:ascii="Arial" w:hAnsi="Arial" w:cs="Arial"/>
          <w:sz w:val="24"/>
          <w:szCs w:val="24"/>
        </w:rPr>
      </w:pPr>
    </w:p>
    <w:p w:rsidR="00EC1BF5" w:rsidRPr="0016172E" w:rsidRDefault="00EC1BF5" w:rsidP="000B7CB8">
      <w:pPr>
        <w:tabs>
          <w:tab w:val="left" w:pos="425"/>
          <w:tab w:val="left" w:pos="540"/>
          <w:tab w:val="left" w:pos="680"/>
          <w:tab w:val="left" w:pos="1260"/>
        </w:tabs>
        <w:autoSpaceDE w:val="0"/>
        <w:autoSpaceDN w:val="0"/>
        <w:adjustRightInd w:val="0"/>
        <w:spacing w:line="260" w:lineRule="exact"/>
        <w:ind w:left="425" w:hanging="425"/>
        <w:rPr>
          <w:rFonts w:ascii="Arial" w:hAnsi="Arial" w:cs="Arial"/>
          <w:sz w:val="24"/>
          <w:szCs w:val="24"/>
        </w:rPr>
      </w:pPr>
    </w:p>
    <w:p w:rsidR="00EC1BF5" w:rsidRPr="0016172E" w:rsidRDefault="00EC1BF5" w:rsidP="000B7CB8">
      <w:pPr>
        <w:tabs>
          <w:tab w:val="left" w:pos="425"/>
          <w:tab w:val="left" w:pos="540"/>
          <w:tab w:val="left" w:pos="680"/>
          <w:tab w:val="left" w:pos="1260"/>
        </w:tabs>
        <w:autoSpaceDE w:val="0"/>
        <w:autoSpaceDN w:val="0"/>
        <w:adjustRightInd w:val="0"/>
        <w:spacing w:line="260" w:lineRule="exact"/>
        <w:ind w:left="425" w:hanging="425"/>
        <w:rPr>
          <w:rFonts w:ascii="Arial" w:hAnsi="Arial" w:cs="Arial"/>
          <w:sz w:val="24"/>
          <w:szCs w:val="24"/>
        </w:rPr>
        <w:sectPr w:rsidR="00EC1BF5" w:rsidRPr="0016172E" w:rsidSect="00047D45">
          <w:type w:val="continuous"/>
          <w:pgSz w:w="11906" w:h="16838" w:code="9"/>
          <w:pgMar w:top="851" w:right="851" w:bottom="1134" w:left="851" w:header="0" w:footer="567" w:gutter="0"/>
          <w:cols w:num="2" w:sep="1" w:space="708" w:equalWidth="0">
            <w:col w:w="4825" w:space="708"/>
            <w:col w:w="4671"/>
          </w:cols>
          <w:titlePg/>
          <w:docGrid w:linePitch="360"/>
        </w:sectPr>
      </w:pPr>
    </w:p>
    <w:p w:rsidR="00A45416" w:rsidRPr="0016172E" w:rsidRDefault="00A45416" w:rsidP="00983CB8">
      <w:pPr>
        <w:tabs>
          <w:tab w:val="left" w:pos="425"/>
          <w:tab w:val="left" w:pos="680"/>
        </w:tabs>
        <w:spacing w:line="260" w:lineRule="exact"/>
        <w:jc w:val="center"/>
        <w:rPr>
          <w:rFonts w:ascii="Arial" w:hAnsi="Arial" w:cs="Arial"/>
          <w:sz w:val="28"/>
          <w:szCs w:val="28"/>
        </w:rPr>
      </w:pPr>
    </w:p>
    <w:p w:rsidR="003E151C" w:rsidRPr="0016172E" w:rsidRDefault="003E151C" w:rsidP="003E151C">
      <w:pPr>
        <w:tabs>
          <w:tab w:val="left" w:pos="425"/>
          <w:tab w:val="left" w:pos="680"/>
        </w:tabs>
        <w:spacing w:line="260" w:lineRule="exact"/>
        <w:rPr>
          <w:rFonts w:ascii="Arial" w:hAnsi="Arial" w:cs="Arial"/>
          <w:sz w:val="28"/>
          <w:szCs w:val="28"/>
        </w:rPr>
      </w:pPr>
    </w:p>
    <w:p w:rsidR="00DB23C3" w:rsidRPr="0016172E" w:rsidRDefault="00DB23C3" w:rsidP="00983CB8">
      <w:pPr>
        <w:tabs>
          <w:tab w:val="left" w:pos="425"/>
          <w:tab w:val="left" w:pos="680"/>
        </w:tabs>
        <w:spacing w:line="260" w:lineRule="exact"/>
        <w:jc w:val="center"/>
        <w:rPr>
          <w:rFonts w:ascii="Arial" w:hAnsi="Arial" w:cs="Arial"/>
          <w:sz w:val="28"/>
          <w:szCs w:val="28"/>
        </w:rPr>
      </w:pPr>
      <w:r w:rsidRPr="0016172E">
        <w:rPr>
          <w:rFonts w:ascii="Arial" w:hAnsi="Arial" w:cs="Arial"/>
          <w:sz w:val="28"/>
          <w:szCs w:val="28"/>
        </w:rPr>
        <w:t>-EINDE-</w:t>
      </w:r>
    </w:p>
    <w:p w:rsidR="007041DD" w:rsidRPr="0016172E" w:rsidRDefault="007041DD" w:rsidP="00D220C8">
      <w:pPr>
        <w:tabs>
          <w:tab w:val="left" w:pos="425"/>
          <w:tab w:val="left" w:pos="680"/>
        </w:tabs>
        <w:spacing w:line="260" w:lineRule="exact"/>
        <w:jc w:val="center"/>
        <w:rPr>
          <w:rFonts w:ascii="Arial" w:hAnsi="Arial" w:cs="Arial"/>
          <w:sz w:val="28"/>
          <w:szCs w:val="28"/>
        </w:rPr>
      </w:pPr>
    </w:p>
    <w:p w:rsidR="00DB23C3" w:rsidRPr="0016172E" w:rsidRDefault="00DB23C3" w:rsidP="007041DD">
      <w:pPr>
        <w:pStyle w:val="C2-CtrSglS"/>
        <w:tabs>
          <w:tab w:val="left" w:pos="425"/>
          <w:tab w:val="left" w:pos="680"/>
        </w:tabs>
        <w:spacing w:line="340" w:lineRule="exact"/>
        <w:rPr>
          <w:rFonts w:cs="Arial"/>
          <w:b/>
          <w:szCs w:val="24"/>
          <w:lang w:val="nl-NL"/>
        </w:rPr>
      </w:pPr>
      <w:r w:rsidRPr="0016172E">
        <w:rPr>
          <w:rFonts w:cs="Arial"/>
          <w:b/>
          <w:szCs w:val="24"/>
          <w:lang w:val="nl-NL"/>
        </w:rPr>
        <w:t>HARTELIJK BEDANKT VOOR HET INVULLEN</w:t>
      </w:r>
    </w:p>
    <w:p w:rsidR="00DB23C3" w:rsidRPr="0016172E" w:rsidRDefault="00DB23C3" w:rsidP="00D220C8">
      <w:pPr>
        <w:pStyle w:val="C2-CtrSglS"/>
        <w:tabs>
          <w:tab w:val="left" w:pos="425"/>
          <w:tab w:val="left" w:pos="680"/>
        </w:tabs>
        <w:spacing w:line="260" w:lineRule="exact"/>
        <w:rPr>
          <w:rFonts w:cs="Arial"/>
          <w:b/>
          <w:szCs w:val="24"/>
          <w:lang w:val="nl-NL"/>
        </w:rPr>
      </w:pPr>
      <w:r w:rsidRPr="0016172E">
        <w:rPr>
          <w:rFonts w:cs="Arial"/>
          <w:b/>
          <w:szCs w:val="24"/>
          <w:lang w:val="nl-NL"/>
        </w:rPr>
        <w:t>VAN DE VRAGENLIJST</w:t>
      </w:r>
    </w:p>
    <w:p w:rsidR="00DB23C3" w:rsidRPr="0016172E" w:rsidRDefault="00DB23C3" w:rsidP="00D220C8">
      <w:pPr>
        <w:pStyle w:val="C2-CtrSglS"/>
        <w:tabs>
          <w:tab w:val="left" w:pos="425"/>
          <w:tab w:val="left" w:pos="680"/>
        </w:tabs>
        <w:spacing w:line="260" w:lineRule="exact"/>
        <w:rPr>
          <w:rFonts w:cs="Arial"/>
          <w:b/>
          <w:szCs w:val="24"/>
          <w:lang w:val="nl-NL"/>
        </w:rPr>
      </w:pPr>
    </w:p>
    <w:p w:rsidR="007041DD" w:rsidRPr="0016172E" w:rsidRDefault="007041DD" w:rsidP="00D220C8">
      <w:pPr>
        <w:pStyle w:val="C2-CtrSglS"/>
        <w:tabs>
          <w:tab w:val="left" w:pos="425"/>
          <w:tab w:val="left" w:pos="680"/>
        </w:tabs>
        <w:spacing w:line="260" w:lineRule="exact"/>
        <w:rPr>
          <w:rFonts w:cs="Arial"/>
          <w:b/>
          <w:szCs w:val="24"/>
          <w:lang w:val="nl-NL"/>
        </w:rPr>
      </w:pPr>
    </w:p>
    <w:p w:rsidR="00DB23C3" w:rsidRPr="0016172E" w:rsidRDefault="005E27E0" w:rsidP="00D220C8">
      <w:pPr>
        <w:pStyle w:val="C2-CtrSglS"/>
        <w:tabs>
          <w:tab w:val="left" w:pos="425"/>
          <w:tab w:val="left" w:pos="680"/>
        </w:tabs>
        <w:spacing w:line="260" w:lineRule="exact"/>
        <w:rPr>
          <w:rFonts w:cs="Arial"/>
          <w:b/>
          <w:i/>
          <w:sz w:val="22"/>
          <w:szCs w:val="24"/>
          <w:lang w:val="nl-NL"/>
        </w:rPr>
      </w:pPr>
      <w:r w:rsidRPr="0016172E">
        <w:rPr>
          <w:rFonts w:cs="Arial"/>
          <w:b/>
          <w:i/>
          <w:sz w:val="22"/>
          <w:szCs w:val="24"/>
          <w:lang w:val="nl-NL"/>
        </w:rPr>
        <w:t>U kunt deze opsturen in de bijgevoegde antwoordenvelop</w:t>
      </w:r>
      <w:r w:rsidR="00DB23C3" w:rsidRPr="0016172E">
        <w:rPr>
          <w:rFonts w:cs="Arial"/>
          <w:b/>
          <w:i/>
          <w:sz w:val="22"/>
          <w:szCs w:val="24"/>
          <w:lang w:val="nl-NL"/>
        </w:rPr>
        <w:t>.</w:t>
      </w:r>
    </w:p>
    <w:p w:rsidR="00DB23C3" w:rsidRPr="00A873A1" w:rsidRDefault="00DB23C3" w:rsidP="00D220C8">
      <w:pPr>
        <w:tabs>
          <w:tab w:val="left" w:pos="425"/>
          <w:tab w:val="left" w:pos="680"/>
        </w:tabs>
        <w:spacing w:line="260" w:lineRule="exact"/>
        <w:jc w:val="center"/>
        <w:rPr>
          <w:rFonts w:ascii="Arial" w:hAnsi="Arial" w:cs="Arial"/>
          <w:i/>
          <w:szCs w:val="24"/>
        </w:rPr>
      </w:pPr>
      <w:r w:rsidRPr="0016172E">
        <w:rPr>
          <w:rFonts w:ascii="Arial" w:hAnsi="Arial" w:cs="Arial"/>
          <w:b/>
          <w:i/>
          <w:szCs w:val="24"/>
        </w:rPr>
        <w:t>Een postzegel is niet nodig</w:t>
      </w:r>
    </w:p>
    <w:sectPr w:rsidR="00DB23C3" w:rsidRPr="00A873A1">
      <w:type w:val="continuous"/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A76" w:rsidRDefault="00294A76">
      <w:r>
        <w:separator/>
      </w:r>
    </w:p>
  </w:endnote>
  <w:endnote w:type="continuationSeparator" w:id="0">
    <w:p w:rsidR="00294A76" w:rsidRDefault="0029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EE3" w:rsidRDefault="00C45EE3" w:rsidP="00036BAB">
    <w:pPr>
      <w:pStyle w:val="Voettekst"/>
      <w:framePr w:wrap="around" w:vAnchor="text" w:hAnchor="margin" w:xAlign="outside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C45EE3" w:rsidRDefault="00C45EE3" w:rsidP="00036BAB">
    <w:pPr>
      <w:pStyle w:val="Voetteks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EE3" w:rsidRPr="00036BAB" w:rsidRDefault="00C45EE3" w:rsidP="00422A83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 w:rsidRPr="00036BAB">
      <w:rPr>
        <w:rStyle w:val="Paginanummer"/>
        <w:rFonts w:ascii="Arial" w:hAnsi="Arial" w:cs="Arial"/>
        <w:sz w:val="20"/>
      </w:rPr>
      <w:fldChar w:fldCharType="begin"/>
    </w:r>
    <w:r w:rsidRPr="00036BAB">
      <w:rPr>
        <w:rStyle w:val="Paginanummer"/>
        <w:rFonts w:ascii="Arial" w:hAnsi="Arial" w:cs="Arial"/>
        <w:sz w:val="20"/>
      </w:rPr>
      <w:instrText xml:space="preserve">PAGE  </w:instrText>
    </w:r>
    <w:r w:rsidRPr="00036BAB">
      <w:rPr>
        <w:rStyle w:val="Paginanummer"/>
        <w:rFonts w:ascii="Arial" w:hAnsi="Arial" w:cs="Arial"/>
        <w:sz w:val="20"/>
      </w:rPr>
      <w:fldChar w:fldCharType="separate"/>
    </w:r>
    <w:r w:rsidR="004D4613">
      <w:rPr>
        <w:rStyle w:val="Paginanummer"/>
        <w:rFonts w:ascii="Arial" w:hAnsi="Arial" w:cs="Arial"/>
        <w:noProof/>
        <w:sz w:val="20"/>
      </w:rPr>
      <w:t>10</w:t>
    </w:r>
    <w:r w:rsidRPr="00036BAB">
      <w:rPr>
        <w:rStyle w:val="Paginanummer"/>
        <w:rFonts w:ascii="Arial" w:hAnsi="Arial" w:cs="Arial"/>
        <w:sz w:val="20"/>
      </w:rPr>
      <w:fldChar w:fldCharType="end"/>
    </w:r>
  </w:p>
  <w:p w:rsidR="00C45EE3" w:rsidRPr="00036BAB" w:rsidRDefault="00C45EE3" w:rsidP="00036BAB">
    <w:pPr>
      <w:pStyle w:val="Voettekst"/>
      <w:ind w:right="360" w:firstLine="360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A76" w:rsidRDefault="00294A76">
      <w:r>
        <w:separator/>
      </w:r>
    </w:p>
  </w:footnote>
  <w:footnote w:type="continuationSeparator" w:id="0">
    <w:p w:rsidR="00294A76" w:rsidRDefault="00294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3398"/>
    <w:multiLevelType w:val="hybridMultilevel"/>
    <w:tmpl w:val="C8E457AE"/>
    <w:lvl w:ilvl="0" w:tplc="0413000F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B164A"/>
    <w:multiLevelType w:val="hybridMultilevel"/>
    <w:tmpl w:val="0846A384"/>
    <w:lvl w:ilvl="0" w:tplc="0413000F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686EA9"/>
    <w:multiLevelType w:val="hybridMultilevel"/>
    <w:tmpl w:val="219E180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569FB"/>
    <w:multiLevelType w:val="multilevel"/>
    <w:tmpl w:val="1D4686DA"/>
    <w:lvl w:ilvl="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AB22E3"/>
    <w:multiLevelType w:val="hybridMultilevel"/>
    <w:tmpl w:val="0F00D4E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686B7D"/>
    <w:multiLevelType w:val="multilevel"/>
    <w:tmpl w:val="697A0F5E"/>
    <w:lvl w:ilvl="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83F52"/>
    <w:multiLevelType w:val="multilevel"/>
    <w:tmpl w:val="916421E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4366A0"/>
    <w:multiLevelType w:val="multilevel"/>
    <w:tmpl w:val="3BAA5E44"/>
    <w:lvl w:ilvl="0">
      <w:start w:val="6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793FBE"/>
    <w:multiLevelType w:val="hybridMultilevel"/>
    <w:tmpl w:val="697A0F5E"/>
    <w:lvl w:ilvl="0" w:tplc="54268DC2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FC68E3"/>
    <w:multiLevelType w:val="hybridMultilevel"/>
    <w:tmpl w:val="30D00E66"/>
    <w:lvl w:ilvl="0" w:tplc="29F2AF3C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336700"/>
    <w:multiLevelType w:val="hybridMultilevel"/>
    <w:tmpl w:val="9A5093B0"/>
    <w:lvl w:ilvl="0" w:tplc="0336816A">
      <w:start w:val="4"/>
      <w:numFmt w:val="bullet"/>
      <w:lvlText w:val=""/>
      <w:lvlJc w:val="left"/>
      <w:pPr>
        <w:tabs>
          <w:tab w:val="num" w:pos="780"/>
        </w:tabs>
        <w:ind w:left="780" w:hanging="360"/>
      </w:pPr>
      <w:rPr>
        <w:rFonts w:ascii="Wingdings" w:eastAsia="Times New Roman" w:hAnsi="Wingdings" w:cs="Aria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4FF78F4"/>
    <w:multiLevelType w:val="multilevel"/>
    <w:tmpl w:val="1E646370"/>
    <w:lvl w:ilvl="0">
      <w:start w:val="4"/>
      <w:numFmt w:val="bullet"/>
      <w:lvlText w:val=""/>
      <w:lvlJc w:val="left"/>
      <w:pPr>
        <w:tabs>
          <w:tab w:val="num" w:pos="780"/>
        </w:tabs>
        <w:ind w:left="780" w:hanging="360"/>
      </w:pPr>
      <w:rPr>
        <w:rFonts w:ascii="Wingdings" w:eastAsia="Times New Roman" w:hAnsi="Wingdings" w:cs="Aria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8" w15:restartNumberingAfterBreak="0">
    <w:nsid w:val="2AAA0708"/>
    <w:multiLevelType w:val="hybridMultilevel"/>
    <w:tmpl w:val="D0BEC5EA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1119D2"/>
    <w:multiLevelType w:val="hybridMultilevel"/>
    <w:tmpl w:val="0262CEFC"/>
    <w:lvl w:ilvl="0" w:tplc="E5B847DE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 w:tplc="8AF6877A">
      <w:numFmt w:val="bullet"/>
      <w:lvlText w:val=""/>
      <w:lvlJc w:val="left"/>
      <w:pPr>
        <w:tabs>
          <w:tab w:val="num" w:pos="1443"/>
        </w:tabs>
        <w:ind w:left="1443" w:hanging="363"/>
      </w:pPr>
      <w:rPr>
        <w:rFonts w:ascii="Wingdings" w:eastAsia="Times New Roman" w:hAnsi="Wingdings" w:cs="Times New Roman" w:hint="default"/>
        <w:b/>
        <w:i w:val="0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FC3A9C"/>
    <w:multiLevelType w:val="multilevel"/>
    <w:tmpl w:val="916421E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0E6984"/>
    <w:multiLevelType w:val="hybridMultilevel"/>
    <w:tmpl w:val="644088F0"/>
    <w:lvl w:ilvl="0" w:tplc="DE1A1DF2">
      <w:start w:val="5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88316E"/>
    <w:multiLevelType w:val="hybridMultilevel"/>
    <w:tmpl w:val="8C58B6E0"/>
    <w:lvl w:ilvl="0" w:tplc="0413000F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4" w15:restartNumberingAfterBreak="0">
    <w:nsid w:val="3BA72983"/>
    <w:multiLevelType w:val="hybridMultilevel"/>
    <w:tmpl w:val="6B26232C"/>
    <w:lvl w:ilvl="0" w:tplc="8DB8530C">
      <w:start w:val="62"/>
      <w:numFmt w:val="bullet"/>
      <w:lvlText w:val=""/>
      <w:lvlJc w:val="left"/>
      <w:pPr>
        <w:tabs>
          <w:tab w:val="num" w:pos="780"/>
        </w:tabs>
        <w:ind w:left="78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3D727BB5"/>
    <w:multiLevelType w:val="multilevel"/>
    <w:tmpl w:val="6B3C471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A22AF5"/>
    <w:multiLevelType w:val="hybridMultilevel"/>
    <w:tmpl w:val="E08AC1A4"/>
    <w:lvl w:ilvl="0" w:tplc="3B56B12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41336"/>
    <w:multiLevelType w:val="multilevel"/>
    <w:tmpl w:val="1D4686DA"/>
    <w:lvl w:ilvl="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A05711"/>
    <w:multiLevelType w:val="hybridMultilevel"/>
    <w:tmpl w:val="916421E8"/>
    <w:lvl w:ilvl="0" w:tplc="13C4B39E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C414EC"/>
    <w:multiLevelType w:val="hybridMultilevel"/>
    <w:tmpl w:val="B88A208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674CF"/>
    <w:multiLevelType w:val="hybridMultilevel"/>
    <w:tmpl w:val="B7FA9A86"/>
    <w:lvl w:ilvl="0" w:tplc="0413000F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183ED5"/>
    <w:multiLevelType w:val="multilevel"/>
    <w:tmpl w:val="F018471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bullet"/>
      <w:lvlText w:val=""/>
      <w:lvlJc w:val="left"/>
      <w:pPr>
        <w:tabs>
          <w:tab w:val="num" w:pos="1477"/>
        </w:tabs>
        <w:ind w:left="1477" w:hanging="397"/>
      </w:pPr>
      <w:rPr>
        <w:rFonts w:ascii="Wingdings" w:eastAsia="Times New Roman" w:hAnsi="Wingdings" w:cs="Arial"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E7D4548"/>
    <w:multiLevelType w:val="multilevel"/>
    <w:tmpl w:val="1D4686DA"/>
    <w:lvl w:ilvl="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EC826AD"/>
    <w:multiLevelType w:val="hybridMultilevel"/>
    <w:tmpl w:val="346EA77E"/>
    <w:lvl w:ilvl="0" w:tplc="CC0A47DC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6" w15:restartNumberingAfterBreak="0">
    <w:nsid w:val="563740A8"/>
    <w:multiLevelType w:val="hybridMultilevel"/>
    <w:tmpl w:val="C9D80610"/>
    <w:lvl w:ilvl="0" w:tplc="0413000F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AB007C"/>
    <w:multiLevelType w:val="hybridMultilevel"/>
    <w:tmpl w:val="90CA32DC"/>
    <w:lvl w:ilvl="0" w:tplc="C624E23E">
      <w:start w:val="165"/>
      <w:numFmt w:val="bullet"/>
      <w:lvlText w:val=""/>
      <w:lvlJc w:val="left"/>
      <w:pPr>
        <w:tabs>
          <w:tab w:val="num" w:pos="780"/>
        </w:tabs>
        <w:ind w:left="780" w:hanging="360"/>
      </w:pPr>
      <w:rPr>
        <w:rFonts w:ascii="Wingdings" w:eastAsia="Times New Roman" w:hAnsi="Wingdings" w:cs="Arial" w:hint="default"/>
      </w:rPr>
    </w:lvl>
    <w:lvl w:ilvl="1" w:tplc="54268DC2">
      <w:start w:val="6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  <w:b/>
        <w:i w:val="0"/>
      </w:rPr>
    </w:lvl>
    <w:lvl w:ilvl="2" w:tplc="0413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5D9439D0"/>
    <w:multiLevelType w:val="hybridMultilevel"/>
    <w:tmpl w:val="A9744FE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7A3165"/>
    <w:multiLevelType w:val="multilevel"/>
    <w:tmpl w:val="0F00D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6C1522D"/>
    <w:multiLevelType w:val="hybridMultilevel"/>
    <w:tmpl w:val="52B43786"/>
    <w:lvl w:ilvl="0" w:tplc="A8F20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FF1701"/>
    <w:multiLevelType w:val="multilevel"/>
    <w:tmpl w:val="219E1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8C165D"/>
    <w:multiLevelType w:val="hybridMultilevel"/>
    <w:tmpl w:val="3BAA5E44"/>
    <w:lvl w:ilvl="0" w:tplc="F8965C2A">
      <w:start w:val="6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D17CB7"/>
    <w:multiLevelType w:val="hybridMultilevel"/>
    <w:tmpl w:val="5D2CF3AC"/>
    <w:lvl w:ilvl="0" w:tplc="54B4DF12">
      <w:start w:val="1"/>
      <w:numFmt w:val="bullet"/>
      <w:lvlText w:val="q"/>
      <w:lvlJc w:val="left"/>
      <w:pPr>
        <w:tabs>
          <w:tab w:val="num" w:pos="780"/>
        </w:tabs>
        <w:ind w:left="78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2197565"/>
    <w:multiLevelType w:val="hybridMultilevel"/>
    <w:tmpl w:val="2160E3E2"/>
    <w:lvl w:ilvl="0" w:tplc="88B610C2">
      <w:start w:val="1"/>
      <w:numFmt w:val="bullet"/>
      <w:lvlText w:val=""/>
      <w:lvlJc w:val="left"/>
      <w:pPr>
        <w:tabs>
          <w:tab w:val="num" w:pos="780"/>
        </w:tabs>
        <w:ind w:left="78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8802AE9"/>
    <w:multiLevelType w:val="hybridMultilevel"/>
    <w:tmpl w:val="E340D2C6"/>
    <w:lvl w:ilvl="0" w:tplc="0413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3D77D8"/>
    <w:multiLevelType w:val="multilevel"/>
    <w:tmpl w:val="2116B95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18"/>
  </w:num>
  <w:num w:numId="3">
    <w:abstractNumId w:val="40"/>
  </w:num>
  <w:num w:numId="4">
    <w:abstractNumId w:val="26"/>
  </w:num>
  <w:num w:numId="5">
    <w:abstractNumId w:val="12"/>
  </w:num>
  <w:num w:numId="6">
    <w:abstractNumId w:val="0"/>
  </w:num>
  <w:num w:numId="7">
    <w:abstractNumId w:val="1"/>
  </w:num>
  <w:num w:numId="8">
    <w:abstractNumId w:val="36"/>
  </w:num>
  <w:num w:numId="9">
    <w:abstractNumId w:val="31"/>
  </w:num>
  <w:num w:numId="10">
    <w:abstractNumId w:val="13"/>
  </w:num>
  <w:num w:numId="11">
    <w:abstractNumId w:val="37"/>
  </w:num>
  <w:num w:numId="12">
    <w:abstractNumId w:val="21"/>
  </w:num>
  <w:num w:numId="13">
    <w:abstractNumId w:val="14"/>
  </w:num>
  <w:num w:numId="14">
    <w:abstractNumId w:val="43"/>
  </w:num>
  <w:num w:numId="15">
    <w:abstractNumId w:val="24"/>
  </w:num>
  <w:num w:numId="16">
    <w:abstractNumId w:val="44"/>
  </w:num>
  <w:num w:numId="17">
    <w:abstractNumId w:val="45"/>
  </w:num>
  <w:num w:numId="18">
    <w:abstractNumId w:val="34"/>
  </w:num>
  <w:num w:numId="19">
    <w:abstractNumId w:val="5"/>
  </w:num>
  <w:num w:numId="20">
    <w:abstractNumId w:val="39"/>
  </w:num>
  <w:num w:numId="21">
    <w:abstractNumId w:val="33"/>
  </w:num>
  <w:num w:numId="22">
    <w:abstractNumId w:val="4"/>
  </w:num>
  <w:num w:numId="23">
    <w:abstractNumId w:val="28"/>
  </w:num>
  <w:num w:numId="24">
    <w:abstractNumId w:val="15"/>
  </w:num>
  <w:num w:numId="25">
    <w:abstractNumId w:val="2"/>
  </w:num>
  <w:num w:numId="26">
    <w:abstractNumId w:val="41"/>
  </w:num>
  <w:num w:numId="27">
    <w:abstractNumId w:val="30"/>
  </w:num>
  <w:num w:numId="28">
    <w:abstractNumId w:val="22"/>
  </w:num>
  <w:num w:numId="29">
    <w:abstractNumId w:val="6"/>
  </w:num>
  <w:num w:numId="30">
    <w:abstractNumId w:val="42"/>
  </w:num>
  <w:num w:numId="31">
    <w:abstractNumId w:val="11"/>
  </w:num>
  <w:num w:numId="32">
    <w:abstractNumId w:val="29"/>
  </w:num>
  <w:num w:numId="33">
    <w:abstractNumId w:val="9"/>
  </w:num>
  <w:num w:numId="34">
    <w:abstractNumId w:val="20"/>
  </w:num>
  <w:num w:numId="35">
    <w:abstractNumId w:val="19"/>
  </w:num>
  <w:num w:numId="36">
    <w:abstractNumId w:val="25"/>
  </w:num>
  <w:num w:numId="37">
    <w:abstractNumId w:val="46"/>
  </w:num>
  <w:num w:numId="38">
    <w:abstractNumId w:val="32"/>
  </w:num>
  <w:num w:numId="39">
    <w:abstractNumId w:val="16"/>
  </w:num>
  <w:num w:numId="40">
    <w:abstractNumId w:val="3"/>
  </w:num>
  <w:num w:numId="41">
    <w:abstractNumId w:val="10"/>
  </w:num>
  <w:num w:numId="42">
    <w:abstractNumId w:val="27"/>
  </w:num>
  <w:num w:numId="43">
    <w:abstractNumId w:val="8"/>
  </w:num>
  <w:num w:numId="44">
    <w:abstractNumId w:val="17"/>
  </w:num>
  <w:num w:numId="45">
    <w:abstractNumId w:val="7"/>
  </w:num>
  <w:num w:numId="46">
    <w:abstractNumId w:val="35"/>
  </w:num>
  <w:num w:numId="47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7A5"/>
    <w:rsid w:val="000055CF"/>
    <w:rsid w:val="00016937"/>
    <w:rsid w:val="00020C16"/>
    <w:rsid w:val="00036BAB"/>
    <w:rsid w:val="000420C3"/>
    <w:rsid w:val="00047D45"/>
    <w:rsid w:val="00051CDA"/>
    <w:rsid w:val="00061B23"/>
    <w:rsid w:val="00067DAA"/>
    <w:rsid w:val="00083144"/>
    <w:rsid w:val="00090B28"/>
    <w:rsid w:val="00094A82"/>
    <w:rsid w:val="000A293B"/>
    <w:rsid w:val="000A617A"/>
    <w:rsid w:val="000B7CB8"/>
    <w:rsid w:val="000C38FC"/>
    <w:rsid w:val="000C694B"/>
    <w:rsid w:val="000D15FF"/>
    <w:rsid w:val="000E54AC"/>
    <w:rsid w:val="00110577"/>
    <w:rsid w:val="00123008"/>
    <w:rsid w:val="00125AA1"/>
    <w:rsid w:val="0014657D"/>
    <w:rsid w:val="0016172E"/>
    <w:rsid w:val="00181689"/>
    <w:rsid w:val="00184CB2"/>
    <w:rsid w:val="001B0A30"/>
    <w:rsid w:val="001B657B"/>
    <w:rsid w:val="001C229D"/>
    <w:rsid w:val="001D154C"/>
    <w:rsid w:val="001D1B0E"/>
    <w:rsid w:val="001D68E7"/>
    <w:rsid w:val="001F0998"/>
    <w:rsid w:val="00205840"/>
    <w:rsid w:val="00226E81"/>
    <w:rsid w:val="0023420A"/>
    <w:rsid w:val="00234DD0"/>
    <w:rsid w:val="0023543B"/>
    <w:rsid w:val="0023641C"/>
    <w:rsid w:val="00240DE3"/>
    <w:rsid w:val="00247705"/>
    <w:rsid w:val="00250AA6"/>
    <w:rsid w:val="00262A66"/>
    <w:rsid w:val="00265565"/>
    <w:rsid w:val="00265A68"/>
    <w:rsid w:val="00275CE9"/>
    <w:rsid w:val="00282D4F"/>
    <w:rsid w:val="00290BF4"/>
    <w:rsid w:val="00294A76"/>
    <w:rsid w:val="002A17A9"/>
    <w:rsid w:val="002F3C11"/>
    <w:rsid w:val="00300402"/>
    <w:rsid w:val="00305E34"/>
    <w:rsid w:val="00314A23"/>
    <w:rsid w:val="0033232F"/>
    <w:rsid w:val="003361B0"/>
    <w:rsid w:val="00341163"/>
    <w:rsid w:val="003501C1"/>
    <w:rsid w:val="00371D49"/>
    <w:rsid w:val="00374319"/>
    <w:rsid w:val="003872B6"/>
    <w:rsid w:val="00396D67"/>
    <w:rsid w:val="003A0EE5"/>
    <w:rsid w:val="003B028D"/>
    <w:rsid w:val="003C37A2"/>
    <w:rsid w:val="003C6867"/>
    <w:rsid w:val="003D3670"/>
    <w:rsid w:val="003E151C"/>
    <w:rsid w:val="00404B1D"/>
    <w:rsid w:val="0040700F"/>
    <w:rsid w:val="004149CB"/>
    <w:rsid w:val="00422A83"/>
    <w:rsid w:val="00451DE1"/>
    <w:rsid w:val="00467174"/>
    <w:rsid w:val="00484402"/>
    <w:rsid w:val="004964DA"/>
    <w:rsid w:val="004A3EDE"/>
    <w:rsid w:val="004B30F7"/>
    <w:rsid w:val="004B594E"/>
    <w:rsid w:val="004C2BFF"/>
    <w:rsid w:val="004C35DA"/>
    <w:rsid w:val="004C3FA3"/>
    <w:rsid w:val="004C73F2"/>
    <w:rsid w:val="004D4613"/>
    <w:rsid w:val="004D5413"/>
    <w:rsid w:val="004E1FA6"/>
    <w:rsid w:val="004F148E"/>
    <w:rsid w:val="004F14DA"/>
    <w:rsid w:val="004F7DDB"/>
    <w:rsid w:val="00502F1E"/>
    <w:rsid w:val="00522DA1"/>
    <w:rsid w:val="00540300"/>
    <w:rsid w:val="005544EB"/>
    <w:rsid w:val="00554CAE"/>
    <w:rsid w:val="00562517"/>
    <w:rsid w:val="005667E0"/>
    <w:rsid w:val="005706B9"/>
    <w:rsid w:val="0057431D"/>
    <w:rsid w:val="005834C7"/>
    <w:rsid w:val="0059468D"/>
    <w:rsid w:val="005A2EBC"/>
    <w:rsid w:val="005A686C"/>
    <w:rsid w:val="005C4C9F"/>
    <w:rsid w:val="005C6D2F"/>
    <w:rsid w:val="005D3867"/>
    <w:rsid w:val="005D724C"/>
    <w:rsid w:val="005E27E0"/>
    <w:rsid w:val="005E39FC"/>
    <w:rsid w:val="005E54D4"/>
    <w:rsid w:val="005E59B0"/>
    <w:rsid w:val="005F0E87"/>
    <w:rsid w:val="0060032B"/>
    <w:rsid w:val="00601F29"/>
    <w:rsid w:val="00630DAB"/>
    <w:rsid w:val="006340EE"/>
    <w:rsid w:val="0063505F"/>
    <w:rsid w:val="00643B26"/>
    <w:rsid w:val="0065063C"/>
    <w:rsid w:val="00653088"/>
    <w:rsid w:val="00653210"/>
    <w:rsid w:val="00655851"/>
    <w:rsid w:val="00660190"/>
    <w:rsid w:val="00683680"/>
    <w:rsid w:val="00685668"/>
    <w:rsid w:val="00696B81"/>
    <w:rsid w:val="006C6BAA"/>
    <w:rsid w:val="007010CC"/>
    <w:rsid w:val="007041DD"/>
    <w:rsid w:val="00725EC0"/>
    <w:rsid w:val="0073401B"/>
    <w:rsid w:val="007371FC"/>
    <w:rsid w:val="0073766B"/>
    <w:rsid w:val="00740190"/>
    <w:rsid w:val="00751D8C"/>
    <w:rsid w:val="00791F40"/>
    <w:rsid w:val="00793894"/>
    <w:rsid w:val="00793F90"/>
    <w:rsid w:val="00797B3F"/>
    <w:rsid w:val="007A7CC4"/>
    <w:rsid w:val="007C20A8"/>
    <w:rsid w:val="007D28C2"/>
    <w:rsid w:val="007D7069"/>
    <w:rsid w:val="007E191C"/>
    <w:rsid w:val="007E2B78"/>
    <w:rsid w:val="007E720A"/>
    <w:rsid w:val="007F0A1F"/>
    <w:rsid w:val="00811CC4"/>
    <w:rsid w:val="0081249B"/>
    <w:rsid w:val="008140E7"/>
    <w:rsid w:val="00844918"/>
    <w:rsid w:val="008472E7"/>
    <w:rsid w:val="0084790C"/>
    <w:rsid w:val="00847DDC"/>
    <w:rsid w:val="0086068A"/>
    <w:rsid w:val="008652CF"/>
    <w:rsid w:val="00867E4E"/>
    <w:rsid w:val="00872409"/>
    <w:rsid w:val="008729B0"/>
    <w:rsid w:val="00883451"/>
    <w:rsid w:val="008854D3"/>
    <w:rsid w:val="008855D8"/>
    <w:rsid w:val="00891264"/>
    <w:rsid w:val="008A31FC"/>
    <w:rsid w:val="008E798D"/>
    <w:rsid w:val="008F1C9E"/>
    <w:rsid w:val="008F312E"/>
    <w:rsid w:val="00900042"/>
    <w:rsid w:val="0090076E"/>
    <w:rsid w:val="009064E0"/>
    <w:rsid w:val="009102CD"/>
    <w:rsid w:val="009227A5"/>
    <w:rsid w:val="009249C0"/>
    <w:rsid w:val="00930124"/>
    <w:rsid w:val="00930B2C"/>
    <w:rsid w:val="0093386E"/>
    <w:rsid w:val="009714A1"/>
    <w:rsid w:val="00971A1F"/>
    <w:rsid w:val="00977B3E"/>
    <w:rsid w:val="00983CB8"/>
    <w:rsid w:val="009858E7"/>
    <w:rsid w:val="00987726"/>
    <w:rsid w:val="00991F33"/>
    <w:rsid w:val="009E6291"/>
    <w:rsid w:val="009F77A6"/>
    <w:rsid w:val="00A018A3"/>
    <w:rsid w:val="00A066D5"/>
    <w:rsid w:val="00A07A98"/>
    <w:rsid w:val="00A10023"/>
    <w:rsid w:val="00A20FDB"/>
    <w:rsid w:val="00A26688"/>
    <w:rsid w:val="00A45416"/>
    <w:rsid w:val="00A473D4"/>
    <w:rsid w:val="00A60A9D"/>
    <w:rsid w:val="00A6684E"/>
    <w:rsid w:val="00A72C54"/>
    <w:rsid w:val="00A74763"/>
    <w:rsid w:val="00A77459"/>
    <w:rsid w:val="00A83B87"/>
    <w:rsid w:val="00A873A1"/>
    <w:rsid w:val="00A878F3"/>
    <w:rsid w:val="00AC0DF7"/>
    <w:rsid w:val="00AD7F8C"/>
    <w:rsid w:val="00AE2B49"/>
    <w:rsid w:val="00AE2B5D"/>
    <w:rsid w:val="00AF549A"/>
    <w:rsid w:val="00B046CB"/>
    <w:rsid w:val="00B13030"/>
    <w:rsid w:val="00B13DC8"/>
    <w:rsid w:val="00B14B1F"/>
    <w:rsid w:val="00B25A86"/>
    <w:rsid w:val="00B27240"/>
    <w:rsid w:val="00B455EC"/>
    <w:rsid w:val="00B51B7F"/>
    <w:rsid w:val="00B5438E"/>
    <w:rsid w:val="00B77D5E"/>
    <w:rsid w:val="00B93EC7"/>
    <w:rsid w:val="00BA0CA8"/>
    <w:rsid w:val="00BA0F2F"/>
    <w:rsid w:val="00BA58C6"/>
    <w:rsid w:val="00BA6ED6"/>
    <w:rsid w:val="00BB5C3C"/>
    <w:rsid w:val="00BC66B5"/>
    <w:rsid w:val="00BE04FD"/>
    <w:rsid w:val="00BE0B9C"/>
    <w:rsid w:val="00BE0DB1"/>
    <w:rsid w:val="00C01DDC"/>
    <w:rsid w:val="00C12E1A"/>
    <w:rsid w:val="00C2206A"/>
    <w:rsid w:val="00C321EF"/>
    <w:rsid w:val="00C45EE3"/>
    <w:rsid w:val="00C50860"/>
    <w:rsid w:val="00C530B8"/>
    <w:rsid w:val="00C555F8"/>
    <w:rsid w:val="00C65905"/>
    <w:rsid w:val="00C82CE3"/>
    <w:rsid w:val="00C836EA"/>
    <w:rsid w:val="00C907F9"/>
    <w:rsid w:val="00C92CE4"/>
    <w:rsid w:val="00C93C9E"/>
    <w:rsid w:val="00C97EEC"/>
    <w:rsid w:val="00CA3590"/>
    <w:rsid w:val="00CB3015"/>
    <w:rsid w:val="00CC7D47"/>
    <w:rsid w:val="00CD2EE1"/>
    <w:rsid w:val="00CD7977"/>
    <w:rsid w:val="00CD7E74"/>
    <w:rsid w:val="00D059E6"/>
    <w:rsid w:val="00D220C8"/>
    <w:rsid w:val="00D25363"/>
    <w:rsid w:val="00D2690E"/>
    <w:rsid w:val="00D56CAD"/>
    <w:rsid w:val="00D630C7"/>
    <w:rsid w:val="00D929F6"/>
    <w:rsid w:val="00DB1395"/>
    <w:rsid w:val="00DB23C3"/>
    <w:rsid w:val="00DE3231"/>
    <w:rsid w:val="00DE37C9"/>
    <w:rsid w:val="00E101BF"/>
    <w:rsid w:val="00E17AC0"/>
    <w:rsid w:val="00E80B18"/>
    <w:rsid w:val="00EB57C0"/>
    <w:rsid w:val="00EB5820"/>
    <w:rsid w:val="00EC1BF5"/>
    <w:rsid w:val="00EC78DF"/>
    <w:rsid w:val="00F05E75"/>
    <w:rsid w:val="00F063FF"/>
    <w:rsid w:val="00F07D53"/>
    <w:rsid w:val="00F12CFF"/>
    <w:rsid w:val="00F15EA9"/>
    <w:rsid w:val="00F30B9E"/>
    <w:rsid w:val="00F504D0"/>
    <w:rsid w:val="00F5052C"/>
    <w:rsid w:val="00F749FB"/>
    <w:rsid w:val="00F74B59"/>
    <w:rsid w:val="00F762D9"/>
    <w:rsid w:val="00F93368"/>
    <w:rsid w:val="00FC015B"/>
    <w:rsid w:val="00FD63A5"/>
    <w:rsid w:val="00FE4B8A"/>
    <w:rsid w:val="00FF222E"/>
    <w:rsid w:val="00FF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351F3AB-72E9-4442-9D65-C1F6D38F0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D4613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4D4613"/>
    <w:pPr>
      <w:numPr>
        <w:numId w:val="39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4D4613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"/>
    <w:qFormat/>
    <w:rsid w:val="004D4613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4D4613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4D4613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4D4613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link w:val="Kop7Char"/>
    <w:qFormat/>
    <w:rsid w:val="004D4613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4D4613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4D4613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4D4613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4D4613"/>
  </w:style>
  <w:style w:type="character" w:styleId="Verwijzingopmerking">
    <w:name w:val="annotation reference"/>
    <w:semiHidden/>
    <w:rPr>
      <w:sz w:val="16"/>
      <w:szCs w:val="16"/>
    </w:rPr>
  </w:style>
  <w:style w:type="paragraph" w:styleId="Tekstopmerking">
    <w:name w:val="annotation text"/>
    <w:basedOn w:val="Standaard"/>
    <w:semiHidden/>
    <w:rPr>
      <w:sz w:val="20"/>
    </w:rPr>
  </w:style>
  <w:style w:type="paragraph" w:styleId="Onderwerpvanopmerking">
    <w:name w:val="annotation subject"/>
    <w:basedOn w:val="Tekstopmerking"/>
    <w:next w:val="Tekstopmerking"/>
    <w:semiHidden/>
    <w:rPr>
      <w:b/>
      <w:bCs/>
    </w:rPr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paragraph" w:customStyle="1" w:styleId="C2-CtrSglS">
    <w:name w:val="C2-Ctr Sgl S"/>
    <w:pPr>
      <w:keepNext/>
      <w:keepLines/>
      <w:suppressAutoHyphens/>
      <w:jc w:val="center"/>
    </w:pPr>
    <w:rPr>
      <w:rFonts w:ascii="Arial" w:hAnsi="Arial"/>
      <w:sz w:val="24"/>
      <w:lang w:val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lattetekstinspringen">
    <w:name w:val="Body Text Indent"/>
    <w:basedOn w:val="Standaard"/>
    <w:pPr>
      <w:tabs>
        <w:tab w:val="left" w:pos="540"/>
        <w:tab w:val="left" w:pos="900"/>
        <w:tab w:val="left" w:pos="1260"/>
      </w:tabs>
      <w:spacing w:line="260" w:lineRule="exact"/>
      <w:ind w:left="540" w:hanging="540"/>
    </w:pPr>
    <w:rPr>
      <w:rFonts w:ascii="Arial" w:hAnsi="Arial" w:cs="Arial"/>
      <w:b/>
      <w:sz w:val="20"/>
    </w:rPr>
  </w:style>
  <w:style w:type="character" w:customStyle="1" w:styleId="apple-style-span">
    <w:name w:val="apple-style-span"/>
    <w:basedOn w:val="Standaardalinea-lettertype"/>
  </w:style>
  <w:style w:type="table" w:styleId="Tabelraster">
    <w:name w:val="Table Grid"/>
    <w:basedOn w:val="Standaardtabel"/>
    <w:rsid w:val="004D461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qFormat/>
    <w:rsid w:val="00125AA1"/>
    <w:rPr>
      <w:b/>
      <w:bCs/>
    </w:rPr>
  </w:style>
  <w:style w:type="paragraph" w:styleId="Voettekst">
    <w:name w:val="footer"/>
    <w:basedOn w:val="Standaard"/>
    <w:rsid w:val="004D461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036BAB"/>
  </w:style>
  <w:style w:type="paragraph" w:styleId="Koptekst">
    <w:name w:val="header"/>
    <w:basedOn w:val="Standaard"/>
    <w:rsid w:val="004D4613"/>
    <w:pPr>
      <w:tabs>
        <w:tab w:val="center" w:pos="4536"/>
        <w:tab w:val="right" w:pos="9072"/>
      </w:tabs>
    </w:pPr>
  </w:style>
  <w:style w:type="paragraph" w:styleId="Plattetekstinspringen3">
    <w:name w:val="Body Text Indent 3"/>
    <w:basedOn w:val="Standaard"/>
    <w:rsid w:val="00A72C54"/>
    <w:pPr>
      <w:spacing w:after="120"/>
      <w:ind w:left="283"/>
    </w:pPr>
    <w:rPr>
      <w:sz w:val="16"/>
      <w:szCs w:val="16"/>
    </w:rPr>
  </w:style>
  <w:style w:type="character" w:customStyle="1" w:styleId="Kop2Char">
    <w:name w:val="Kop 2 Char"/>
    <w:basedOn w:val="Standaardalinea-lettertype"/>
    <w:link w:val="Kop2"/>
    <w:rsid w:val="004D4613"/>
    <w:rPr>
      <w:rFonts w:ascii="Verdana" w:hAnsi="Verdana"/>
      <w:b/>
      <w:sz w:val="18"/>
    </w:rPr>
  </w:style>
  <w:style w:type="character" w:customStyle="1" w:styleId="Kop3Char">
    <w:name w:val="Kop 3 Char"/>
    <w:basedOn w:val="Standaardalinea-lettertype"/>
    <w:link w:val="Kop3"/>
    <w:rsid w:val="004D4613"/>
    <w:rPr>
      <w:rFonts w:ascii="Verdana" w:hAnsi="Verdana"/>
      <w:i/>
      <w:sz w:val="18"/>
    </w:rPr>
  </w:style>
  <w:style w:type="character" w:customStyle="1" w:styleId="Kop4Char">
    <w:name w:val="Kop 4 Char"/>
    <w:basedOn w:val="Standaardalinea-lettertype"/>
    <w:link w:val="Kop4"/>
    <w:rsid w:val="004D4613"/>
    <w:rPr>
      <w:rFonts w:ascii="Verdana" w:hAnsi="Verdana"/>
      <w:bCs/>
      <w:sz w:val="18"/>
      <w:szCs w:val="28"/>
    </w:rPr>
  </w:style>
  <w:style w:type="character" w:customStyle="1" w:styleId="Kop5Char">
    <w:name w:val="Kop 5 Char"/>
    <w:basedOn w:val="Standaardalinea-lettertype"/>
    <w:link w:val="Kop5"/>
    <w:rsid w:val="004D4613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basedOn w:val="Standaardalinea-lettertype"/>
    <w:link w:val="Kop6"/>
    <w:rsid w:val="004D4613"/>
    <w:rPr>
      <w:rFonts w:ascii="Verdana" w:hAnsi="Verdana"/>
      <w:bCs/>
      <w:sz w:val="18"/>
      <w:szCs w:val="22"/>
    </w:rPr>
  </w:style>
  <w:style w:type="character" w:customStyle="1" w:styleId="Kop7Char">
    <w:name w:val="Kop 7 Char"/>
    <w:basedOn w:val="Standaardalinea-lettertype"/>
    <w:link w:val="Kop7"/>
    <w:rsid w:val="004D4613"/>
    <w:rPr>
      <w:rFonts w:ascii="Verdana" w:hAnsi="Verdana"/>
      <w:sz w:val="18"/>
    </w:rPr>
  </w:style>
  <w:style w:type="character" w:customStyle="1" w:styleId="Kop8Char">
    <w:name w:val="Kop 8 Char"/>
    <w:basedOn w:val="Standaardalinea-lettertype"/>
    <w:link w:val="Kop8"/>
    <w:rsid w:val="004D4613"/>
    <w:rPr>
      <w:rFonts w:ascii="Verdana" w:hAnsi="Verdana"/>
      <w:iCs/>
      <w:sz w:val="18"/>
    </w:rPr>
  </w:style>
  <w:style w:type="character" w:customStyle="1" w:styleId="Kop9Char">
    <w:name w:val="Kop 9 Char"/>
    <w:basedOn w:val="Standaardalinea-lettertype"/>
    <w:link w:val="Kop9"/>
    <w:rsid w:val="004D4613"/>
    <w:rPr>
      <w:rFonts w:ascii="Verdana" w:hAnsi="Verdana" w:cs="Arial"/>
      <w:sz w:val="18"/>
      <w:szCs w:val="22"/>
    </w:rPr>
  </w:style>
  <w:style w:type="paragraph" w:customStyle="1" w:styleId="RAankruisvak-leeg">
    <w:name w:val="R_Aankruisvak-leeg"/>
    <w:basedOn w:val="Standaard"/>
    <w:rsid w:val="004D4613"/>
    <w:pPr>
      <w:numPr>
        <w:numId w:val="40"/>
      </w:numPr>
    </w:pPr>
  </w:style>
  <w:style w:type="paragraph" w:customStyle="1" w:styleId="RAankruisvak-vinkje">
    <w:name w:val="R_Aankruisvak-vinkje"/>
    <w:basedOn w:val="Standaard"/>
    <w:rsid w:val="004D4613"/>
    <w:pPr>
      <w:numPr>
        <w:numId w:val="41"/>
      </w:numPr>
    </w:pPr>
  </w:style>
  <w:style w:type="paragraph" w:customStyle="1" w:styleId="RAfzend-invulling">
    <w:name w:val="R_Afzend-invulling"/>
    <w:basedOn w:val="Standaard"/>
    <w:next w:val="Standaard"/>
    <w:rsid w:val="004D4613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4D4613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4D4613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4D4613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4D4613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4D4613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4D4613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4D4613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4D4613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4D4613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4D4613"/>
    <w:pPr>
      <w:numPr>
        <w:numId w:val="42"/>
      </w:numPr>
    </w:pPr>
  </w:style>
  <w:style w:type="paragraph" w:customStyle="1" w:styleId="ROpsomming-bolletjes-klein">
    <w:name w:val="R_Opsomming-bolletjes-klein"/>
    <w:basedOn w:val="Standaard"/>
    <w:rsid w:val="004D4613"/>
    <w:pPr>
      <w:numPr>
        <w:numId w:val="43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4D4613"/>
    <w:pPr>
      <w:numPr>
        <w:numId w:val="44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4D4613"/>
    <w:pPr>
      <w:numPr>
        <w:numId w:val="45"/>
      </w:numPr>
    </w:pPr>
  </w:style>
  <w:style w:type="paragraph" w:customStyle="1" w:styleId="ROpsomming-genummerd">
    <w:name w:val="R_Opsomming-genummerd"/>
    <w:basedOn w:val="Standaard"/>
    <w:rsid w:val="004D4613"/>
    <w:pPr>
      <w:numPr>
        <w:numId w:val="46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4D4613"/>
    <w:pPr>
      <w:numPr>
        <w:numId w:val="47"/>
      </w:numPr>
    </w:pPr>
  </w:style>
  <w:style w:type="paragraph" w:customStyle="1" w:styleId="RPaginanummer">
    <w:name w:val="R_Paginanummer"/>
    <w:basedOn w:val="RAfzend-invulling"/>
    <w:next w:val="Standaard"/>
    <w:rsid w:val="004D4613"/>
    <w:rPr>
      <w:szCs w:val="18"/>
    </w:rPr>
  </w:style>
  <w:style w:type="paragraph" w:customStyle="1" w:styleId="RReferenties">
    <w:name w:val="R_Referenties"/>
    <w:basedOn w:val="Standaard"/>
    <w:next w:val="Standaard"/>
    <w:rsid w:val="004D4613"/>
    <w:rPr>
      <w:szCs w:val="18"/>
    </w:rPr>
  </w:style>
  <w:style w:type="paragraph" w:customStyle="1" w:styleId="RRetouradres">
    <w:name w:val="R_Retouradres"/>
    <w:basedOn w:val="RAfzend-invulling"/>
    <w:next w:val="Standaard"/>
    <w:rsid w:val="004D4613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4D4613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4D4613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4D4613"/>
    <w:rPr>
      <w:b/>
      <w:sz w:val="14"/>
    </w:rPr>
  </w:style>
  <w:style w:type="paragraph" w:customStyle="1" w:styleId="RTabeltekst">
    <w:name w:val="R_Tabeltekst"/>
    <w:basedOn w:val="Standaard"/>
    <w:rsid w:val="004D4613"/>
    <w:rPr>
      <w:sz w:val="14"/>
    </w:rPr>
  </w:style>
  <w:style w:type="paragraph" w:customStyle="1" w:styleId="RTitel">
    <w:name w:val="R_Titel"/>
    <w:basedOn w:val="Standaard"/>
    <w:next w:val="Standaard"/>
    <w:rsid w:val="004D4613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4D4613"/>
    <w:rPr>
      <w:szCs w:val="18"/>
    </w:rPr>
  </w:style>
  <w:style w:type="character" w:customStyle="1" w:styleId="RVoetnootmarkering">
    <w:name w:val="R_Voetnootmarkering"/>
    <w:rsid w:val="004D4613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4D4613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4D4613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4D4613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4D4613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4D4613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4D4613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4D4613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4D4613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4D4613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4D4613"/>
    <w:pPr>
      <w:keepLines/>
      <w:spacing w:line="90" w:lineRule="exact"/>
    </w:pPr>
    <w:rPr>
      <w:rFonts w:ascii="Verdana" w:hAnsi="Verdana"/>
      <w:sz w:val="9"/>
      <w:szCs w:val="9"/>
    </w:rPr>
  </w:style>
  <w:style w:type="character" w:styleId="Voetnootmarkering">
    <w:name w:val="footnote reference"/>
    <w:rsid w:val="004D4613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rsid w:val="004D4613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rsid w:val="004D4613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4D4613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4D4613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4D4613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4D4613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4D4613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4D4613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4D4613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4D4613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4D4613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4D4613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5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CD70F965437A564ABD00BF8B2ADF3F93" ma:contentTypeVersion="173" ma:contentTypeDescription="Een nieuw document maken." ma:contentTypeScope="" ma:versionID="73f0e0cb9e3135edaea03cfd6f7b885f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5af952c7cb1908b8abb3db4094636943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2012-11-30T23:00:00+00:00</Ontwikkeldatum>
    <Notities xmlns="fd2069cc-00ae-4f60-8ff8-57f81a5b98cd" xsi:nil="true"/>
    <Anders xmlns="http://schemas.microsoft.com/sharepoint/v3" xsi:nil="true"/>
    <MeetinstrumentType xmlns="http://schemas.microsoft.com/sharepoint/v3">Vragenlijst</MeetinstrumentType>
    <Openbaarzetten xmlns="http://schemas.microsoft.com/sharepoint/v3">Openbaar</Openbaarzetten>
    <Versienummer xmlns="http://schemas.microsoft.com/sharepoint/v3">3.0</Versienummer>
  </documentManagement>
</p:properties>
</file>

<file path=customXml/itemProps1.xml><?xml version="1.0" encoding="utf-8"?>
<ds:datastoreItem xmlns:ds="http://schemas.openxmlformats.org/officeDocument/2006/customXml" ds:itemID="{F02D676A-402E-4B23-8BDF-99372A670E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9406D12-9EA7-4912-8898-6401078F8E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5C7154-D28D-412A-94C2-158DCE47B4A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AF1B98C-1216-4387-BEF6-DC08B9B3DD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0A2DEEE-0F75-4F64-8D68-75570902744E}">
  <ds:schemaRefs>
    <ds:schemaRef ds:uri="http://purl.org/dc/terms/"/>
    <ds:schemaRef ds:uri="fd2069cc-00ae-4f60-8ff8-57f81a5b98cd"/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662578D3.dotm</Template>
  <TotalTime>0</TotalTime>
  <Pages>10</Pages>
  <Words>2973</Words>
  <Characters>16352</Characters>
  <Application>Microsoft Office Word</Application>
  <DocSecurity>0</DocSecurity>
  <Lines>136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Ervaringen met de zorg in audiologische centra</vt:lpstr>
    </vt:vector>
  </TitlesOfParts>
  <Company>Nivel</Company>
  <LinksUpToDate>false</LinksUpToDate>
  <CharactersWithSpaces>19287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Ervaringen met de zorg in audiologische centra</dc:title>
  <dc:subject/>
  <dc:creator>user197</dc:creator>
  <cp:keywords/>
  <cp:lastModifiedBy>Rijk, mw. J. de</cp:lastModifiedBy>
  <cp:revision>2</cp:revision>
  <cp:lastPrinted>2011-09-16T08:57:00Z</cp:lastPrinted>
  <dcterms:created xsi:type="dcterms:W3CDTF">2019-03-18T09:23:00Z</dcterms:created>
  <dcterms:modified xsi:type="dcterms:W3CDTF">2019-03-18T09:23:00Z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waliteitsstandaardType">
    <vt:lpwstr>Overig</vt:lpwstr>
  </property>
  <property fmtid="{D5CDD505-2E9C-101B-9397-08002B2CF9AE}" pid="3" name="display_urn:schemas-microsoft-com:office:office#Editor">
    <vt:lpwstr>swerf@zinl.nl</vt:lpwstr>
  </property>
  <property fmtid="{D5CDD505-2E9C-101B-9397-08002B2CF9AE}" pid="4" name="xd_Signature">
    <vt:lpwstr/>
  </property>
  <property fmtid="{D5CDD505-2E9C-101B-9397-08002B2CF9AE}" pid="5" name="Order">
    <vt:lpwstr>200.000000000000</vt:lpwstr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display_urn:schemas-microsoft-com:office:office#Author">
    <vt:lpwstr>swerf@zinl.nl</vt:lpwstr>
  </property>
  <property fmtid="{D5CDD505-2E9C-101B-9397-08002B2CF9AE}" pid="9" name="ContentTypeId">
    <vt:lpwstr>0x0101008FBCB55CC47A443CB772F1C35369E5E300E1DD743A00D248DCAE2242640CE6C57200CD70F965437A564ABD00BF8B2ADF3F93</vt:lpwstr>
  </property>
  <property fmtid="{D5CDD505-2E9C-101B-9397-08002B2CF9AE}" pid="10" name="_SourceUrl">
    <vt:lpwstr/>
  </property>
  <property fmtid="{D5CDD505-2E9C-101B-9397-08002B2CF9AE}" pid="11" name="_SharedFileIndex">
    <vt:lpwstr/>
  </property>
</Properties>
</file>